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590EA8" w14:textId="77777777" w:rsidR="006B4D68" w:rsidRDefault="001F59F3" w:rsidP="00544AA2">
      <w:r>
        <w:rPr>
          <w:noProof/>
        </w:rPr>
        <w:drawing>
          <wp:inline distT="0" distB="0" distL="0" distR="0" wp14:anchorId="5016D4FB" wp14:editId="7FDE6FFD">
            <wp:extent cx="1352422" cy="733410"/>
            <wp:effectExtent l="0" t="0" r="635" b="0"/>
            <wp:docPr id="1764030565" name="Picture 3" descr="Georgia Gwinnett Colle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352422" cy="733410"/>
                    </a:xfrm>
                    <a:prstGeom prst="rect">
                      <a:avLst/>
                    </a:prstGeom>
                  </pic:spPr>
                </pic:pic>
              </a:graphicData>
            </a:graphic>
          </wp:inline>
        </w:drawing>
      </w:r>
    </w:p>
    <w:p w14:paraId="5016D43C" w14:textId="0F9ED7AC" w:rsidR="009E400D" w:rsidRPr="003D33CA" w:rsidRDefault="002F3D33" w:rsidP="00544AA2">
      <w:pPr>
        <w:pStyle w:val="Heading1"/>
      </w:pPr>
      <w:r>
        <w:t>School of Science and Technology</w:t>
      </w:r>
    </w:p>
    <w:p w14:paraId="5016D43D" w14:textId="539699FD" w:rsidR="009E400D" w:rsidRPr="005A75BC" w:rsidRDefault="002F3D33" w:rsidP="00544AA2">
      <w:pPr>
        <w:pStyle w:val="Heading1"/>
      </w:pPr>
      <w:r>
        <w:t>ITEC 3200 Introduction to Databases</w:t>
      </w:r>
      <w:r w:rsidR="009E400D">
        <w:t xml:space="preserve">, </w:t>
      </w:r>
      <w:r>
        <w:t>Fall</w:t>
      </w:r>
      <w:r w:rsidR="008F6DAC">
        <w:t xml:space="preserve"> 2022</w:t>
      </w:r>
    </w:p>
    <w:p w14:paraId="5016D43E" w14:textId="69FCF6D5" w:rsidR="00373165" w:rsidRPr="003D33CA" w:rsidRDefault="004F7334" w:rsidP="00544AA2">
      <w:pPr>
        <w:pStyle w:val="Heading2"/>
      </w:pPr>
      <w:r>
        <w:t>Faculty</w:t>
      </w:r>
      <w:r w:rsidR="00373165" w:rsidRPr="003D33CA">
        <w:t xml:space="preserve"> Information</w:t>
      </w:r>
    </w:p>
    <w:p w14:paraId="5016D43F" w14:textId="04AA27DB" w:rsidR="00373165" w:rsidRPr="0021795B" w:rsidRDefault="004F7334" w:rsidP="00544AA2">
      <w:r>
        <w:rPr>
          <w:rStyle w:val="Strong"/>
        </w:rPr>
        <w:t>Faculty</w:t>
      </w:r>
      <w:r w:rsidR="00373165" w:rsidRPr="0021795B">
        <w:rPr>
          <w:bCs/>
        </w:rPr>
        <w:t>:</w:t>
      </w:r>
      <w:r w:rsidR="00373165" w:rsidRPr="0021795B">
        <w:t xml:space="preserve"> </w:t>
      </w:r>
      <w:r w:rsidR="004D0D5F">
        <w:t>Dr.</w:t>
      </w:r>
      <w:r w:rsidR="002F3D33">
        <w:t xml:space="preserve"> Sherly Abraham</w:t>
      </w:r>
    </w:p>
    <w:p w14:paraId="5016D440" w14:textId="7831F54F" w:rsidR="00373165" w:rsidRPr="0021795B" w:rsidRDefault="00373165" w:rsidP="00544AA2">
      <w:r w:rsidRPr="00090FEA">
        <w:rPr>
          <w:rStyle w:val="Strong"/>
        </w:rPr>
        <w:t>Office</w:t>
      </w:r>
      <w:r w:rsidRPr="0021795B">
        <w:t>:</w:t>
      </w:r>
      <w:r w:rsidR="006958D5">
        <w:t xml:space="preserve"> </w:t>
      </w:r>
      <w:r w:rsidR="002F3D33">
        <w:t>W-1113</w:t>
      </w:r>
    </w:p>
    <w:p w14:paraId="5016D441" w14:textId="579801D4" w:rsidR="00373165" w:rsidRPr="0021795B" w:rsidRDefault="00373165" w:rsidP="00544AA2">
      <w:r w:rsidRPr="00090FEA">
        <w:rPr>
          <w:rStyle w:val="Strong"/>
        </w:rPr>
        <w:t>E-mail</w:t>
      </w:r>
      <w:r w:rsidRPr="0021795B">
        <w:t xml:space="preserve">: </w:t>
      </w:r>
      <w:r w:rsidR="002F3D33">
        <w:t>sabraham1@ggc.edu</w:t>
      </w:r>
    </w:p>
    <w:p w14:paraId="5016D443" w14:textId="5AE8668E" w:rsidR="00373165" w:rsidRPr="0021795B" w:rsidRDefault="003D33CA" w:rsidP="00544AA2">
      <w:r>
        <w:rPr>
          <w:rStyle w:val="Strong"/>
        </w:rPr>
        <w:t>Teams softphone</w:t>
      </w:r>
      <w:r w:rsidR="004D0D5F">
        <w:rPr>
          <w:rStyle w:val="Strong"/>
        </w:rPr>
        <w:t xml:space="preserve"> </w:t>
      </w:r>
      <w:r w:rsidR="002F3D33" w:rsidRPr="00066419">
        <w:rPr>
          <w:bCs/>
        </w:rPr>
        <w:t>404-938-2530</w:t>
      </w:r>
    </w:p>
    <w:p w14:paraId="5016D445" w14:textId="1EEE94D7" w:rsidR="00373165" w:rsidRPr="000F1C17" w:rsidRDefault="00373165" w:rsidP="002F3D33">
      <w:pPr>
        <w:pStyle w:val="Heading3"/>
        <w:rPr>
          <w:rStyle w:val="Strong"/>
          <w:b/>
        </w:rPr>
      </w:pPr>
      <w:r w:rsidRPr="008E3F53">
        <w:t xml:space="preserve">Communication </w:t>
      </w:r>
    </w:p>
    <w:p w14:paraId="48ABAEBB" w14:textId="77777777" w:rsidR="002F3D33" w:rsidRDefault="002F3D33" w:rsidP="002F3D33">
      <w:r w:rsidRPr="00373165">
        <w:t>The fastest way to connect with me is via GGC email.</w:t>
      </w:r>
      <w:r>
        <w:t xml:space="preserve"> </w:t>
      </w:r>
      <w:r w:rsidRPr="00373165">
        <w:t>I am happy to set up a face-to-face meeting with you, when possible.</w:t>
      </w:r>
      <w:r>
        <w:t xml:space="preserve"> </w:t>
      </w:r>
      <w:r w:rsidRPr="00373165">
        <w:t xml:space="preserve">However, we may need to establish a time and place via email or by phone. </w:t>
      </w:r>
    </w:p>
    <w:p w14:paraId="7D5B25E1" w14:textId="17F7F7EA" w:rsidR="002F3D33" w:rsidRDefault="002F3D33" w:rsidP="002F3D33">
      <w:r w:rsidRPr="00373165">
        <w:t xml:space="preserve">At any </w:t>
      </w:r>
      <w:r w:rsidRPr="00373165">
        <w:t>time,</w:t>
      </w:r>
      <w:r w:rsidRPr="00373165">
        <w:t xml:space="preserve"> you can c</w:t>
      </w:r>
      <w:r>
        <w:t>ontact me by email,</w:t>
      </w:r>
      <w:r w:rsidRPr="00373165">
        <w:t xml:space="preserve"> or </w:t>
      </w:r>
      <w:r w:rsidRPr="0091546F">
        <w:t>voicemail</w:t>
      </w:r>
      <w:r w:rsidRPr="007D29CA">
        <w:rPr>
          <w:color w:val="004C31" w:themeColor="text2"/>
        </w:rPr>
        <w:t xml:space="preserve"> </w:t>
      </w:r>
      <w:r w:rsidRPr="00373165">
        <w:t xml:space="preserve">on my GGC </w:t>
      </w:r>
      <w:r>
        <w:t>soft</w:t>
      </w:r>
      <w:r w:rsidRPr="00373165">
        <w:t xml:space="preserve"> phone.</w:t>
      </w:r>
      <w:r>
        <w:t xml:space="preserve"> </w:t>
      </w:r>
      <w:r w:rsidRPr="00373165">
        <w:t>Communications received Monday through Thursday after 5pm EST will be returned by the next day.</w:t>
      </w:r>
      <w:r>
        <w:t xml:space="preserve"> </w:t>
      </w:r>
      <w:r w:rsidRPr="00373165">
        <w:t>On the weekend or when I am away from campus (i.e., at a conference), my response may be irregular.</w:t>
      </w:r>
    </w:p>
    <w:p w14:paraId="2CC922CC" w14:textId="77777777" w:rsidR="002F3D33" w:rsidRPr="00373165" w:rsidRDefault="002F3D33" w:rsidP="002F3D33">
      <w:r w:rsidRPr="00373165">
        <w:t>You should check your GGC email every day. When corresponding by email, I will communicate with you using only your GGC email.</w:t>
      </w:r>
      <w:r>
        <w:t xml:space="preserve"> Due to the Family Educational Rights and Privacy Act (FERPA), I will not respond to e</w:t>
      </w:r>
      <w:r w:rsidRPr="00373165">
        <w:t>mails from other domains (yahoo.com, gmail.com, hotmail.com, etc.).</w:t>
      </w:r>
    </w:p>
    <w:p w14:paraId="3B48C1E7" w14:textId="77777777" w:rsidR="002F3D33" w:rsidRDefault="002F3D33" w:rsidP="002F3D33">
      <w:r w:rsidRPr="00373165">
        <w:t>When you email me</w:t>
      </w:r>
      <w:r>
        <w:t>,</w:t>
      </w:r>
      <w:r w:rsidRPr="00373165">
        <w:t xml:space="preserve"> you should consider the email as official correspondence. As such, the email should not appear as a text message but should have proper </w:t>
      </w:r>
      <w:r>
        <w:t xml:space="preserve">spelling, </w:t>
      </w:r>
      <w:r w:rsidRPr="00373165">
        <w:t>grammar</w:t>
      </w:r>
      <w:r>
        <w:t>,</w:t>
      </w:r>
      <w:r w:rsidRPr="00373165">
        <w:t xml:space="preserve"> and punctuation.</w:t>
      </w:r>
      <w:r>
        <w:t xml:space="preserve"> </w:t>
      </w:r>
    </w:p>
    <w:p w14:paraId="714393EE" w14:textId="77777777" w:rsidR="002F3D33" w:rsidRPr="00373165" w:rsidRDefault="002F3D33" w:rsidP="002F3D33">
      <w:r>
        <w:t>Please address me as Dr. Abraham or Professor Abraham, not by my first name.</w:t>
      </w:r>
    </w:p>
    <w:p w14:paraId="04E50B1A" w14:textId="2E605C22" w:rsidR="002F3D33" w:rsidRPr="00373165" w:rsidRDefault="002F3D33" w:rsidP="00544AA2">
      <w:r w:rsidRPr="00373165">
        <w:t xml:space="preserve">You should </w:t>
      </w:r>
      <w:r>
        <w:t xml:space="preserve">also </w:t>
      </w:r>
      <w:r w:rsidRPr="00373165">
        <w:t>check your Brightspace (Desire2Le</w:t>
      </w:r>
      <w:r>
        <w:t>arn) course site every day</w:t>
      </w:r>
      <w:r w:rsidRPr="00373165">
        <w:t>.</w:t>
      </w:r>
    </w:p>
    <w:p w14:paraId="5016D44B" w14:textId="0BEFF398" w:rsidR="00373165" w:rsidRDefault="00373165" w:rsidP="00544AA2">
      <w:pPr>
        <w:pStyle w:val="Heading4"/>
      </w:pPr>
      <w:r w:rsidRPr="008E3F53">
        <w:t>Technology Covenant</w:t>
      </w:r>
      <w:r w:rsidR="006958D5" w:rsidRPr="008E3F53">
        <w:t xml:space="preserve"> </w:t>
      </w:r>
    </w:p>
    <w:p w14:paraId="0F60B2F0" w14:textId="796B8F2B" w:rsidR="002F3D33" w:rsidRPr="002F3D33" w:rsidRDefault="002F3D33" w:rsidP="002F3D33">
      <w:r w:rsidRPr="0021795B">
        <w:t>Technology will be used to deliver content, provide resources, assess learning, and facilitate interaction, both within the classroom and in the larger learning community. This covenant provides a general guideline for the course.</w:t>
      </w:r>
      <w:r>
        <w:t xml:space="preserve"> </w:t>
      </w:r>
      <w:r w:rsidRPr="0021795B">
        <w:t>I reserve the right to make periodic and/or necessary changes to the covenant, including technology use and communication channels, in order to accommodate the needs of the class as a whole and fulfill the goals of the course.</w:t>
      </w:r>
    </w:p>
    <w:p w14:paraId="5016D44E" w14:textId="77777777" w:rsidR="00373165" w:rsidRPr="00373165" w:rsidRDefault="00373165" w:rsidP="00544AA2">
      <w:pPr>
        <w:pStyle w:val="Heading4"/>
      </w:pPr>
      <w:r w:rsidRPr="00373165">
        <w:lastRenderedPageBreak/>
        <w:t>Expectations of Students</w:t>
      </w:r>
      <w:r w:rsidR="006958D5">
        <w:t xml:space="preserve"> </w:t>
      </w:r>
    </w:p>
    <w:p w14:paraId="5016D450" w14:textId="5C831567" w:rsidR="00373165" w:rsidRPr="00373165" w:rsidRDefault="00373165" w:rsidP="00544AA2">
      <w:r w:rsidRPr="00373165">
        <w:t>All students at GGC need to have access to a computer. If you do not have one, computer labs are available on campus.</w:t>
      </w:r>
      <w:r w:rsidR="001D5495">
        <w:t xml:space="preserve"> A limited number of laptops are available for checkout from the GGC Technology Helpdesk; please </w:t>
      </w:r>
      <w:r w:rsidR="002F12C7">
        <w:t xml:space="preserve">contact me about this if </w:t>
      </w:r>
      <w:r w:rsidR="004D0D5F">
        <w:t>you need one</w:t>
      </w:r>
      <w:r w:rsidR="002F12C7">
        <w:t>.</w:t>
      </w:r>
    </w:p>
    <w:p w14:paraId="5016D451" w14:textId="77777777" w:rsidR="00373165" w:rsidRPr="00373165" w:rsidRDefault="00373165" w:rsidP="00544AA2">
      <w:r w:rsidRPr="00373165">
        <w:t>Students can access the course materials and grades via Brightspace (Desire to Learn).</w:t>
      </w:r>
    </w:p>
    <w:p w14:paraId="5016D452" w14:textId="77777777" w:rsidR="00373165" w:rsidRPr="00C66B31" w:rsidRDefault="00373165" w:rsidP="00544AA2">
      <w:r w:rsidRPr="00C66B31">
        <w:t>Students should check GGC email regularly (at least twice a day).</w:t>
      </w:r>
    </w:p>
    <w:p w14:paraId="5016D453" w14:textId="5E569DDE" w:rsidR="00373165" w:rsidRPr="00373165" w:rsidRDefault="00373165" w:rsidP="00544AA2">
      <w:r w:rsidRPr="00373165">
        <w:t>Cell phones should be set on silent and stowed during class.</w:t>
      </w:r>
    </w:p>
    <w:p w14:paraId="5016D454" w14:textId="59C10E83" w:rsidR="00373165" w:rsidRPr="00373165" w:rsidRDefault="00373165" w:rsidP="00544AA2">
      <w:r w:rsidRPr="00373165">
        <w:t>Laptop computers should remain off, except when they are being used for an in-class activity or for taking notes.</w:t>
      </w:r>
    </w:p>
    <w:p w14:paraId="5016D455" w14:textId="77777777" w:rsidR="00373165" w:rsidRPr="002E6341" w:rsidRDefault="00373165" w:rsidP="00544AA2">
      <w:r w:rsidRPr="00373165">
        <w:t>All completed assignments will be submitted through Brightsp</w:t>
      </w:r>
      <w:r w:rsidR="002C5549">
        <w:t>ace (Desire2Learn)</w:t>
      </w:r>
      <w:r w:rsidRPr="00373165">
        <w:t>.</w:t>
      </w:r>
      <w:r w:rsidR="006958D5">
        <w:t xml:space="preserve"> </w:t>
      </w:r>
      <w:r w:rsidRPr="00373165">
        <w:t>Unless otherwise specified, daily assignments must be submitted prior to class time.</w:t>
      </w:r>
      <w:r w:rsidR="006958D5">
        <w:t xml:space="preserve"> </w:t>
      </w:r>
      <w:r w:rsidRPr="00373165">
        <w:t>Major projects are due by midnight on the due date unless other arrangements are made.</w:t>
      </w:r>
    </w:p>
    <w:p w14:paraId="5016D456" w14:textId="77777777" w:rsidR="009E400D" w:rsidRPr="00F52FFB" w:rsidRDefault="009E400D" w:rsidP="00544AA2">
      <w:pPr>
        <w:pStyle w:val="Heading2"/>
      </w:pPr>
      <w:r w:rsidRPr="00F52FFB">
        <w:t>Course Information</w:t>
      </w:r>
    </w:p>
    <w:p w14:paraId="5016D457" w14:textId="77777777" w:rsidR="00373165" w:rsidRPr="00F52FFB" w:rsidRDefault="00373165" w:rsidP="00544AA2">
      <w:pPr>
        <w:pStyle w:val="Heading3"/>
      </w:pPr>
      <w:r w:rsidRPr="00F52FFB">
        <w:t>Class Details</w:t>
      </w:r>
    </w:p>
    <w:p w14:paraId="5016D458" w14:textId="5CBF75BE" w:rsidR="009E400D" w:rsidRPr="003A5DC7" w:rsidRDefault="009E400D" w:rsidP="00544AA2">
      <w:r w:rsidRPr="00090FEA">
        <w:rPr>
          <w:rStyle w:val="Strong"/>
        </w:rPr>
        <w:t>Course Details</w:t>
      </w:r>
      <w:r w:rsidRPr="003A5DC7">
        <w:rPr>
          <w:bCs/>
        </w:rPr>
        <w:t xml:space="preserve">: </w:t>
      </w:r>
      <w:r w:rsidR="00DB78FC">
        <w:t>ITEC 3200, 01, 03</w:t>
      </w:r>
    </w:p>
    <w:p w14:paraId="5016D459" w14:textId="4F84156C" w:rsidR="009E400D" w:rsidRPr="003A5DC7" w:rsidRDefault="009E400D" w:rsidP="00544AA2">
      <w:r w:rsidRPr="00090FEA">
        <w:rPr>
          <w:rStyle w:val="Strong"/>
        </w:rPr>
        <w:t>Class Time</w:t>
      </w:r>
      <w:r w:rsidRPr="003A5DC7">
        <w:rPr>
          <w:bCs/>
          <w:lang w:val="fr-FR"/>
        </w:rPr>
        <w:t xml:space="preserve">: </w:t>
      </w:r>
    </w:p>
    <w:p w14:paraId="5016D45B" w14:textId="77777777" w:rsidR="009E400D" w:rsidRPr="003A5DC7" w:rsidRDefault="009E400D" w:rsidP="00544AA2">
      <w:r w:rsidRPr="00090FEA">
        <w:rPr>
          <w:rStyle w:val="Strong"/>
        </w:rPr>
        <w:t>Course Location</w:t>
      </w:r>
      <w:r w:rsidRPr="003A5DC7">
        <w:rPr>
          <w:bCs/>
          <w:lang w:val="fr-FR"/>
        </w:rPr>
        <w:t>:</w:t>
      </w:r>
      <w:r w:rsidRPr="003A5DC7">
        <w:t xml:space="preserve"> [Your Class (and Lab if applicable) Building and Room Locations]</w:t>
      </w:r>
    </w:p>
    <w:p w14:paraId="69C71748" w14:textId="0C3B89B4" w:rsidR="00A50F99" w:rsidRDefault="00A50F99" w:rsidP="00544AA2">
      <w:pPr>
        <w:pStyle w:val="Heading3"/>
      </w:pPr>
      <w:r>
        <w:t>Web Conferencing</w:t>
      </w:r>
      <w:r w:rsidR="00A63FC9">
        <w:t xml:space="preserve"> and Online Tests</w:t>
      </w:r>
    </w:p>
    <w:p w14:paraId="0F2856C2" w14:textId="7B1452DC" w:rsidR="00A50F99" w:rsidRPr="000F1C17" w:rsidRDefault="00A50F99" w:rsidP="004D1199">
      <w:pPr>
        <w:pBdr>
          <w:top w:val="single" w:sz="12" w:space="1" w:color="00704A" w:themeColor="accent1"/>
          <w:left w:val="single" w:sz="12" w:space="4" w:color="00704A" w:themeColor="accent1"/>
          <w:bottom w:val="single" w:sz="12" w:space="1" w:color="00704A" w:themeColor="accent1"/>
          <w:right w:val="single" w:sz="12" w:space="4" w:color="00704A" w:themeColor="accent1"/>
        </w:pBdr>
        <w:ind w:left="1080" w:right="1080"/>
        <w:rPr>
          <w:rStyle w:val="Strong"/>
          <w:b w:val="0"/>
        </w:rPr>
      </w:pPr>
      <w:r w:rsidRPr="000F1C17">
        <w:rPr>
          <w:rStyle w:val="Strong"/>
          <w:b w:val="0"/>
        </w:rPr>
        <w:t xml:space="preserve">This is a sample. You may develop your own statement </w:t>
      </w:r>
      <w:r w:rsidR="00DA7E6B" w:rsidRPr="000F1C17">
        <w:rPr>
          <w:rStyle w:val="IntenseEmphasis"/>
          <w:b w:val="0"/>
        </w:rPr>
        <w:t xml:space="preserve">as </w:t>
      </w:r>
      <w:r w:rsidR="00723F18" w:rsidRPr="000F1C17">
        <w:rPr>
          <w:rStyle w:val="IntenseEmphasis"/>
          <w:b w:val="0"/>
        </w:rPr>
        <w:t xml:space="preserve">applicable </w:t>
      </w:r>
      <w:r w:rsidRPr="000F1C17">
        <w:rPr>
          <w:rStyle w:val="IntenseEmphasis"/>
          <w:b w:val="0"/>
        </w:rPr>
        <w:t>to your course specifics</w:t>
      </w:r>
      <w:r w:rsidRPr="000F1C17">
        <w:rPr>
          <w:rStyle w:val="Strong"/>
          <w:b w:val="0"/>
          <w:i/>
          <w:iCs/>
        </w:rPr>
        <w:t>.</w:t>
      </w:r>
    </w:p>
    <w:p w14:paraId="1508E367" w14:textId="338B6BB7" w:rsidR="00A50F99" w:rsidRDefault="00A50F99" w:rsidP="00544AA2">
      <w:r>
        <w:t>This course will use [Blackboard Collaborate/Microsoft Teams/Zoom] for online “virtual classroom” video conferencing sessions and collaboration activities. Some or all of the sessions may be recorded. The recordings will only be available to students</w:t>
      </w:r>
      <w:r w:rsidRPr="00A50F99">
        <w:t xml:space="preserve"> </w:t>
      </w:r>
      <w:r>
        <w:t>enrolled in this course.</w:t>
      </w:r>
    </w:p>
    <w:p w14:paraId="06B02087" w14:textId="0F83AB62" w:rsidR="00A50F99" w:rsidRDefault="00A50F99" w:rsidP="00544AA2">
      <w:r>
        <w:t xml:space="preserve">In addition, </w:t>
      </w:r>
      <w:r w:rsidR="00723F18">
        <w:t xml:space="preserve">this course requires the use of </w:t>
      </w:r>
      <w:proofErr w:type="spellStart"/>
      <w:r w:rsidR="00723F18">
        <w:t>LockDown</w:t>
      </w:r>
      <w:proofErr w:type="spellEnd"/>
      <w:r w:rsidR="00723F18">
        <w:t xml:space="preserve"> Browser</w:t>
      </w:r>
      <w:r w:rsidR="00A63FC9">
        <w:t xml:space="preserve">, </w:t>
      </w:r>
      <w:proofErr w:type="spellStart"/>
      <w:r w:rsidR="00A63FC9">
        <w:t>Respondus</w:t>
      </w:r>
      <w:proofErr w:type="spellEnd"/>
      <w:r w:rsidR="00A63FC9">
        <w:t xml:space="preserve"> Monitor,</w:t>
      </w:r>
      <w:r w:rsidR="00723F18">
        <w:t xml:space="preserve"> and a webcam for online exams. The webcam can be built into your computer or can be the type that plugs in with a USB cable. Watch this short video, </w:t>
      </w:r>
      <w:hyperlink r:id="rId12" w:history="1">
        <w:r w:rsidR="00723F18" w:rsidRPr="00723F18">
          <w:rPr>
            <w:rStyle w:val="Hyperlink"/>
          </w:rPr>
          <w:t xml:space="preserve">Introduction to </w:t>
        </w:r>
        <w:proofErr w:type="spellStart"/>
        <w:r w:rsidR="00723F18" w:rsidRPr="00723F18">
          <w:rPr>
            <w:rStyle w:val="Hyperlink"/>
          </w:rPr>
          <w:t>Respondus</w:t>
        </w:r>
        <w:proofErr w:type="spellEnd"/>
        <w:r w:rsidR="00723F18" w:rsidRPr="00723F18">
          <w:rPr>
            <w:rStyle w:val="Hyperlink"/>
          </w:rPr>
          <w:t xml:space="preserve"> </w:t>
        </w:r>
        <w:proofErr w:type="spellStart"/>
        <w:r w:rsidR="00723F18" w:rsidRPr="00723F18">
          <w:rPr>
            <w:rStyle w:val="Hyperlink"/>
          </w:rPr>
          <w:t>LockDown</w:t>
        </w:r>
        <w:proofErr w:type="spellEnd"/>
        <w:r w:rsidR="00723F18" w:rsidRPr="00723F18">
          <w:rPr>
            <w:rStyle w:val="Hyperlink"/>
          </w:rPr>
          <w:t xml:space="preserve"> Browser for Students</w:t>
        </w:r>
      </w:hyperlink>
      <w:r w:rsidR="00A63FC9">
        <w:t xml:space="preserve">. You can also download the </w:t>
      </w:r>
      <w:hyperlink r:id="rId13" w:history="1">
        <w:r w:rsidR="00A63FC9" w:rsidRPr="00A63FC9">
          <w:rPr>
            <w:rStyle w:val="Hyperlink"/>
          </w:rPr>
          <w:t xml:space="preserve">Student Quick Start Guide to </w:t>
        </w:r>
        <w:proofErr w:type="spellStart"/>
        <w:r w:rsidR="00A63FC9" w:rsidRPr="00A63FC9">
          <w:rPr>
            <w:rStyle w:val="Hyperlink"/>
          </w:rPr>
          <w:t>LockDown</w:t>
        </w:r>
        <w:proofErr w:type="spellEnd"/>
        <w:r w:rsidR="00A63FC9" w:rsidRPr="00A63FC9">
          <w:rPr>
            <w:rStyle w:val="Hyperlink"/>
          </w:rPr>
          <w:t xml:space="preserve"> Browser and </w:t>
        </w:r>
        <w:proofErr w:type="spellStart"/>
        <w:r w:rsidR="00A63FC9" w:rsidRPr="00A63FC9">
          <w:rPr>
            <w:rStyle w:val="Hyperlink"/>
          </w:rPr>
          <w:t>Respondus</w:t>
        </w:r>
        <w:proofErr w:type="spellEnd"/>
        <w:r w:rsidR="00A63FC9" w:rsidRPr="00A63FC9">
          <w:rPr>
            <w:rStyle w:val="Hyperlink"/>
          </w:rPr>
          <w:t xml:space="preserve"> Monitor</w:t>
        </w:r>
      </w:hyperlink>
      <w:r w:rsidR="00A63FC9">
        <w:t>.</w:t>
      </w:r>
    </w:p>
    <w:p w14:paraId="49528C44" w14:textId="08EB2836" w:rsidR="00A63FC9" w:rsidRPr="00A50F99" w:rsidRDefault="00A63FC9" w:rsidP="00544AA2">
      <w:r>
        <w:t>If you are unable to complete tests using a webcam, your alternative is…</w:t>
      </w:r>
    </w:p>
    <w:p w14:paraId="5016D45C" w14:textId="122A1173" w:rsidR="009E400D" w:rsidRDefault="009E400D" w:rsidP="00544AA2">
      <w:pPr>
        <w:pStyle w:val="Heading3"/>
      </w:pPr>
      <w:r w:rsidRPr="003A5DC7">
        <w:t>Course Description</w:t>
      </w:r>
    </w:p>
    <w:p w14:paraId="65D9C8BC" w14:textId="77777777" w:rsidR="0007486E" w:rsidRPr="00F304AE" w:rsidRDefault="0007486E" w:rsidP="0007486E">
      <w:r w:rsidRPr="007744D5">
        <w:t>Introduction to fundamental concepts of database management.  Upon completion of this course students will be able to: 1) describe relational database core concepts; 2) utilize SQL (Structured Query Language) to create database structures, manipulate and retrieve data from databases; 3) create a conceptual database design using entity relationship (E/R) modeling and normalization best practices; 4) utilize implementation techniques to create a relational database with multiple tables, relationships and cardinalities 5) discuss emerging trends in database technologies such as non-relational database technologies.</w:t>
      </w:r>
    </w:p>
    <w:p w14:paraId="72EC1475" w14:textId="77777777" w:rsidR="0007486E" w:rsidRPr="0007486E" w:rsidRDefault="0007486E" w:rsidP="0007486E"/>
    <w:p w14:paraId="5016D45E" w14:textId="0974BB87" w:rsidR="009E400D" w:rsidRDefault="009E400D" w:rsidP="00544AA2">
      <w:pPr>
        <w:pStyle w:val="Heading3"/>
      </w:pPr>
      <w:r w:rsidRPr="003A5DC7">
        <w:t>Course Prerequisites</w:t>
      </w:r>
    </w:p>
    <w:p w14:paraId="5E4ADC51" w14:textId="193807F8" w:rsidR="0007486E" w:rsidRPr="0007486E" w:rsidRDefault="0007486E" w:rsidP="0007486E">
      <w:r w:rsidRPr="00983F08">
        <w:t>ITEC 2140 or ITEC 2120 and (ITEC 2201 or BUSA 3100)</w:t>
      </w:r>
    </w:p>
    <w:p w14:paraId="5016D460" w14:textId="746A11A5" w:rsidR="00420ED0" w:rsidRPr="003A5DC7" w:rsidRDefault="00420ED0" w:rsidP="00544AA2">
      <w:pPr>
        <w:pStyle w:val="Heading3"/>
      </w:pPr>
      <w:r w:rsidRPr="003A5DC7">
        <w:t>Course Resources</w:t>
      </w:r>
    </w:p>
    <w:p w14:paraId="5016D461" w14:textId="31230A88" w:rsidR="00420ED0" w:rsidRDefault="00420ED0" w:rsidP="00544AA2">
      <w:pPr>
        <w:pStyle w:val="Heading4"/>
      </w:pPr>
      <w:r w:rsidRPr="003A5DC7">
        <w:t>Required Texts</w:t>
      </w:r>
    </w:p>
    <w:p w14:paraId="2857D2D5" w14:textId="4DEE4789" w:rsidR="00385AEB" w:rsidRPr="00385AEB" w:rsidRDefault="00385AEB" w:rsidP="00385AEB">
      <w:r>
        <w:t xml:space="preserve">This course will use open educational resources and there will not be a required textbook used in the course. The course materials for the course will be available in d2l. </w:t>
      </w:r>
    </w:p>
    <w:p w14:paraId="5016D463" w14:textId="001F57D8" w:rsidR="00420ED0" w:rsidRDefault="00420ED0" w:rsidP="00544AA2">
      <w:pPr>
        <w:pStyle w:val="Heading4"/>
      </w:pPr>
      <w:r w:rsidRPr="003A5DC7">
        <w:t>Recommended Texts</w:t>
      </w:r>
    </w:p>
    <w:p w14:paraId="4D79B855" w14:textId="3B68EEA6" w:rsidR="00385AEB" w:rsidRPr="00385AEB" w:rsidRDefault="00385AEB" w:rsidP="00385AEB">
      <w:r>
        <w:t>Database Concepts, 8</w:t>
      </w:r>
      <w:r w:rsidRPr="00997F55">
        <w:rPr>
          <w:vertAlign w:val="superscript"/>
        </w:rPr>
        <w:t>th</w:t>
      </w:r>
      <w:r>
        <w:t xml:space="preserve"> Edition, 2017, Author: KROENKE, ISBN: </w:t>
      </w:r>
      <w:r w:rsidRPr="00997F55">
        <w:t>9780134601533</w:t>
      </w:r>
    </w:p>
    <w:p w14:paraId="5016D468" w14:textId="6672A9C0" w:rsidR="00251DB1" w:rsidRDefault="00251DB1" w:rsidP="00385AEB">
      <w:pPr>
        <w:pStyle w:val="Heading3"/>
        <w:rPr>
          <w:rFonts w:ascii="Calibri" w:eastAsia="Yu Mincho" w:hAnsi="Calibri"/>
          <w:b w:val="0"/>
          <w:color w:val="auto"/>
          <w:spacing w:val="0"/>
          <w:sz w:val="22"/>
          <w:szCs w:val="22"/>
          <w:u w:val="none"/>
        </w:rPr>
      </w:pPr>
      <w:r w:rsidRPr="003A5DC7">
        <w:t>Course Goals and Objectives</w:t>
      </w:r>
    </w:p>
    <w:p w14:paraId="57E72A34" w14:textId="3D180ADB" w:rsidR="00385AEB" w:rsidRPr="00385AEB" w:rsidRDefault="00385AEB" w:rsidP="00385AEB">
      <w:r w:rsidRPr="006422B6">
        <w:rPr>
          <w:rFonts w:cs="Calibri"/>
        </w:rPr>
        <w:t>This is the first course in the study of database systems as the main storage component of bu</w:t>
      </w:r>
      <w:r>
        <w:rPr>
          <w:rFonts w:cs="Calibri"/>
        </w:rPr>
        <w:t xml:space="preserve">siness information systems.  Students </w:t>
      </w:r>
      <w:r w:rsidRPr="006422B6">
        <w:rPr>
          <w:rFonts w:cs="Calibri"/>
        </w:rPr>
        <w:t>will begin by understanding what a database is and how it is used to help solve business problems.  In the process of bui</w:t>
      </w:r>
      <w:r>
        <w:rPr>
          <w:rFonts w:cs="Calibri"/>
        </w:rPr>
        <w:t xml:space="preserve">lding an information </w:t>
      </w:r>
      <w:r>
        <w:rPr>
          <w:rFonts w:cs="Calibri"/>
        </w:rPr>
        <w:t>system, student</w:t>
      </w:r>
      <w:r>
        <w:rPr>
          <w:rFonts w:cs="Calibri"/>
        </w:rPr>
        <w:t xml:space="preserve"> will learn the</w:t>
      </w:r>
      <w:r w:rsidRPr="006422B6">
        <w:rPr>
          <w:rFonts w:cs="Calibri"/>
        </w:rPr>
        <w:t xml:space="preserve"> principles related to data modeling.</w:t>
      </w:r>
      <w:r>
        <w:rPr>
          <w:rFonts w:cs="Calibri"/>
        </w:rPr>
        <w:t xml:space="preserve"> Students will develop a simple database system in </w:t>
      </w:r>
      <w:r>
        <w:rPr>
          <w:rFonts w:cs="Calibri"/>
        </w:rPr>
        <w:t>MySQL</w:t>
      </w:r>
      <w:r>
        <w:rPr>
          <w:rFonts w:cs="Calibri"/>
        </w:rPr>
        <w:t xml:space="preserve"> and </w:t>
      </w:r>
      <w:r>
        <w:rPr>
          <w:rFonts w:cs="Calibri"/>
        </w:rPr>
        <w:t xml:space="preserve">employ </w:t>
      </w:r>
      <w:r w:rsidRPr="006422B6">
        <w:rPr>
          <w:rFonts w:cs="Calibri"/>
        </w:rPr>
        <w:t>Structured</w:t>
      </w:r>
      <w:r>
        <w:rPr>
          <w:rFonts w:cs="Calibri"/>
        </w:rPr>
        <w:t xml:space="preserve"> Query Language (SQL) to setup and query a database</w:t>
      </w:r>
    </w:p>
    <w:p w14:paraId="5016D469" w14:textId="77777777" w:rsidR="00251DB1" w:rsidRPr="003A5DC7" w:rsidRDefault="00251DB1" w:rsidP="00544AA2">
      <w:pPr>
        <w:pStyle w:val="Heading3"/>
      </w:pPr>
      <w:r w:rsidRPr="003A5DC7">
        <w:t>Course Outcomes</w:t>
      </w:r>
    </w:p>
    <w:p w14:paraId="13BA7B8B" w14:textId="77777777" w:rsidR="008E3F53" w:rsidRDefault="00CF0270" w:rsidP="00544AA2">
      <w:r w:rsidRPr="001C4806">
        <w:t>Upon completion of this course, students will:</w:t>
      </w:r>
    </w:p>
    <w:p w14:paraId="7F375FD1" w14:textId="77777777" w:rsidR="00AD25F1" w:rsidRDefault="00AD25F1" w:rsidP="001C4A48">
      <w:pPr>
        <w:pStyle w:val="ListParagraph"/>
        <w:numPr>
          <w:ilvl w:val="0"/>
          <w:numId w:val="7"/>
        </w:numPr>
        <w:spacing w:line="252" w:lineRule="auto"/>
      </w:pPr>
      <w:r>
        <w:t>describe relational database core concepts</w:t>
      </w:r>
    </w:p>
    <w:p w14:paraId="0A63D608" w14:textId="77777777" w:rsidR="00AD25F1" w:rsidRDefault="00AD25F1" w:rsidP="001C4A48">
      <w:pPr>
        <w:pStyle w:val="ListParagraph"/>
        <w:numPr>
          <w:ilvl w:val="0"/>
          <w:numId w:val="7"/>
        </w:numPr>
        <w:spacing w:line="252" w:lineRule="auto"/>
      </w:pPr>
      <w:r>
        <w:t>apply SQL (Structured Query Language) for data manipulation and retrieval</w:t>
      </w:r>
    </w:p>
    <w:p w14:paraId="3316A32F" w14:textId="77777777" w:rsidR="00AD25F1" w:rsidRDefault="00AD25F1" w:rsidP="001C4A48">
      <w:pPr>
        <w:pStyle w:val="ListParagraph"/>
        <w:numPr>
          <w:ilvl w:val="0"/>
          <w:numId w:val="7"/>
        </w:numPr>
        <w:spacing w:line="252" w:lineRule="auto"/>
      </w:pPr>
      <w:r>
        <w:t>apply entity relationship (E/R) modeling and normalization towards the conceptual design of a relational database</w:t>
      </w:r>
    </w:p>
    <w:p w14:paraId="067F1759" w14:textId="77777777" w:rsidR="00AD25F1" w:rsidRDefault="00AD25F1" w:rsidP="001C4A48">
      <w:pPr>
        <w:pStyle w:val="ListParagraph"/>
        <w:numPr>
          <w:ilvl w:val="0"/>
          <w:numId w:val="7"/>
        </w:numPr>
        <w:spacing w:line="252" w:lineRule="auto"/>
      </w:pPr>
      <w:r>
        <w:t>design and implement a relational database</w:t>
      </w:r>
    </w:p>
    <w:p w14:paraId="54AF5991" w14:textId="77777777" w:rsidR="00AD25F1" w:rsidRDefault="00AD25F1" w:rsidP="001C4A48">
      <w:pPr>
        <w:pStyle w:val="ListParagraph"/>
        <w:numPr>
          <w:ilvl w:val="0"/>
          <w:numId w:val="7"/>
        </w:numPr>
        <w:spacing w:after="0" w:line="240" w:lineRule="auto"/>
      </w:pPr>
      <w:r>
        <w:t xml:space="preserve">discuss emerging trends in database technologies such as non-relational database technologies </w:t>
      </w:r>
    </w:p>
    <w:p w14:paraId="5016D46C" w14:textId="77777777" w:rsidR="00B94D62" w:rsidRPr="00B94D62" w:rsidRDefault="00B94D62" w:rsidP="00544AA2">
      <w:pPr>
        <w:pStyle w:val="Heading3"/>
      </w:pPr>
      <w:r w:rsidRPr="00B94D62">
        <w:t>Course Requirements and Grading</w:t>
      </w:r>
      <w:r w:rsidR="006958D5">
        <w:t xml:space="preserve"> </w:t>
      </w:r>
    </w:p>
    <w:p w14:paraId="3990D86B" w14:textId="77777777" w:rsidR="00AD25F1" w:rsidRDefault="00AD25F1" w:rsidP="00AD25F1">
      <w:r w:rsidRPr="0021795B">
        <w:t>You can expect to access the course materials and grades via our course in Brightspace (Desire to Learn). Students should check this Brightspace regularly, as course changes will always be announced and recorded on the course site.</w:t>
      </w:r>
      <w:r>
        <w:t xml:space="preserve"> </w:t>
      </w:r>
    </w:p>
    <w:p w14:paraId="5C36B37E" w14:textId="0658A155" w:rsidR="00AD25F1" w:rsidRDefault="00AD25F1" w:rsidP="00AD25F1">
      <w:pPr>
        <w:ind w:left="720" w:hanging="720"/>
      </w:pPr>
      <w:r>
        <w:t xml:space="preserve">Students need to bring laptop computers to class to complete class activities. Windows based laptop or Apple </w:t>
      </w:r>
      <w:r w:rsidRPr="00595115">
        <w:t>MacBook (see IT Laptop Program @ www.ggc.edu/itlaptop)</w:t>
      </w:r>
    </w:p>
    <w:p w14:paraId="5016D46E" w14:textId="6041ED3A" w:rsidR="00856922" w:rsidRPr="001C757D" w:rsidRDefault="00B94D62" w:rsidP="00544AA2">
      <w:pPr>
        <w:pStyle w:val="Heading4"/>
      </w:pPr>
      <w:r w:rsidRPr="001C757D">
        <w:t xml:space="preserve">Grading Scale </w:t>
      </w:r>
    </w:p>
    <w:p w14:paraId="5016D470" w14:textId="77777777" w:rsidR="00B94D62" w:rsidRPr="002E6341" w:rsidRDefault="00B94D62" w:rsidP="001C4A48">
      <w:pPr>
        <w:numPr>
          <w:ilvl w:val="0"/>
          <w:numId w:val="9"/>
        </w:numPr>
      </w:pPr>
      <w:r w:rsidRPr="002E6341">
        <w:t>A</w:t>
      </w:r>
      <w:r w:rsidR="006958D5">
        <w:t xml:space="preserve"> </w:t>
      </w:r>
      <w:r w:rsidRPr="002E6341">
        <w:t>(Excellent) 90-100</w:t>
      </w:r>
    </w:p>
    <w:p w14:paraId="5016D471" w14:textId="77777777" w:rsidR="00B94D62" w:rsidRPr="002E6341" w:rsidRDefault="00B94D62" w:rsidP="001C4A48">
      <w:pPr>
        <w:numPr>
          <w:ilvl w:val="0"/>
          <w:numId w:val="9"/>
        </w:numPr>
      </w:pPr>
      <w:r w:rsidRPr="002E6341">
        <w:t>B</w:t>
      </w:r>
      <w:r w:rsidR="006958D5">
        <w:t xml:space="preserve"> </w:t>
      </w:r>
      <w:r w:rsidRPr="002E6341">
        <w:t>(Good) 80-89</w:t>
      </w:r>
    </w:p>
    <w:p w14:paraId="5016D472" w14:textId="77777777" w:rsidR="00B94D62" w:rsidRPr="002E6341" w:rsidRDefault="00B94D62" w:rsidP="001C4A48">
      <w:pPr>
        <w:numPr>
          <w:ilvl w:val="0"/>
          <w:numId w:val="9"/>
        </w:numPr>
      </w:pPr>
      <w:r w:rsidRPr="002E6341">
        <w:t>C</w:t>
      </w:r>
      <w:r w:rsidR="006958D5">
        <w:t xml:space="preserve"> </w:t>
      </w:r>
      <w:r w:rsidRPr="002E6341">
        <w:t>(Fair) 70-79</w:t>
      </w:r>
    </w:p>
    <w:p w14:paraId="5016D473" w14:textId="77777777" w:rsidR="00B94D62" w:rsidRPr="002E6341" w:rsidRDefault="00B94D62" w:rsidP="001C4A48">
      <w:pPr>
        <w:numPr>
          <w:ilvl w:val="0"/>
          <w:numId w:val="9"/>
        </w:numPr>
      </w:pPr>
      <w:r w:rsidRPr="002E6341">
        <w:t>D</w:t>
      </w:r>
      <w:r w:rsidR="006958D5">
        <w:t xml:space="preserve"> </w:t>
      </w:r>
      <w:r w:rsidRPr="002E6341">
        <w:t>(Poor) 60-69</w:t>
      </w:r>
    </w:p>
    <w:p w14:paraId="5016D474" w14:textId="77777777" w:rsidR="00B94D62" w:rsidRDefault="00B94D62" w:rsidP="001C4A48">
      <w:pPr>
        <w:numPr>
          <w:ilvl w:val="0"/>
          <w:numId w:val="9"/>
        </w:numPr>
      </w:pPr>
      <w:r w:rsidRPr="002E6341">
        <w:t>F</w:t>
      </w:r>
      <w:r w:rsidR="006958D5">
        <w:t xml:space="preserve"> </w:t>
      </w:r>
      <w:r w:rsidRPr="002E6341">
        <w:t>(Failure) 59 and below</w:t>
      </w:r>
    </w:p>
    <w:p w14:paraId="5016D475" w14:textId="77777777" w:rsidR="00D76928" w:rsidRDefault="006A6681" w:rsidP="00544AA2">
      <w:pPr>
        <w:pStyle w:val="Heading4"/>
      </w:pPr>
      <w:r>
        <w:t>Grading</w:t>
      </w:r>
      <w:r w:rsidR="000D3026">
        <w:t xml:space="preserve"> Percentages</w:t>
      </w:r>
    </w:p>
    <w:tbl>
      <w:tblPr>
        <w:tblStyle w:val="GridTable41"/>
        <w:tblW w:w="4698" w:type="dxa"/>
        <w:tblInd w:w="607" w:type="dxa"/>
        <w:tblLook w:val="06A0" w:firstRow="1" w:lastRow="0" w:firstColumn="1" w:lastColumn="0" w:noHBand="1" w:noVBand="1"/>
        <w:tblDescription w:val="Describes relative importance of items in each grading category"/>
      </w:tblPr>
      <w:tblGrid>
        <w:gridCol w:w="2628"/>
        <w:gridCol w:w="2070"/>
      </w:tblGrid>
      <w:tr w:rsidR="00AD25F1" w:rsidRPr="009476A3" w14:paraId="359FE8F7" w14:textId="77777777" w:rsidTr="009405C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628" w:type="dxa"/>
          </w:tcPr>
          <w:p w14:paraId="13E7E309" w14:textId="77777777" w:rsidR="00AD25F1" w:rsidRPr="009476A3" w:rsidRDefault="00AD25F1" w:rsidP="009405CC">
            <w:pPr>
              <w:spacing w:after="0" w:line="240" w:lineRule="auto"/>
            </w:pPr>
            <w:r w:rsidRPr="009476A3">
              <w:t>Grading Category</w:t>
            </w:r>
          </w:p>
        </w:tc>
        <w:tc>
          <w:tcPr>
            <w:tcW w:w="2070" w:type="dxa"/>
          </w:tcPr>
          <w:p w14:paraId="41FD8339" w14:textId="77777777" w:rsidR="00AD25F1" w:rsidRPr="009476A3" w:rsidRDefault="00AD25F1" w:rsidP="009405CC">
            <w:pPr>
              <w:spacing w:after="0" w:line="240" w:lineRule="auto"/>
              <w:jc w:val="center"/>
              <w:cnfStyle w:val="100000000000" w:firstRow="1" w:lastRow="0" w:firstColumn="0" w:lastColumn="0" w:oddVBand="0" w:evenVBand="0" w:oddHBand="0" w:evenHBand="0" w:firstRowFirstColumn="0" w:firstRowLastColumn="0" w:lastRowFirstColumn="0" w:lastRowLastColumn="0"/>
            </w:pPr>
            <w:r w:rsidRPr="009476A3">
              <w:t>Percent Weight</w:t>
            </w:r>
          </w:p>
        </w:tc>
      </w:tr>
      <w:tr w:rsidR="00AD25F1" w:rsidRPr="009476A3" w14:paraId="1148D30D" w14:textId="77777777" w:rsidTr="009405CC">
        <w:tc>
          <w:tcPr>
            <w:cnfStyle w:val="001000000000" w:firstRow="0" w:lastRow="0" w:firstColumn="1" w:lastColumn="0" w:oddVBand="0" w:evenVBand="0" w:oddHBand="0" w:evenHBand="0" w:firstRowFirstColumn="0" w:firstRowLastColumn="0" w:lastRowFirstColumn="0" w:lastRowLastColumn="0"/>
            <w:tcW w:w="2628" w:type="dxa"/>
          </w:tcPr>
          <w:p w14:paraId="52B91B9A" w14:textId="77777777" w:rsidR="00AD25F1" w:rsidRPr="009476A3" w:rsidRDefault="00AD25F1" w:rsidP="009405CC">
            <w:pPr>
              <w:spacing w:after="0" w:line="240" w:lineRule="auto"/>
            </w:pPr>
            <w:r>
              <w:t xml:space="preserve">Class Assignments </w:t>
            </w:r>
          </w:p>
        </w:tc>
        <w:tc>
          <w:tcPr>
            <w:tcW w:w="2070" w:type="dxa"/>
          </w:tcPr>
          <w:p w14:paraId="2264D4EA" w14:textId="77777777" w:rsidR="00AD25F1" w:rsidRPr="009476A3" w:rsidRDefault="00AD25F1" w:rsidP="009405CC">
            <w:pPr>
              <w:spacing w:after="0" w:line="240" w:lineRule="auto"/>
              <w:jc w:val="center"/>
              <w:cnfStyle w:val="000000000000" w:firstRow="0" w:lastRow="0" w:firstColumn="0" w:lastColumn="0" w:oddVBand="0" w:evenVBand="0" w:oddHBand="0" w:evenHBand="0" w:firstRowFirstColumn="0" w:firstRowLastColumn="0" w:lastRowFirstColumn="0" w:lastRowLastColumn="0"/>
            </w:pPr>
            <w:r>
              <w:t>20%</w:t>
            </w:r>
          </w:p>
        </w:tc>
      </w:tr>
      <w:tr w:rsidR="00AD25F1" w:rsidRPr="009476A3" w14:paraId="6876329C" w14:textId="77777777" w:rsidTr="009405CC">
        <w:tc>
          <w:tcPr>
            <w:cnfStyle w:val="001000000000" w:firstRow="0" w:lastRow="0" w:firstColumn="1" w:lastColumn="0" w:oddVBand="0" w:evenVBand="0" w:oddHBand="0" w:evenHBand="0" w:firstRowFirstColumn="0" w:firstRowLastColumn="0" w:lastRowFirstColumn="0" w:lastRowLastColumn="0"/>
            <w:tcW w:w="2628" w:type="dxa"/>
          </w:tcPr>
          <w:p w14:paraId="31D55C7C" w14:textId="77777777" w:rsidR="00AD25F1" w:rsidRPr="009476A3" w:rsidRDefault="00AD25F1" w:rsidP="009405CC">
            <w:pPr>
              <w:spacing w:after="0" w:line="240" w:lineRule="auto"/>
            </w:pPr>
            <w:r>
              <w:t xml:space="preserve">Quizzes </w:t>
            </w:r>
          </w:p>
        </w:tc>
        <w:tc>
          <w:tcPr>
            <w:tcW w:w="2070" w:type="dxa"/>
          </w:tcPr>
          <w:p w14:paraId="6149D4D1" w14:textId="77777777" w:rsidR="00AD25F1" w:rsidRPr="009476A3" w:rsidRDefault="00AD25F1" w:rsidP="009405CC">
            <w:pPr>
              <w:spacing w:after="0" w:line="240" w:lineRule="auto"/>
              <w:jc w:val="center"/>
              <w:cnfStyle w:val="000000000000" w:firstRow="0" w:lastRow="0" w:firstColumn="0" w:lastColumn="0" w:oddVBand="0" w:evenVBand="0" w:oddHBand="0" w:evenHBand="0" w:firstRowFirstColumn="0" w:firstRowLastColumn="0" w:lastRowFirstColumn="0" w:lastRowLastColumn="0"/>
            </w:pPr>
            <w:r>
              <w:t>10%</w:t>
            </w:r>
          </w:p>
        </w:tc>
      </w:tr>
      <w:tr w:rsidR="00AD25F1" w:rsidRPr="009476A3" w14:paraId="41AD3222" w14:textId="77777777" w:rsidTr="009405CC">
        <w:tc>
          <w:tcPr>
            <w:cnfStyle w:val="001000000000" w:firstRow="0" w:lastRow="0" w:firstColumn="1" w:lastColumn="0" w:oddVBand="0" w:evenVBand="0" w:oddHBand="0" w:evenHBand="0" w:firstRowFirstColumn="0" w:firstRowLastColumn="0" w:lastRowFirstColumn="0" w:lastRowLastColumn="0"/>
            <w:tcW w:w="2628" w:type="dxa"/>
          </w:tcPr>
          <w:p w14:paraId="19807EF7" w14:textId="47B75D24" w:rsidR="00AD25F1" w:rsidRPr="009476A3" w:rsidRDefault="00F82B73" w:rsidP="009405CC">
            <w:pPr>
              <w:spacing w:after="0" w:line="240" w:lineRule="auto"/>
            </w:pPr>
            <w:r>
              <w:t xml:space="preserve">SQL Homework </w:t>
            </w:r>
          </w:p>
        </w:tc>
        <w:tc>
          <w:tcPr>
            <w:tcW w:w="2070" w:type="dxa"/>
          </w:tcPr>
          <w:p w14:paraId="7193799B" w14:textId="77777777" w:rsidR="00AD25F1" w:rsidRPr="009476A3" w:rsidRDefault="00AD25F1" w:rsidP="009405CC">
            <w:pPr>
              <w:spacing w:after="0" w:line="240" w:lineRule="auto"/>
              <w:jc w:val="center"/>
              <w:cnfStyle w:val="000000000000" w:firstRow="0" w:lastRow="0" w:firstColumn="0" w:lastColumn="0" w:oddVBand="0" w:evenVBand="0" w:oddHBand="0" w:evenHBand="0" w:firstRowFirstColumn="0" w:firstRowLastColumn="0" w:lastRowFirstColumn="0" w:lastRowLastColumn="0"/>
            </w:pPr>
            <w:r>
              <w:t>10%</w:t>
            </w:r>
          </w:p>
        </w:tc>
      </w:tr>
      <w:tr w:rsidR="00AD25F1" w:rsidRPr="009476A3" w14:paraId="08A24C0A" w14:textId="77777777" w:rsidTr="009405CC">
        <w:tc>
          <w:tcPr>
            <w:cnfStyle w:val="001000000000" w:firstRow="0" w:lastRow="0" w:firstColumn="1" w:lastColumn="0" w:oddVBand="0" w:evenVBand="0" w:oddHBand="0" w:evenHBand="0" w:firstRowFirstColumn="0" w:firstRowLastColumn="0" w:lastRowFirstColumn="0" w:lastRowLastColumn="0"/>
            <w:tcW w:w="2628" w:type="dxa"/>
          </w:tcPr>
          <w:p w14:paraId="2C6921E3" w14:textId="30AF056D" w:rsidR="00AD25F1" w:rsidRPr="009476A3" w:rsidRDefault="00AD25F1" w:rsidP="009405CC">
            <w:pPr>
              <w:spacing w:after="0" w:line="240" w:lineRule="auto"/>
            </w:pPr>
            <w:r>
              <w:t>E</w:t>
            </w:r>
            <w:r>
              <w:t xml:space="preserve">xams </w:t>
            </w:r>
          </w:p>
        </w:tc>
        <w:tc>
          <w:tcPr>
            <w:tcW w:w="2070" w:type="dxa"/>
          </w:tcPr>
          <w:p w14:paraId="5845CBA5" w14:textId="77777777" w:rsidR="00AD25F1" w:rsidRPr="009476A3" w:rsidRDefault="00AD25F1" w:rsidP="009405CC">
            <w:pPr>
              <w:spacing w:after="0" w:line="240" w:lineRule="auto"/>
              <w:jc w:val="center"/>
              <w:cnfStyle w:val="000000000000" w:firstRow="0" w:lastRow="0" w:firstColumn="0" w:lastColumn="0" w:oddVBand="0" w:evenVBand="0" w:oddHBand="0" w:evenHBand="0" w:firstRowFirstColumn="0" w:firstRowLastColumn="0" w:lastRowFirstColumn="0" w:lastRowLastColumn="0"/>
            </w:pPr>
            <w:r>
              <w:t>40%</w:t>
            </w:r>
          </w:p>
        </w:tc>
      </w:tr>
      <w:tr w:rsidR="00AD25F1" w:rsidRPr="009476A3" w14:paraId="4408E742" w14:textId="77777777" w:rsidTr="009405CC">
        <w:tc>
          <w:tcPr>
            <w:cnfStyle w:val="001000000000" w:firstRow="0" w:lastRow="0" w:firstColumn="1" w:lastColumn="0" w:oddVBand="0" w:evenVBand="0" w:oddHBand="0" w:evenHBand="0" w:firstRowFirstColumn="0" w:firstRowLastColumn="0" w:lastRowFirstColumn="0" w:lastRowLastColumn="0"/>
            <w:tcW w:w="2628" w:type="dxa"/>
          </w:tcPr>
          <w:p w14:paraId="554BDFF7" w14:textId="77777777" w:rsidR="00AD25F1" w:rsidRDefault="00AD25F1" w:rsidP="009405CC">
            <w:pPr>
              <w:spacing w:after="0" w:line="240" w:lineRule="auto"/>
            </w:pPr>
            <w:r>
              <w:t xml:space="preserve">Paired Database Project </w:t>
            </w:r>
          </w:p>
        </w:tc>
        <w:tc>
          <w:tcPr>
            <w:tcW w:w="2070" w:type="dxa"/>
          </w:tcPr>
          <w:p w14:paraId="5ADBF9BE" w14:textId="77777777" w:rsidR="00AD25F1" w:rsidRDefault="00AD25F1" w:rsidP="009405CC">
            <w:pPr>
              <w:spacing w:after="0" w:line="240" w:lineRule="auto"/>
              <w:jc w:val="center"/>
              <w:cnfStyle w:val="000000000000" w:firstRow="0" w:lastRow="0" w:firstColumn="0" w:lastColumn="0" w:oddVBand="0" w:evenVBand="0" w:oddHBand="0" w:evenHBand="0" w:firstRowFirstColumn="0" w:firstRowLastColumn="0" w:lastRowFirstColumn="0" w:lastRowLastColumn="0"/>
            </w:pPr>
            <w:r>
              <w:t>20%</w:t>
            </w:r>
          </w:p>
        </w:tc>
      </w:tr>
    </w:tbl>
    <w:p w14:paraId="5016D486" w14:textId="77777777" w:rsidR="000D3026" w:rsidRPr="002E6341" w:rsidRDefault="000D3026" w:rsidP="00544AA2"/>
    <w:p w14:paraId="5016D487" w14:textId="77777777" w:rsidR="00B94D62" w:rsidRPr="00B94D62" w:rsidRDefault="00B94D62" w:rsidP="00544AA2">
      <w:pPr>
        <w:pStyle w:val="Heading4"/>
      </w:pPr>
      <w:r w:rsidRPr="00B94D62">
        <w:t xml:space="preserve">Late Work Policy </w:t>
      </w:r>
    </w:p>
    <w:p w14:paraId="34023552" w14:textId="77777777" w:rsidR="00AD25F1" w:rsidRPr="00817ECC" w:rsidRDefault="00AD25F1" w:rsidP="001C4A48">
      <w:pPr>
        <w:pStyle w:val="ListParagraph"/>
        <w:numPr>
          <w:ilvl w:val="0"/>
          <w:numId w:val="10"/>
        </w:numPr>
        <w:tabs>
          <w:tab w:val="left" w:pos="1980"/>
        </w:tabs>
        <w:spacing w:after="0" w:line="240" w:lineRule="auto"/>
        <w:contextualSpacing/>
        <w:jc w:val="both"/>
      </w:pPr>
      <w:r w:rsidRPr="00817ECC">
        <w:t xml:space="preserve">Late Assignment will incur a 5% deduction per day up to </w:t>
      </w:r>
      <w:r>
        <w:t xml:space="preserve">5 </w:t>
      </w:r>
      <w:r w:rsidRPr="00817ECC">
        <w:t xml:space="preserve">days.  Anything submitted on the </w:t>
      </w:r>
      <w:r>
        <w:t>6</w:t>
      </w:r>
      <w:r w:rsidRPr="00817ECC">
        <w:t>th day from the due date or later will not be accepted for grading and will result in a score of zero.</w:t>
      </w:r>
    </w:p>
    <w:p w14:paraId="53C45844" w14:textId="77777777" w:rsidR="00AD25F1" w:rsidRPr="00817ECC" w:rsidRDefault="00AD25F1" w:rsidP="001C4A48">
      <w:pPr>
        <w:pStyle w:val="ListParagraph"/>
        <w:numPr>
          <w:ilvl w:val="0"/>
          <w:numId w:val="10"/>
        </w:numPr>
        <w:tabs>
          <w:tab w:val="left" w:pos="1980"/>
        </w:tabs>
        <w:spacing w:after="0" w:line="240" w:lineRule="auto"/>
        <w:contextualSpacing/>
        <w:jc w:val="both"/>
      </w:pPr>
      <w:r w:rsidRPr="00817ECC">
        <w:t xml:space="preserve">No make-up tests, quizzes, midterm exam, or final exam will be given, unless previously approved. </w:t>
      </w:r>
    </w:p>
    <w:p w14:paraId="49B80770" w14:textId="0C7FA94E" w:rsidR="00AD25F1" w:rsidRDefault="00AD25F1" w:rsidP="001C4A48">
      <w:pPr>
        <w:pStyle w:val="ListParagraph"/>
        <w:numPr>
          <w:ilvl w:val="0"/>
          <w:numId w:val="10"/>
        </w:numPr>
        <w:tabs>
          <w:tab w:val="left" w:pos="1980"/>
        </w:tabs>
        <w:spacing w:after="0" w:line="240" w:lineRule="auto"/>
        <w:contextualSpacing/>
        <w:jc w:val="both"/>
      </w:pPr>
      <w:r w:rsidRPr="00817ECC">
        <w:t xml:space="preserve">All assigned quizzes, assignments, and projects must be submitted via D2L only. No e-mail submissions allowed. Any assignment submitted via e-mail or e-mail attachments will not be counted and will not be included in your grades. </w:t>
      </w:r>
    </w:p>
    <w:p w14:paraId="5016D48A" w14:textId="1A3BE506" w:rsidR="00B94D62" w:rsidRDefault="00B94D62" w:rsidP="00AD25F1">
      <w:pPr>
        <w:pStyle w:val="Heading4"/>
        <w:rPr>
          <w:rStyle w:val="Strong"/>
          <w:rFonts w:eastAsia="Yu Mincho" w:cs="Times New Roman"/>
          <w:sz w:val="22"/>
          <w:szCs w:val="22"/>
        </w:rPr>
      </w:pPr>
      <w:r w:rsidRPr="00856922">
        <w:t xml:space="preserve">Assessment Tools </w:t>
      </w:r>
    </w:p>
    <w:p w14:paraId="22AD40A2" w14:textId="77777777" w:rsidR="00AD25F1" w:rsidRDefault="00AD25F1" w:rsidP="001C4A48">
      <w:pPr>
        <w:pStyle w:val="ListParagraph"/>
        <w:numPr>
          <w:ilvl w:val="0"/>
          <w:numId w:val="11"/>
        </w:numPr>
        <w:tabs>
          <w:tab w:val="left" w:pos="1980"/>
        </w:tabs>
        <w:spacing w:after="0" w:line="240" w:lineRule="auto"/>
        <w:contextualSpacing/>
        <w:jc w:val="both"/>
      </w:pPr>
      <w:r w:rsidRPr="00B51E69">
        <w:t>Quizzes</w:t>
      </w:r>
      <w:r>
        <w:t>- There will be 5 quizzes in the courses and each quiz will account for 20 points</w:t>
      </w:r>
    </w:p>
    <w:p w14:paraId="6B9547AA" w14:textId="77E7A0C7" w:rsidR="00AD25F1" w:rsidRDefault="00F82B73" w:rsidP="001C4A48">
      <w:pPr>
        <w:pStyle w:val="ListParagraph"/>
        <w:numPr>
          <w:ilvl w:val="0"/>
          <w:numId w:val="11"/>
        </w:numPr>
        <w:tabs>
          <w:tab w:val="left" w:pos="1980"/>
        </w:tabs>
        <w:spacing w:after="0" w:line="240" w:lineRule="auto"/>
        <w:contextualSpacing/>
        <w:jc w:val="both"/>
      </w:pPr>
      <w:r>
        <w:t>SQL Homework</w:t>
      </w:r>
      <w:r w:rsidR="00AD25F1" w:rsidRPr="00B51E69">
        <w:t>-</w:t>
      </w:r>
      <w:r w:rsidR="00AD25F1">
        <w:t xml:space="preserve"> Homework will be assigned in d2l and students are expected to submit homework in d2l. The instructions for the homework will be provided in d2l. There will be one SQL homework assignment in the course. </w:t>
      </w:r>
    </w:p>
    <w:p w14:paraId="58EB232B" w14:textId="539583C1" w:rsidR="00AD25F1" w:rsidRPr="00B51E69" w:rsidRDefault="00AD25F1" w:rsidP="001C4A48">
      <w:pPr>
        <w:pStyle w:val="ListParagraph"/>
        <w:numPr>
          <w:ilvl w:val="0"/>
          <w:numId w:val="11"/>
        </w:numPr>
        <w:tabs>
          <w:tab w:val="left" w:pos="1980"/>
        </w:tabs>
        <w:spacing w:after="0" w:line="240" w:lineRule="auto"/>
        <w:contextualSpacing/>
        <w:jc w:val="both"/>
      </w:pPr>
      <w:r w:rsidRPr="00B51E69">
        <w:t>Class Assignments</w:t>
      </w:r>
      <w:r>
        <w:t xml:space="preserve">- The contents covered will </w:t>
      </w:r>
      <w:r w:rsidR="004348A8">
        <w:t>include class</w:t>
      </w:r>
      <w:r>
        <w:t xml:space="preserve"> assignments that are designed to reinforce the topics covered in class and </w:t>
      </w:r>
      <w:r w:rsidR="004348A8">
        <w:t>promote interaction</w:t>
      </w:r>
      <w:r>
        <w:t>.</w:t>
      </w:r>
      <w:r w:rsidRPr="00432846">
        <w:t xml:space="preserve"> </w:t>
      </w:r>
      <w:r>
        <w:t>Students will work on several hands-on database labs and projects. Students are expected to complete the class assignments and upload them to d2l by the due date assigned</w:t>
      </w:r>
      <w:r w:rsidRPr="00B51E69">
        <w:t>. Students are required to bring their laptops to every</w:t>
      </w:r>
      <w:r>
        <w:t xml:space="preserve"> face to face</w:t>
      </w:r>
      <w:r w:rsidRPr="00B51E69">
        <w:t xml:space="preserve"> class</w:t>
      </w:r>
    </w:p>
    <w:p w14:paraId="4FB0FD5D" w14:textId="77777777" w:rsidR="00AD25F1" w:rsidRPr="00E84504" w:rsidRDefault="00AD25F1" w:rsidP="001C4A48">
      <w:pPr>
        <w:pStyle w:val="ListParagraph"/>
        <w:numPr>
          <w:ilvl w:val="0"/>
          <w:numId w:val="11"/>
        </w:numPr>
        <w:tabs>
          <w:tab w:val="left" w:pos="1980"/>
        </w:tabs>
        <w:spacing w:after="0" w:line="240" w:lineRule="auto"/>
        <w:contextualSpacing/>
        <w:jc w:val="both"/>
      </w:pPr>
      <w:r w:rsidRPr="00B51E69">
        <w:t>Paired Database Project</w:t>
      </w:r>
      <w:r>
        <w:t xml:space="preserve">- Each student will work with another student using MS Teams or similar virtual meeting tool in a paired programming style to complete the database class project. The class project is focused on enabling students to design and develop a database. The database project will be completed in milestones and details about the class project will be included in d2l. </w:t>
      </w:r>
    </w:p>
    <w:p w14:paraId="61956B98" w14:textId="798CB28B" w:rsidR="001422B2" w:rsidRDefault="00AD25F1" w:rsidP="001C4A48">
      <w:pPr>
        <w:pStyle w:val="ListParagraph"/>
        <w:numPr>
          <w:ilvl w:val="0"/>
          <w:numId w:val="11"/>
        </w:numPr>
        <w:tabs>
          <w:tab w:val="left" w:pos="1980"/>
        </w:tabs>
        <w:spacing w:after="0" w:line="240" w:lineRule="auto"/>
        <w:contextualSpacing/>
        <w:jc w:val="both"/>
      </w:pPr>
      <w:r w:rsidRPr="00B51E69">
        <w:t>Exams-</w:t>
      </w:r>
      <w:r>
        <w:t xml:space="preserve"> There will be three major exams in the course. Exam 1 is worth 100 points. Exam2 accounts for 200 points and Exam 3 accounts for 100 points.  Students will complete the exams using </w:t>
      </w:r>
      <w:proofErr w:type="spellStart"/>
      <w:r>
        <w:t>Respondus</w:t>
      </w:r>
      <w:proofErr w:type="spellEnd"/>
      <w:r>
        <w:t xml:space="preserve"> Monitor</w:t>
      </w:r>
      <w:r w:rsidR="004348A8">
        <w:t>/</w:t>
      </w:r>
      <w:proofErr w:type="spellStart"/>
      <w:r w:rsidR="004348A8">
        <w:t>Lockdownbrowser</w:t>
      </w:r>
      <w:proofErr w:type="spellEnd"/>
      <w:r w:rsidR="004348A8">
        <w:t xml:space="preserve">. </w:t>
      </w:r>
    </w:p>
    <w:p w14:paraId="7E504230" w14:textId="29705D23" w:rsidR="001422B2" w:rsidRPr="001422B2" w:rsidRDefault="00B94D62" w:rsidP="00D47A49">
      <w:pPr>
        <w:pStyle w:val="Heading3"/>
      </w:pPr>
      <w:r w:rsidRPr="00856922">
        <w:t>Course Outline/Assessments</w:t>
      </w:r>
    </w:p>
    <w:tbl>
      <w:tblPr>
        <w:tblStyle w:val="ListTable3"/>
        <w:tblW w:w="0" w:type="auto"/>
        <w:tblInd w:w="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ists details for individual assignments, including due dates and point values"/>
      </w:tblPr>
      <w:tblGrid>
        <w:gridCol w:w="1507"/>
        <w:gridCol w:w="2340"/>
        <w:gridCol w:w="2985"/>
      </w:tblGrid>
      <w:tr w:rsidR="006864FC" w:rsidRPr="009476A3" w14:paraId="5016D491" w14:textId="77777777" w:rsidTr="00FC051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507" w:type="dxa"/>
          </w:tcPr>
          <w:p w14:paraId="5016D48D" w14:textId="62B18322" w:rsidR="006864FC" w:rsidRPr="009476A3" w:rsidRDefault="006864FC" w:rsidP="00544AA2">
            <w:pPr>
              <w:rPr>
                <w:b w:val="0"/>
                <w:bCs w:val="0"/>
              </w:rPr>
            </w:pPr>
            <w:r>
              <w:t>Week</w:t>
            </w:r>
          </w:p>
        </w:tc>
        <w:tc>
          <w:tcPr>
            <w:tcW w:w="2340" w:type="dxa"/>
          </w:tcPr>
          <w:p w14:paraId="5016D48E" w14:textId="77777777" w:rsidR="006864FC" w:rsidRPr="009476A3" w:rsidRDefault="006864FC" w:rsidP="00544AA2">
            <w:pPr>
              <w:cnfStyle w:val="100000000000" w:firstRow="1" w:lastRow="0" w:firstColumn="0" w:lastColumn="0" w:oddVBand="0" w:evenVBand="0" w:oddHBand="0" w:evenHBand="0" w:firstRowFirstColumn="0" w:firstRowLastColumn="0" w:lastRowFirstColumn="0" w:lastRowLastColumn="0"/>
              <w:rPr>
                <w:b w:val="0"/>
                <w:bCs w:val="0"/>
              </w:rPr>
            </w:pPr>
            <w:r w:rsidRPr="009476A3">
              <w:t>Topics</w:t>
            </w:r>
          </w:p>
        </w:tc>
        <w:tc>
          <w:tcPr>
            <w:tcW w:w="2985" w:type="dxa"/>
          </w:tcPr>
          <w:p w14:paraId="5016D48F" w14:textId="0FD7C601" w:rsidR="006864FC" w:rsidRPr="009476A3" w:rsidRDefault="006864FC" w:rsidP="00544AA2">
            <w:pPr>
              <w:cnfStyle w:val="100000000000" w:firstRow="1" w:lastRow="0" w:firstColumn="0" w:lastColumn="0" w:oddVBand="0" w:evenVBand="0" w:oddHBand="0" w:evenHBand="0" w:firstRowFirstColumn="0" w:firstRowLastColumn="0" w:lastRowFirstColumn="0" w:lastRowLastColumn="0"/>
              <w:rPr>
                <w:b w:val="0"/>
                <w:bCs w:val="0"/>
              </w:rPr>
            </w:pPr>
            <w:r>
              <w:t xml:space="preserve">Course Assignments </w:t>
            </w:r>
          </w:p>
        </w:tc>
      </w:tr>
      <w:tr w:rsidR="006864FC" w:rsidRPr="009476A3" w14:paraId="5016D496" w14:textId="77777777" w:rsidTr="00FC05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5016D492" w14:textId="44DE0629" w:rsidR="006864FC" w:rsidRPr="009476A3" w:rsidRDefault="006864FC" w:rsidP="00544AA2">
            <w:pPr>
              <w:rPr>
                <w:b w:val="0"/>
                <w:bCs w:val="0"/>
              </w:rPr>
            </w:pPr>
            <w:r>
              <w:t>Week 1</w:t>
            </w:r>
          </w:p>
        </w:tc>
        <w:tc>
          <w:tcPr>
            <w:tcW w:w="2340" w:type="dxa"/>
          </w:tcPr>
          <w:p w14:paraId="5016D493" w14:textId="47340DD7" w:rsidR="006864FC" w:rsidRPr="009476A3" w:rsidRDefault="00D47A49" w:rsidP="00544AA2">
            <w:pPr>
              <w:cnfStyle w:val="000000100000" w:firstRow="0" w:lastRow="0" w:firstColumn="0" w:lastColumn="0" w:oddVBand="0" w:evenVBand="0" w:oddHBand="1" w:evenHBand="0" w:firstRowFirstColumn="0" w:firstRowLastColumn="0" w:lastRowFirstColumn="0" w:lastRowLastColumn="0"/>
            </w:pPr>
            <w:r>
              <w:t xml:space="preserve">Introduction to Course and Introduction to Databases  </w:t>
            </w:r>
          </w:p>
        </w:tc>
        <w:tc>
          <w:tcPr>
            <w:tcW w:w="2985" w:type="dxa"/>
          </w:tcPr>
          <w:p w14:paraId="2AA312ED" w14:textId="77777777" w:rsidR="006864FC" w:rsidRDefault="00D47A49" w:rsidP="00544AA2">
            <w:pPr>
              <w:cnfStyle w:val="000000100000" w:firstRow="0" w:lastRow="0" w:firstColumn="0" w:lastColumn="0" w:oddVBand="0" w:evenVBand="0" w:oddHBand="1" w:evenHBand="0" w:firstRowFirstColumn="0" w:firstRowLastColumn="0" w:lastRowFirstColumn="0" w:lastRowLastColumn="0"/>
            </w:pPr>
            <w:r>
              <w:t xml:space="preserve">Syllabus review </w:t>
            </w:r>
          </w:p>
          <w:p w14:paraId="5016D494" w14:textId="4B05DB16" w:rsidR="00D47A49" w:rsidRPr="009476A3" w:rsidRDefault="00D47A49" w:rsidP="00544AA2">
            <w:pPr>
              <w:cnfStyle w:val="000000100000" w:firstRow="0" w:lastRow="0" w:firstColumn="0" w:lastColumn="0" w:oddVBand="0" w:evenVBand="0" w:oddHBand="1" w:evenHBand="0" w:firstRowFirstColumn="0" w:firstRowLastColumn="0" w:lastRowFirstColumn="0" w:lastRowLastColumn="0"/>
            </w:pPr>
            <w:r>
              <w:t xml:space="preserve">D2l class discussion </w:t>
            </w:r>
          </w:p>
        </w:tc>
      </w:tr>
      <w:tr w:rsidR="006864FC" w:rsidRPr="009476A3" w14:paraId="5016D49B" w14:textId="77777777" w:rsidTr="00FC051B">
        <w:tc>
          <w:tcPr>
            <w:cnfStyle w:val="001000000000" w:firstRow="0" w:lastRow="0" w:firstColumn="1" w:lastColumn="0" w:oddVBand="0" w:evenVBand="0" w:oddHBand="0" w:evenHBand="0" w:firstRowFirstColumn="0" w:firstRowLastColumn="0" w:lastRowFirstColumn="0" w:lastRowLastColumn="0"/>
            <w:tcW w:w="1507" w:type="dxa"/>
          </w:tcPr>
          <w:p w14:paraId="5016D497" w14:textId="3EC06E02" w:rsidR="006864FC" w:rsidRPr="009476A3" w:rsidRDefault="006864FC" w:rsidP="00544AA2">
            <w:pPr>
              <w:rPr>
                <w:b w:val="0"/>
                <w:bCs w:val="0"/>
              </w:rPr>
            </w:pPr>
            <w:r>
              <w:t>Week 2</w:t>
            </w:r>
          </w:p>
        </w:tc>
        <w:tc>
          <w:tcPr>
            <w:tcW w:w="2340" w:type="dxa"/>
          </w:tcPr>
          <w:p w14:paraId="5016D498" w14:textId="18A60B40" w:rsidR="006864FC" w:rsidRPr="009476A3" w:rsidRDefault="00D47A49" w:rsidP="00544AA2">
            <w:pPr>
              <w:cnfStyle w:val="000000000000" w:firstRow="0" w:lastRow="0" w:firstColumn="0" w:lastColumn="0" w:oddVBand="0" w:evenVBand="0" w:oddHBand="0" w:evenHBand="0" w:firstRowFirstColumn="0" w:firstRowLastColumn="0" w:lastRowFirstColumn="0" w:lastRowLastColumn="0"/>
            </w:pPr>
            <w:r>
              <w:t xml:space="preserve">Relational Databases </w:t>
            </w:r>
          </w:p>
        </w:tc>
        <w:tc>
          <w:tcPr>
            <w:tcW w:w="2985" w:type="dxa"/>
          </w:tcPr>
          <w:p w14:paraId="5016D499" w14:textId="06972D74" w:rsidR="006864FC" w:rsidRPr="009476A3" w:rsidRDefault="00D47A49" w:rsidP="00544AA2">
            <w:pPr>
              <w:cnfStyle w:val="000000000000" w:firstRow="0" w:lastRow="0" w:firstColumn="0" w:lastColumn="0" w:oddVBand="0" w:evenVBand="0" w:oddHBand="0" w:evenHBand="0" w:firstRowFirstColumn="0" w:firstRowLastColumn="0" w:lastRowFirstColumn="0" w:lastRowLastColumn="0"/>
            </w:pPr>
            <w:r>
              <w:t xml:space="preserve">Class Assignments </w:t>
            </w:r>
          </w:p>
        </w:tc>
      </w:tr>
      <w:tr w:rsidR="00D47A49" w:rsidRPr="009476A3" w14:paraId="5B428DA6" w14:textId="77777777" w:rsidTr="00FC05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7A4E03F6" w14:textId="3B4E2C98" w:rsidR="00D47A49" w:rsidRDefault="00D47A49" w:rsidP="00D47A49">
            <w:r>
              <w:t>Week 3</w:t>
            </w:r>
          </w:p>
        </w:tc>
        <w:tc>
          <w:tcPr>
            <w:tcW w:w="2340" w:type="dxa"/>
          </w:tcPr>
          <w:p w14:paraId="1DFAF76C" w14:textId="4DAFD88A"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r>
              <w:t xml:space="preserve">Database Characteristics and </w:t>
            </w:r>
            <w:proofErr w:type="spellStart"/>
            <w:r>
              <w:t>MySql</w:t>
            </w:r>
            <w:proofErr w:type="spellEnd"/>
            <w:r>
              <w:t xml:space="preserve"> </w:t>
            </w:r>
          </w:p>
        </w:tc>
        <w:tc>
          <w:tcPr>
            <w:tcW w:w="2985" w:type="dxa"/>
          </w:tcPr>
          <w:p w14:paraId="11A47F9A" w14:textId="77777777" w:rsidR="00D47A49" w:rsidRDefault="00D47A49" w:rsidP="00D47A49">
            <w:pPr>
              <w:cnfStyle w:val="000000100000" w:firstRow="0" w:lastRow="0" w:firstColumn="0" w:lastColumn="0" w:oddVBand="0" w:evenVBand="0" w:oddHBand="1" w:evenHBand="0" w:firstRowFirstColumn="0" w:firstRowLastColumn="0" w:lastRowFirstColumn="0" w:lastRowLastColumn="0"/>
            </w:pPr>
            <w:r>
              <w:t xml:space="preserve">Class Assignments </w:t>
            </w:r>
          </w:p>
          <w:p w14:paraId="3FF2A8CD" w14:textId="140AE75B"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r>
              <w:t>Quiz 1</w:t>
            </w:r>
          </w:p>
        </w:tc>
      </w:tr>
      <w:tr w:rsidR="00D47A49" w:rsidRPr="009476A3" w14:paraId="5016D4A0" w14:textId="77777777" w:rsidTr="00FC051B">
        <w:tc>
          <w:tcPr>
            <w:cnfStyle w:val="001000000000" w:firstRow="0" w:lastRow="0" w:firstColumn="1" w:lastColumn="0" w:oddVBand="0" w:evenVBand="0" w:oddHBand="0" w:evenHBand="0" w:firstRowFirstColumn="0" w:firstRowLastColumn="0" w:lastRowFirstColumn="0" w:lastRowLastColumn="0"/>
            <w:tcW w:w="1507" w:type="dxa"/>
          </w:tcPr>
          <w:p w14:paraId="5016D49C" w14:textId="5D4168EB" w:rsidR="00D47A49" w:rsidRPr="009476A3" w:rsidRDefault="00D47A49" w:rsidP="00D47A49">
            <w:pPr>
              <w:rPr>
                <w:b w:val="0"/>
                <w:bCs w:val="0"/>
              </w:rPr>
            </w:pPr>
            <w:r>
              <w:t>Week 4</w:t>
            </w:r>
          </w:p>
        </w:tc>
        <w:tc>
          <w:tcPr>
            <w:tcW w:w="2340" w:type="dxa"/>
          </w:tcPr>
          <w:p w14:paraId="5016D49D" w14:textId="2580E0A7"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proofErr w:type="spellStart"/>
            <w:r>
              <w:t>MySql</w:t>
            </w:r>
            <w:proofErr w:type="spellEnd"/>
            <w:r>
              <w:t xml:space="preserve"> – Getting to know and Lab </w:t>
            </w:r>
          </w:p>
        </w:tc>
        <w:tc>
          <w:tcPr>
            <w:tcW w:w="2985" w:type="dxa"/>
          </w:tcPr>
          <w:p w14:paraId="01CCD133" w14:textId="1D71AF85" w:rsidR="00D47A49" w:rsidRDefault="00D47A49" w:rsidP="00D47A49">
            <w:pPr>
              <w:cnfStyle w:val="000000000000" w:firstRow="0" w:lastRow="0" w:firstColumn="0" w:lastColumn="0" w:oddVBand="0" w:evenVBand="0" w:oddHBand="0" w:evenHBand="0" w:firstRowFirstColumn="0" w:firstRowLastColumn="0" w:lastRowFirstColumn="0" w:lastRowLastColumn="0"/>
            </w:pPr>
            <w:r>
              <w:t xml:space="preserve">Class Assignments </w:t>
            </w:r>
          </w:p>
          <w:p w14:paraId="47D31794" w14:textId="77777777" w:rsidR="00D47A49" w:rsidRDefault="00D47A49" w:rsidP="00D47A49">
            <w:pPr>
              <w:cnfStyle w:val="000000000000" w:firstRow="0" w:lastRow="0" w:firstColumn="0" w:lastColumn="0" w:oddVBand="0" w:evenVBand="0" w:oddHBand="0" w:evenHBand="0" w:firstRowFirstColumn="0" w:firstRowLastColumn="0" w:lastRowFirstColumn="0" w:lastRowLastColumn="0"/>
            </w:pPr>
            <w:r>
              <w:t xml:space="preserve">Quiz 2 </w:t>
            </w:r>
          </w:p>
          <w:p w14:paraId="5016D49E" w14:textId="2BAAF0F5"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r>
              <w:t xml:space="preserve">Milestone #1 </w:t>
            </w:r>
          </w:p>
        </w:tc>
      </w:tr>
      <w:tr w:rsidR="00D47A49" w:rsidRPr="009476A3" w14:paraId="19F242A6" w14:textId="77777777" w:rsidTr="00FC05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475D00C1" w14:textId="0D7E876A" w:rsidR="00D47A49" w:rsidRDefault="00D47A49" w:rsidP="00D47A49">
            <w:r>
              <w:t>Week 5</w:t>
            </w:r>
          </w:p>
        </w:tc>
        <w:tc>
          <w:tcPr>
            <w:tcW w:w="2340" w:type="dxa"/>
          </w:tcPr>
          <w:p w14:paraId="55F2D2D7" w14:textId="0EC96773"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r>
              <w:t xml:space="preserve"> SQL</w:t>
            </w:r>
          </w:p>
        </w:tc>
        <w:tc>
          <w:tcPr>
            <w:tcW w:w="2985" w:type="dxa"/>
          </w:tcPr>
          <w:p w14:paraId="273C9864" w14:textId="03F9B043" w:rsidR="00D47A49" w:rsidRDefault="00D47A49" w:rsidP="00D47A49">
            <w:pPr>
              <w:cnfStyle w:val="000000100000" w:firstRow="0" w:lastRow="0" w:firstColumn="0" w:lastColumn="0" w:oddVBand="0" w:evenVBand="0" w:oddHBand="1" w:evenHBand="0" w:firstRowFirstColumn="0" w:firstRowLastColumn="0" w:lastRowFirstColumn="0" w:lastRowLastColumn="0"/>
            </w:pPr>
            <w:r>
              <w:t xml:space="preserve">Class Assignments </w:t>
            </w:r>
          </w:p>
          <w:p w14:paraId="5F8F5D11" w14:textId="2A58AEF4"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r>
              <w:t>Exam 1</w:t>
            </w:r>
          </w:p>
        </w:tc>
      </w:tr>
      <w:tr w:rsidR="00D47A49" w:rsidRPr="009476A3" w14:paraId="4B169783" w14:textId="77777777" w:rsidTr="00FC051B">
        <w:tc>
          <w:tcPr>
            <w:cnfStyle w:val="001000000000" w:firstRow="0" w:lastRow="0" w:firstColumn="1" w:lastColumn="0" w:oddVBand="0" w:evenVBand="0" w:oddHBand="0" w:evenHBand="0" w:firstRowFirstColumn="0" w:firstRowLastColumn="0" w:lastRowFirstColumn="0" w:lastRowLastColumn="0"/>
            <w:tcW w:w="1507" w:type="dxa"/>
          </w:tcPr>
          <w:p w14:paraId="7DF39C3D" w14:textId="6E1F76D5" w:rsidR="00D47A49" w:rsidRDefault="00D47A49" w:rsidP="00D47A49">
            <w:r>
              <w:t>Week 6</w:t>
            </w:r>
          </w:p>
        </w:tc>
        <w:tc>
          <w:tcPr>
            <w:tcW w:w="2340" w:type="dxa"/>
          </w:tcPr>
          <w:p w14:paraId="05BDCA5F" w14:textId="1B73181A"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r>
              <w:t>SQL</w:t>
            </w:r>
          </w:p>
        </w:tc>
        <w:tc>
          <w:tcPr>
            <w:tcW w:w="2985" w:type="dxa"/>
          </w:tcPr>
          <w:p w14:paraId="1669F444" w14:textId="3A489394" w:rsidR="00D47A49" w:rsidRDefault="00D47A49" w:rsidP="00D47A49">
            <w:pPr>
              <w:cnfStyle w:val="000000000000" w:firstRow="0" w:lastRow="0" w:firstColumn="0" w:lastColumn="0" w:oddVBand="0" w:evenVBand="0" w:oddHBand="0" w:evenHBand="0" w:firstRowFirstColumn="0" w:firstRowLastColumn="0" w:lastRowFirstColumn="0" w:lastRowLastColumn="0"/>
            </w:pPr>
            <w:r>
              <w:t xml:space="preserve">Class Assignments </w:t>
            </w:r>
          </w:p>
          <w:p w14:paraId="5D095BE0" w14:textId="3CC04C57"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p>
        </w:tc>
      </w:tr>
      <w:tr w:rsidR="00D47A49" w:rsidRPr="009476A3" w14:paraId="22E327E1" w14:textId="77777777" w:rsidTr="00FC05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3CBF4F16" w14:textId="12648002" w:rsidR="00D47A49" w:rsidRDefault="00D47A49" w:rsidP="00D47A49">
            <w:r>
              <w:t>Week 7</w:t>
            </w:r>
          </w:p>
        </w:tc>
        <w:tc>
          <w:tcPr>
            <w:tcW w:w="2340" w:type="dxa"/>
          </w:tcPr>
          <w:p w14:paraId="1249D84F" w14:textId="245537DC"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r>
              <w:t>SQL</w:t>
            </w:r>
          </w:p>
        </w:tc>
        <w:tc>
          <w:tcPr>
            <w:tcW w:w="2985" w:type="dxa"/>
          </w:tcPr>
          <w:p w14:paraId="0D5258E1" w14:textId="77777777" w:rsidR="00D47A49" w:rsidRDefault="00D47A49" w:rsidP="00D47A49">
            <w:pPr>
              <w:cnfStyle w:val="000000100000" w:firstRow="0" w:lastRow="0" w:firstColumn="0" w:lastColumn="0" w:oddVBand="0" w:evenVBand="0" w:oddHBand="1" w:evenHBand="0" w:firstRowFirstColumn="0" w:firstRowLastColumn="0" w:lastRowFirstColumn="0" w:lastRowLastColumn="0"/>
            </w:pPr>
            <w:r>
              <w:t xml:space="preserve">Class Assignments </w:t>
            </w:r>
          </w:p>
          <w:p w14:paraId="35FC15F5" w14:textId="63D24C56"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r>
              <w:t>Quiz 3</w:t>
            </w:r>
          </w:p>
        </w:tc>
      </w:tr>
      <w:tr w:rsidR="00D47A49" w:rsidRPr="009476A3" w14:paraId="4EAF3DD5" w14:textId="77777777" w:rsidTr="00FC051B">
        <w:tc>
          <w:tcPr>
            <w:cnfStyle w:val="001000000000" w:firstRow="0" w:lastRow="0" w:firstColumn="1" w:lastColumn="0" w:oddVBand="0" w:evenVBand="0" w:oddHBand="0" w:evenHBand="0" w:firstRowFirstColumn="0" w:firstRowLastColumn="0" w:lastRowFirstColumn="0" w:lastRowLastColumn="0"/>
            <w:tcW w:w="1507" w:type="dxa"/>
          </w:tcPr>
          <w:p w14:paraId="7F9C4CA6" w14:textId="0EA81C9F" w:rsidR="00D47A49" w:rsidRDefault="00D47A49" w:rsidP="00D47A49">
            <w:r>
              <w:t>Week 8</w:t>
            </w:r>
          </w:p>
        </w:tc>
        <w:tc>
          <w:tcPr>
            <w:tcW w:w="2340" w:type="dxa"/>
          </w:tcPr>
          <w:p w14:paraId="2A3565E1" w14:textId="01605951"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r>
              <w:t>SQL</w:t>
            </w:r>
          </w:p>
        </w:tc>
        <w:tc>
          <w:tcPr>
            <w:tcW w:w="2985" w:type="dxa"/>
          </w:tcPr>
          <w:p w14:paraId="2B28677D" w14:textId="77777777" w:rsidR="00D47A49" w:rsidRDefault="00D47A49" w:rsidP="00D47A49">
            <w:pPr>
              <w:cnfStyle w:val="000000000000" w:firstRow="0" w:lastRow="0" w:firstColumn="0" w:lastColumn="0" w:oddVBand="0" w:evenVBand="0" w:oddHBand="0" w:evenHBand="0" w:firstRowFirstColumn="0" w:firstRowLastColumn="0" w:lastRowFirstColumn="0" w:lastRowLastColumn="0"/>
            </w:pPr>
            <w:r>
              <w:t xml:space="preserve">Class Assignments </w:t>
            </w:r>
          </w:p>
          <w:p w14:paraId="5D924007" w14:textId="43FACDD7"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r>
              <w:t xml:space="preserve">SQL Project </w:t>
            </w:r>
          </w:p>
        </w:tc>
      </w:tr>
      <w:tr w:rsidR="00D47A49" w:rsidRPr="009476A3" w14:paraId="1DAB6534" w14:textId="77777777" w:rsidTr="00FC05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33E406CC" w14:textId="0D688748" w:rsidR="00D47A49" w:rsidRDefault="00D47A49" w:rsidP="00D47A49">
            <w:r>
              <w:t>Week 9</w:t>
            </w:r>
          </w:p>
        </w:tc>
        <w:tc>
          <w:tcPr>
            <w:tcW w:w="2340" w:type="dxa"/>
          </w:tcPr>
          <w:p w14:paraId="4DE58199" w14:textId="0DA98DF0"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r>
              <w:t>SQL</w:t>
            </w:r>
          </w:p>
        </w:tc>
        <w:tc>
          <w:tcPr>
            <w:tcW w:w="2985" w:type="dxa"/>
          </w:tcPr>
          <w:p w14:paraId="4816DF48" w14:textId="38467CE7" w:rsidR="00D47A49" w:rsidRDefault="00D47A49" w:rsidP="00D47A49">
            <w:pPr>
              <w:cnfStyle w:val="000000100000" w:firstRow="0" w:lastRow="0" w:firstColumn="0" w:lastColumn="0" w:oddVBand="0" w:evenVBand="0" w:oddHBand="1" w:evenHBand="0" w:firstRowFirstColumn="0" w:firstRowLastColumn="0" w:lastRowFirstColumn="0" w:lastRowLastColumn="0"/>
            </w:pPr>
            <w:r>
              <w:t xml:space="preserve">Class Assignments </w:t>
            </w:r>
          </w:p>
          <w:p w14:paraId="78A99AFA" w14:textId="07B7997C"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r>
              <w:t>Exam 2</w:t>
            </w:r>
          </w:p>
        </w:tc>
      </w:tr>
      <w:tr w:rsidR="00D47A49" w:rsidRPr="009476A3" w14:paraId="323B8EC7" w14:textId="77777777" w:rsidTr="00FC051B">
        <w:tc>
          <w:tcPr>
            <w:cnfStyle w:val="001000000000" w:firstRow="0" w:lastRow="0" w:firstColumn="1" w:lastColumn="0" w:oddVBand="0" w:evenVBand="0" w:oddHBand="0" w:evenHBand="0" w:firstRowFirstColumn="0" w:firstRowLastColumn="0" w:lastRowFirstColumn="0" w:lastRowLastColumn="0"/>
            <w:tcW w:w="1507" w:type="dxa"/>
          </w:tcPr>
          <w:p w14:paraId="53564372" w14:textId="77DD2D81" w:rsidR="00D47A49" w:rsidRDefault="00D47A49" w:rsidP="00D47A49">
            <w:r>
              <w:t>Week 10</w:t>
            </w:r>
          </w:p>
        </w:tc>
        <w:tc>
          <w:tcPr>
            <w:tcW w:w="2340" w:type="dxa"/>
          </w:tcPr>
          <w:p w14:paraId="2F66582A" w14:textId="2592633F"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r>
              <w:t xml:space="preserve">E.R Modeling </w:t>
            </w:r>
          </w:p>
        </w:tc>
        <w:tc>
          <w:tcPr>
            <w:tcW w:w="2985" w:type="dxa"/>
          </w:tcPr>
          <w:p w14:paraId="3080A1D4" w14:textId="77777777" w:rsidR="00D47A49" w:rsidRDefault="00D47A49" w:rsidP="00D47A49">
            <w:pPr>
              <w:cnfStyle w:val="000000000000" w:firstRow="0" w:lastRow="0" w:firstColumn="0" w:lastColumn="0" w:oddVBand="0" w:evenVBand="0" w:oddHBand="0" w:evenHBand="0" w:firstRowFirstColumn="0" w:firstRowLastColumn="0" w:lastRowFirstColumn="0" w:lastRowLastColumn="0"/>
            </w:pPr>
            <w:r>
              <w:t xml:space="preserve">Class Assignments </w:t>
            </w:r>
          </w:p>
          <w:p w14:paraId="0450FE61" w14:textId="77777777"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p>
        </w:tc>
      </w:tr>
      <w:tr w:rsidR="00D47A49" w:rsidRPr="009476A3" w14:paraId="1A091983" w14:textId="77777777" w:rsidTr="00FC05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31E14355" w14:textId="48251B0D" w:rsidR="00D47A49" w:rsidRDefault="00D47A49" w:rsidP="00D47A49">
            <w:r>
              <w:t>Week 11</w:t>
            </w:r>
          </w:p>
        </w:tc>
        <w:tc>
          <w:tcPr>
            <w:tcW w:w="2340" w:type="dxa"/>
          </w:tcPr>
          <w:p w14:paraId="29E0E1F5" w14:textId="3E601090"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r>
              <w:t xml:space="preserve">E.R Modeling </w:t>
            </w:r>
          </w:p>
        </w:tc>
        <w:tc>
          <w:tcPr>
            <w:tcW w:w="2985" w:type="dxa"/>
          </w:tcPr>
          <w:p w14:paraId="51CCFF3B" w14:textId="77777777" w:rsidR="00D47A49" w:rsidRDefault="00D47A49" w:rsidP="00D47A49">
            <w:pPr>
              <w:cnfStyle w:val="000000100000" w:firstRow="0" w:lastRow="0" w:firstColumn="0" w:lastColumn="0" w:oddVBand="0" w:evenVBand="0" w:oddHBand="1" w:evenHBand="0" w:firstRowFirstColumn="0" w:firstRowLastColumn="0" w:lastRowFirstColumn="0" w:lastRowLastColumn="0"/>
            </w:pPr>
            <w:r>
              <w:t xml:space="preserve">Class Assignments </w:t>
            </w:r>
          </w:p>
          <w:p w14:paraId="334931D2" w14:textId="77777777"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p>
        </w:tc>
      </w:tr>
      <w:tr w:rsidR="00D47A49" w:rsidRPr="009476A3" w14:paraId="28CDE6F7" w14:textId="77777777" w:rsidTr="00FC051B">
        <w:tc>
          <w:tcPr>
            <w:cnfStyle w:val="001000000000" w:firstRow="0" w:lastRow="0" w:firstColumn="1" w:lastColumn="0" w:oddVBand="0" w:evenVBand="0" w:oddHBand="0" w:evenHBand="0" w:firstRowFirstColumn="0" w:firstRowLastColumn="0" w:lastRowFirstColumn="0" w:lastRowLastColumn="0"/>
            <w:tcW w:w="1507" w:type="dxa"/>
          </w:tcPr>
          <w:p w14:paraId="6A24705B" w14:textId="0FD30AC4" w:rsidR="00D47A49" w:rsidRDefault="00D47A49" w:rsidP="00D47A49">
            <w:r>
              <w:t>Week 12</w:t>
            </w:r>
          </w:p>
        </w:tc>
        <w:tc>
          <w:tcPr>
            <w:tcW w:w="2340" w:type="dxa"/>
          </w:tcPr>
          <w:p w14:paraId="12F754FD" w14:textId="1A494714"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r>
              <w:t xml:space="preserve">Normalization </w:t>
            </w:r>
          </w:p>
        </w:tc>
        <w:tc>
          <w:tcPr>
            <w:tcW w:w="2985" w:type="dxa"/>
          </w:tcPr>
          <w:p w14:paraId="7A93316B" w14:textId="77777777" w:rsidR="00D47A49" w:rsidRDefault="00D47A49" w:rsidP="00D47A49">
            <w:pPr>
              <w:cnfStyle w:val="000000000000" w:firstRow="0" w:lastRow="0" w:firstColumn="0" w:lastColumn="0" w:oddVBand="0" w:evenVBand="0" w:oddHBand="0" w:evenHBand="0" w:firstRowFirstColumn="0" w:firstRowLastColumn="0" w:lastRowFirstColumn="0" w:lastRowLastColumn="0"/>
            </w:pPr>
            <w:r>
              <w:t xml:space="preserve">Class Assignments </w:t>
            </w:r>
          </w:p>
          <w:p w14:paraId="60D8B3F6" w14:textId="77777777" w:rsidR="00D47A49" w:rsidRDefault="00D47A49" w:rsidP="00D47A49">
            <w:pPr>
              <w:cnfStyle w:val="000000000000" w:firstRow="0" w:lastRow="0" w:firstColumn="0" w:lastColumn="0" w:oddVBand="0" w:evenVBand="0" w:oddHBand="0" w:evenHBand="0" w:firstRowFirstColumn="0" w:firstRowLastColumn="0" w:lastRowFirstColumn="0" w:lastRowLastColumn="0"/>
            </w:pPr>
            <w:r>
              <w:t>Quiz 4</w:t>
            </w:r>
          </w:p>
          <w:p w14:paraId="3584200A" w14:textId="16844BA1"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r>
              <w:t xml:space="preserve">Milestone #2 </w:t>
            </w:r>
          </w:p>
        </w:tc>
      </w:tr>
      <w:tr w:rsidR="00D47A49" w:rsidRPr="009476A3" w14:paraId="2E529D15" w14:textId="77777777" w:rsidTr="00FC05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7E226892" w14:textId="54BE8CEE" w:rsidR="00D47A49" w:rsidRDefault="00D47A49" w:rsidP="00D47A49">
            <w:r>
              <w:t>Week 13</w:t>
            </w:r>
          </w:p>
        </w:tc>
        <w:tc>
          <w:tcPr>
            <w:tcW w:w="2340" w:type="dxa"/>
          </w:tcPr>
          <w:p w14:paraId="091296E3" w14:textId="450EEAD8"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r>
              <w:t xml:space="preserve">Database Design </w:t>
            </w:r>
          </w:p>
        </w:tc>
        <w:tc>
          <w:tcPr>
            <w:tcW w:w="2985" w:type="dxa"/>
          </w:tcPr>
          <w:p w14:paraId="7BDBCAAE" w14:textId="77777777" w:rsidR="00D47A49" w:rsidRDefault="00D47A49" w:rsidP="00D47A49">
            <w:pPr>
              <w:cnfStyle w:val="000000100000" w:firstRow="0" w:lastRow="0" w:firstColumn="0" w:lastColumn="0" w:oddVBand="0" w:evenVBand="0" w:oddHBand="1" w:evenHBand="0" w:firstRowFirstColumn="0" w:firstRowLastColumn="0" w:lastRowFirstColumn="0" w:lastRowLastColumn="0"/>
            </w:pPr>
            <w:r>
              <w:t xml:space="preserve">Class Assignments </w:t>
            </w:r>
          </w:p>
          <w:p w14:paraId="29334108" w14:textId="77777777"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p>
        </w:tc>
      </w:tr>
      <w:tr w:rsidR="00D47A49" w:rsidRPr="009476A3" w14:paraId="534E8F45" w14:textId="77777777" w:rsidTr="00FC051B">
        <w:tc>
          <w:tcPr>
            <w:cnfStyle w:val="001000000000" w:firstRow="0" w:lastRow="0" w:firstColumn="1" w:lastColumn="0" w:oddVBand="0" w:evenVBand="0" w:oddHBand="0" w:evenHBand="0" w:firstRowFirstColumn="0" w:firstRowLastColumn="0" w:lastRowFirstColumn="0" w:lastRowLastColumn="0"/>
            <w:tcW w:w="1507" w:type="dxa"/>
          </w:tcPr>
          <w:p w14:paraId="32610BEA" w14:textId="3ED0EE77" w:rsidR="00D47A49" w:rsidRDefault="00D47A49" w:rsidP="00D47A49">
            <w:r>
              <w:t>Week 14</w:t>
            </w:r>
          </w:p>
        </w:tc>
        <w:tc>
          <w:tcPr>
            <w:tcW w:w="2340" w:type="dxa"/>
          </w:tcPr>
          <w:p w14:paraId="5012EF51" w14:textId="4D3621BC"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r>
              <w:t xml:space="preserve">Final Project </w:t>
            </w:r>
          </w:p>
        </w:tc>
        <w:tc>
          <w:tcPr>
            <w:tcW w:w="2985" w:type="dxa"/>
          </w:tcPr>
          <w:p w14:paraId="39FB7C4F" w14:textId="77777777" w:rsidR="00D47A49" w:rsidRDefault="00D47A49" w:rsidP="00D47A49">
            <w:pPr>
              <w:cnfStyle w:val="000000000000" w:firstRow="0" w:lastRow="0" w:firstColumn="0" w:lastColumn="0" w:oddVBand="0" w:evenVBand="0" w:oddHBand="0" w:evenHBand="0" w:firstRowFirstColumn="0" w:firstRowLastColumn="0" w:lastRowFirstColumn="0" w:lastRowLastColumn="0"/>
            </w:pPr>
            <w:r>
              <w:t xml:space="preserve">Class Assignments </w:t>
            </w:r>
          </w:p>
          <w:p w14:paraId="0173D211" w14:textId="75127252" w:rsidR="00D47A49" w:rsidRPr="009476A3" w:rsidRDefault="00D47A49" w:rsidP="00D47A49">
            <w:pPr>
              <w:cnfStyle w:val="000000000000" w:firstRow="0" w:lastRow="0" w:firstColumn="0" w:lastColumn="0" w:oddVBand="0" w:evenVBand="0" w:oddHBand="0" w:evenHBand="0" w:firstRowFirstColumn="0" w:firstRowLastColumn="0" w:lastRowFirstColumn="0" w:lastRowLastColumn="0"/>
            </w:pPr>
            <w:r>
              <w:t>Quiz 5</w:t>
            </w:r>
          </w:p>
        </w:tc>
      </w:tr>
      <w:tr w:rsidR="00D47A49" w:rsidRPr="009476A3" w14:paraId="11BBF389" w14:textId="77777777" w:rsidTr="00FC05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07" w:type="dxa"/>
          </w:tcPr>
          <w:p w14:paraId="5690D09A" w14:textId="1D703E32" w:rsidR="00D47A49" w:rsidRDefault="00D47A49" w:rsidP="00D47A49">
            <w:r>
              <w:t xml:space="preserve">Week 15 </w:t>
            </w:r>
          </w:p>
        </w:tc>
        <w:tc>
          <w:tcPr>
            <w:tcW w:w="2340" w:type="dxa"/>
          </w:tcPr>
          <w:p w14:paraId="0C9F7BD7" w14:textId="3E2D8429"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r>
              <w:t xml:space="preserve">Database Careers </w:t>
            </w:r>
          </w:p>
        </w:tc>
        <w:tc>
          <w:tcPr>
            <w:tcW w:w="2985" w:type="dxa"/>
          </w:tcPr>
          <w:p w14:paraId="7FDCA95A" w14:textId="2196FBCC" w:rsidR="00D47A49" w:rsidRDefault="00D47A49" w:rsidP="00D47A49">
            <w:pPr>
              <w:cnfStyle w:val="000000100000" w:firstRow="0" w:lastRow="0" w:firstColumn="0" w:lastColumn="0" w:oddVBand="0" w:evenVBand="0" w:oddHBand="1" w:evenHBand="0" w:firstRowFirstColumn="0" w:firstRowLastColumn="0" w:lastRowFirstColumn="0" w:lastRowLastColumn="0"/>
            </w:pPr>
          </w:p>
          <w:p w14:paraId="5D5E9D0D" w14:textId="77777777" w:rsidR="00D47A49" w:rsidRPr="009476A3" w:rsidRDefault="00D47A49" w:rsidP="00D47A49">
            <w:pPr>
              <w:cnfStyle w:val="000000100000" w:firstRow="0" w:lastRow="0" w:firstColumn="0" w:lastColumn="0" w:oddVBand="0" w:evenVBand="0" w:oddHBand="1" w:evenHBand="0" w:firstRowFirstColumn="0" w:firstRowLastColumn="0" w:lastRowFirstColumn="0" w:lastRowLastColumn="0"/>
            </w:pPr>
          </w:p>
        </w:tc>
      </w:tr>
    </w:tbl>
    <w:p w14:paraId="5016D4A2" w14:textId="2E43EF8C" w:rsidR="00CF0270" w:rsidRPr="00090FEA" w:rsidRDefault="00CF0270" w:rsidP="00544AA2">
      <w:pPr>
        <w:pStyle w:val="Heading3"/>
      </w:pPr>
      <w:r w:rsidRPr="00090FEA">
        <w:t>Final Exam Details</w:t>
      </w:r>
    </w:p>
    <w:p w14:paraId="2AC346B0" w14:textId="6B722ED1" w:rsidR="000D7508" w:rsidRDefault="000D7508" w:rsidP="000D7508">
      <w:r>
        <w:t xml:space="preserve">The final database project will serve as the final exam for this course. The final database project will be due on Tuesday </w:t>
      </w:r>
      <w:r w:rsidR="005A3E5F">
        <w:t>Nov 15</w:t>
      </w:r>
      <w:r>
        <w:t xml:space="preserve">, 2022. </w:t>
      </w:r>
      <w:r w:rsidRPr="00F71CF7">
        <w:t xml:space="preserve"> </w:t>
      </w:r>
      <w:r>
        <w:t xml:space="preserve">More details and specifications will be shared in d2l. </w:t>
      </w:r>
      <w:r w:rsidRPr="00F71CF7">
        <w:t xml:space="preserve">The exam schedule cannot be changed at the convenience of the student. You should not plan to be absent during that week. A make-up final exam will only be given in cases of a verifiable excused absence. </w:t>
      </w:r>
    </w:p>
    <w:p w14:paraId="5016D4A7" w14:textId="30CD0040" w:rsidR="00B94D62" w:rsidRDefault="00B94D62" w:rsidP="00544AA2">
      <w:pPr>
        <w:pStyle w:val="Heading3"/>
      </w:pPr>
      <w:r w:rsidRPr="001C757D">
        <w:t>Course Expectations</w:t>
      </w:r>
    </w:p>
    <w:p w14:paraId="6D99B790" w14:textId="77777777" w:rsidR="00355E52" w:rsidRPr="001912D7" w:rsidRDefault="00355E52" w:rsidP="00355E52">
      <w:pPr>
        <w:ind w:left="720" w:hanging="720"/>
        <w:rPr>
          <w:b/>
        </w:rPr>
      </w:pPr>
      <w:r>
        <w:t xml:space="preserve">Students will need a computer to complete the assignments in the course. The course will use </w:t>
      </w:r>
      <w:proofErr w:type="spellStart"/>
      <w:r>
        <w:t>MySql</w:t>
      </w:r>
      <w:proofErr w:type="spellEnd"/>
      <w:r>
        <w:t xml:space="preserve"> community server 8.   The recommended minimum computer hardware requirements can be found at</w:t>
      </w:r>
    </w:p>
    <w:p w14:paraId="3D240F84" w14:textId="77777777" w:rsidR="00355E52" w:rsidRPr="001912D7" w:rsidRDefault="00355E52" w:rsidP="00355E52">
      <w:pPr>
        <w:pStyle w:val="xmsonormal"/>
        <w:rPr>
          <w:b/>
          <w:bCs/>
        </w:rPr>
      </w:pPr>
      <w:hyperlink r:id="rId14" w:history="1">
        <w:r>
          <w:rPr>
            <w:rStyle w:val="Hyperlink"/>
          </w:rPr>
          <w:t>https://www.ggc.edu/academics/schools/school-of-science-and-technology/degrees-and-programs/information-technology/laptop-requirement/</w:t>
        </w:r>
      </w:hyperlink>
      <w:r>
        <w:t xml:space="preserve"> . In terms of operating system </w:t>
      </w:r>
      <w:proofErr w:type="gramStart"/>
      <w:r>
        <w:t>64 bit</w:t>
      </w:r>
      <w:proofErr w:type="gramEnd"/>
      <w:r>
        <w:t xml:space="preserve"> Windows 10 or macOS 10.15 or macOS 10.14 works. </w:t>
      </w:r>
    </w:p>
    <w:p w14:paraId="438F5AC3" w14:textId="77777777" w:rsidR="00355E52" w:rsidRPr="00355E52" w:rsidRDefault="00355E52" w:rsidP="00355E52"/>
    <w:p w14:paraId="5016D4A9" w14:textId="77777777" w:rsidR="00444030" w:rsidRPr="001C757D" w:rsidRDefault="00444030" w:rsidP="00544AA2">
      <w:pPr>
        <w:pStyle w:val="Heading3"/>
      </w:pPr>
      <w:r w:rsidRPr="001C757D">
        <w:t xml:space="preserve">Important Dates </w:t>
      </w:r>
    </w:p>
    <w:p w14:paraId="5016D4AB" w14:textId="266D1F3B" w:rsidR="00AC3D0C" w:rsidRPr="00AF7801" w:rsidRDefault="007205DA" w:rsidP="00544AA2">
      <w:r>
        <w:t xml:space="preserve"> </w:t>
      </w:r>
      <w:r w:rsidR="008D4167">
        <w:t>[</w:t>
      </w:r>
      <w:r w:rsidR="00E61452">
        <w:t>Aug 08]</w:t>
      </w:r>
      <w:r w:rsidR="008D4167">
        <w:t xml:space="preserve"> </w:t>
      </w:r>
      <w:r w:rsidR="00AC3D0C" w:rsidRPr="00AF7801">
        <w:t>Classes Begin</w:t>
      </w:r>
    </w:p>
    <w:p w14:paraId="5016D4AC" w14:textId="02EE7BFD" w:rsidR="00AC3D0C" w:rsidRPr="00AF7801" w:rsidRDefault="008D4167" w:rsidP="00544AA2">
      <w:r>
        <w:t>[</w:t>
      </w:r>
      <w:r w:rsidR="00E61452">
        <w:t>Aug 14]</w:t>
      </w:r>
      <w:r>
        <w:t xml:space="preserve"> </w:t>
      </w:r>
      <w:r w:rsidR="00AC3D0C" w:rsidRPr="00AF7801">
        <w:t>Drop/Add Period Ends</w:t>
      </w:r>
    </w:p>
    <w:p w14:paraId="5016D4AD" w14:textId="7D5C9CCC" w:rsidR="00AC3D0C" w:rsidRPr="00AF7801" w:rsidRDefault="008D4167" w:rsidP="00544AA2">
      <w:r>
        <w:t>[</w:t>
      </w:r>
      <w:r w:rsidR="00B311CD">
        <w:t>Sept 05</w:t>
      </w:r>
      <w:r>
        <w:t>]</w:t>
      </w:r>
      <w:r w:rsidR="006958D5">
        <w:t xml:space="preserve"> </w:t>
      </w:r>
      <w:r w:rsidR="00B311CD">
        <w:t>Labor Day Student Holiday</w:t>
      </w:r>
    </w:p>
    <w:p w14:paraId="5016D4AE" w14:textId="3C47927B" w:rsidR="00AC3D0C" w:rsidRPr="00AF7801" w:rsidRDefault="007B1B0A" w:rsidP="00544AA2">
      <w:r>
        <w:t>[</w:t>
      </w:r>
      <w:r w:rsidR="00B311CD">
        <w:t>Sept 27]</w:t>
      </w:r>
      <w:r w:rsidR="006958D5">
        <w:t xml:space="preserve"> </w:t>
      </w:r>
      <w:r w:rsidR="00AC3D0C" w:rsidRPr="00AF7801">
        <w:t>Midterm Grades Due</w:t>
      </w:r>
    </w:p>
    <w:p w14:paraId="5016D4AF" w14:textId="38491233" w:rsidR="00AC3D0C" w:rsidRPr="00AF7801" w:rsidRDefault="007B1B0A" w:rsidP="00544AA2">
      <w:r>
        <w:t>[</w:t>
      </w:r>
      <w:r w:rsidR="00B311CD">
        <w:t>Sept 29]</w:t>
      </w:r>
      <w:r w:rsidR="006958D5">
        <w:t xml:space="preserve"> </w:t>
      </w:r>
      <w:r w:rsidR="00AC3D0C" w:rsidRPr="00AF7801">
        <w:t>Last Day to Drop a Class with a W (by 5:00 p.m.)</w:t>
      </w:r>
    </w:p>
    <w:p w14:paraId="5016D4B1" w14:textId="2DA5A5EC" w:rsidR="00AC3D0C" w:rsidRPr="00AF7801" w:rsidRDefault="00B311CD" w:rsidP="00544AA2">
      <w:r>
        <w:t xml:space="preserve"> </w:t>
      </w:r>
      <w:r w:rsidR="007B1B0A">
        <w:t>[</w:t>
      </w:r>
      <w:r>
        <w:t>Nov 14]</w:t>
      </w:r>
      <w:r w:rsidR="007B1B0A">
        <w:t xml:space="preserve"> </w:t>
      </w:r>
      <w:r w:rsidR="00AC3D0C" w:rsidRPr="00AF7801">
        <w:t>Last Day of Classes</w:t>
      </w:r>
    </w:p>
    <w:p w14:paraId="5016D4B2" w14:textId="36B901DA" w:rsidR="00AC3D0C" w:rsidRPr="00AF7801" w:rsidRDefault="007B1B0A" w:rsidP="00544AA2">
      <w:r>
        <w:t>[</w:t>
      </w:r>
      <w:r w:rsidR="00D529A0">
        <w:t>Nov 15-21</w:t>
      </w:r>
      <w:r>
        <w:t xml:space="preserve">] </w:t>
      </w:r>
      <w:r w:rsidR="00AC3D0C" w:rsidRPr="00AF7801">
        <w:t>Final Exams</w:t>
      </w:r>
    </w:p>
    <w:p w14:paraId="5016D4B3" w14:textId="2CE645EB" w:rsidR="00AC3D0C" w:rsidRPr="00AF7801" w:rsidRDefault="007B1B0A" w:rsidP="00544AA2">
      <w:r>
        <w:t>[</w:t>
      </w:r>
      <w:r w:rsidR="00D529A0">
        <w:t>Nov 29]</w:t>
      </w:r>
      <w:r>
        <w:t xml:space="preserve"> </w:t>
      </w:r>
      <w:r w:rsidR="00AC3D0C" w:rsidRPr="00AF7801">
        <w:t>End of Semester Grades Due</w:t>
      </w:r>
    </w:p>
    <w:p w14:paraId="5016D4B4" w14:textId="324CD32C" w:rsidR="00AC3D0C" w:rsidRDefault="007B1B0A" w:rsidP="00544AA2">
      <w:r>
        <w:t>[</w:t>
      </w:r>
      <w:r w:rsidR="00D529A0">
        <w:t>Dec 05]</w:t>
      </w:r>
      <w:r w:rsidR="006958D5">
        <w:t xml:space="preserve"> </w:t>
      </w:r>
      <w:r w:rsidR="00AC3D0C" w:rsidRPr="00AF7801">
        <w:t>Grades Available in Banner</w:t>
      </w:r>
    </w:p>
    <w:p w14:paraId="5016D4B5" w14:textId="37152ACD" w:rsidR="00444030" w:rsidRPr="00444030" w:rsidRDefault="008D4167" w:rsidP="00544AA2">
      <w:r>
        <w:t>[</w:t>
      </w:r>
      <w:r w:rsidR="006958D5">
        <w:t xml:space="preserve"> </w:t>
      </w:r>
      <w:r w:rsidR="00D529A0">
        <w:t>Dec 01</w:t>
      </w:r>
      <w:r>
        <w:t xml:space="preserve">] </w:t>
      </w:r>
      <w:r w:rsidR="00AC3D0C" w:rsidRPr="00AF7801">
        <w:t>Commencement</w:t>
      </w:r>
    </w:p>
    <w:p w14:paraId="5016D4B6" w14:textId="77777777" w:rsidR="00373165" w:rsidRPr="001C757D" w:rsidRDefault="00373165" w:rsidP="00544AA2">
      <w:pPr>
        <w:pStyle w:val="Heading3"/>
      </w:pPr>
      <w:r w:rsidRPr="001C757D">
        <w:t>Course Changes</w:t>
      </w:r>
    </w:p>
    <w:p w14:paraId="5016D4B7" w14:textId="3E76E683" w:rsidR="006A6681" w:rsidRPr="0021795B" w:rsidRDefault="00373165" w:rsidP="00544AA2">
      <w:r w:rsidRPr="0021795B">
        <w:t>This course syllabus provides a general plan for this course.</w:t>
      </w:r>
      <w:r w:rsidR="006958D5">
        <w:t xml:space="preserve"> </w:t>
      </w:r>
      <w:r w:rsidRPr="0021795B">
        <w:t xml:space="preserve">The </w:t>
      </w:r>
      <w:r w:rsidR="004F7334">
        <w:t>Faculty</w:t>
      </w:r>
      <w:r w:rsidRPr="0021795B">
        <w:t xml:space="preserve"> reserves the right to make changes to the syllabus, including changes to assignments, projects, examinations, etc., in order to accommodate the needs of the class as a whole and fulfill the goals of the course.</w:t>
      </w:r>
      <w:r w:rsidR="00444030" w:rsidRPr="0021795B">
        <w:t xml:space="preserve"> </w:t>
      </w:r>
    </w:p>
    <w:p w14:paraId="5016D4B8" w14:textId="76CA780D" w:rsidR="00420ED0" w:rsidRDefault="009E400D" w:rsidP="00544AA2">
      <w:pPr>
        <w:pStyle w:val="Heading2"/>
      </w:pPr>
      <w:r w:rsidRPr="0021795B">
        <w:t xml:space="preserve">School </w:t>
      </w:r>
      <w:r w:rsidR="00420ED0">
        <w:t xml:space="preserve">of </w:t>
      </w:r>
      <w:r w:rsidR="00355E52">
        <w:t xml:space="preserve">Science and Technology </w:t>
      </w:r>
    </w:p>
    <w:p w14:paraId="5016D4B9" w14:textId="1901666D" w:rsidR="009E400D" w:rsidRDefault="009E400D" w:rsidP="00544AA2">
      <w:pPr>
        <w:pStyle w:val="Heading3"/>
      </w:pPr>
      <w:r w:rsidRPr="0021795B">
        <w:t>Vision/Mission Statement</w:t>
      </w:r>
    </w:p>
    <w:p w14:paraId="0BD41D7D" w14:textId="77777777" w:rsidR="00BF5A60" w:rsidRPr="00015677" w:rsidRDefault="00BF5A60" w:rsidP="006B11C0">
      <w:pPr>
        <w:spacing w:line="240" w:lineRule="auto"/>
        <w:rPr>
          <w:b/>
          <w:u w:val="single"/>
        </w:rPr>
      </w:pPr>
      <w:r w:rsidRPr="00015677">
        <w:rPr>
          <w:b/>
          <w:u w:val="single"/>
        </w:rPr>
        <w:t>Vision</w:t>
      </w:r>
    </w:p>
    <w:p w14:paraId="637BEBE5" w14:textId="77777777" w:rsidR="00BF5A60" w:rsidRPr="00015677" w:rsidRDefault="00BF5A60" w:rsidP="00BF5A60">
      <w:pPr>
        <w:spacing w:line="240" w:lineRule="auto"/>
      </w:pPr>
      <w:r w:rsidRPr="00015677">
        <w:t>The School of Science and Technology (SST) will become recognized in the region and the state for excellence in STEM education at an open access institution.  SST faculty will provide effective and relevant courses and programs in science, math, and technology which are characterized by interdisciplinary learning, novel use of educational technology, and an active learning environment that stimulates critical thinking.</w:t>
      </w:r>
    </w:p>
    <w:p w14:paraId="2415A5D5" w14:textId="77777777" w:rsidR="00BF5A60" w:rsidRPr="00BF5A60" w:rsidRDefault="00BF5A60" w:rsidP="006B11C0">
      <w:pPr>
        <w:spacing w:line="240" w:lineRule="auto"/>
      </w:pPr>
      <w:r w:rsidRPr="00BF5A60">
        <w:t>Mission</w:t>
      </w:r>
    </w:p>
    <w:p w14:paraId="6D879699" w14:textId="77777777" w:rsidR="00BF5A60" w:rsidRPr="00015677" w:rsidRDefault="00BF5A60" w:rsidP="00BF5A60">
      <w:pPr>
        <w:spacing w:line="240" w:lineRule="auto"/>
      </w:pPr>
      <w:r w:rsidRPr="00015677">
        <w:t>The School of Science and Technology is committed to providing an innovative outcomes-based learning experience for all students of Georgia Gwinnett College. It provides programs of study in biology, math, exercise science, and information technology that offer its students disciplinary and interdisciplinary courses, as well as practical and applied learning experiences that prepare them for post-graduate schooling or for positions of responsibility in education, business, medicine or government. The SST also provides general education experiences that produce graduates who demonstrate math, science, and information technology literacy, and that foster an understanding of the role of these disciplines in our society and in an uncertain and changing world. The School’s faculty maintain competency in their discipline and are knowledgeable of methods of providing innovative active-learning environments.</w:t>
      </w:r>
    </w:p>
    <w:p w14:paraId="05A94A98" w14:textId="77777777" w:rsidR="00BF5A60" w:rsidRPr="00BF5A60" w:rsidRDefault="00BF5A60" w:rsidP="006B11C0">
      <w:pPr>
        <w:spacing w:line="240" w:lineRule="auto"/>
      </w:pPr>
      <w:r w:rsidRPr="00BF5A60">
        <w:t>Operating principles:</w:t>
      </w:r>
    </w:p>
    <w:p w14:paraId="4A9F68FB" w14:textId="77777777" w:rsidR="00BF5A60" w:rsidRPr="00015677" w:rsidRDefault="00BF5A60" w:rsidP="00BF5A60">
      <w:pPr>
        <w:spacing w:line="240" w:lineRule="auto"/>
      </w:pPr>
      <w:r w:rsidRPr="00015677">
        <w:t>The School of Science and Technology at Georgia Gwinnett College is committed to:</w:t>
      </w:r>
    </w:p>
    <w:p w14:paraId="608B5520" w14:textId="77777777" w:rsidR="00BF5A60" w:rsidRPr="00015677" w:rsidRDefault="00BF5A60" w:rsidP="001C4A48">
      <w:pPr>
        <w:numPr>
          <w:ilvl w:val="0"/>
          <w:numId w:val="12"/>
        </w:numPr>
        <w:tabs>
          <w:tab w:val="left" w:pos="8040"/>
        </w:tabs>
        <w:spacing w:after="0" w:line="240" w:lineRule="auto"/>
      </w:pPr>
      <w:r w:rsidRPr="00015677">
        <w:t>Providing students with programs and courses that are effective and relevant and serve their post-graduate goals.</w:t>
      </w:r>
    </w:p>
    <w:p w14:paraId="5C4D94B3" w14:textId="77777777" w:rsidR="00BF5A60" w:rsidRPr="00015677" w:rsidRDefault="00BF5A60" w:rsidP="001C4A48">
      <w:pPr>
        <w:numPr>
          <w:ilvl w:val="0"/>
          <w:numId w:val="12"/>
        </w:numPr>
        <w:spacing w:after="0" w:line="240" w:lineRule="auto"/>
      </w:pPr>
      <w:r w:rsidRPr="00015677">
        <w:t>The holistic development of students through student engagement both inside and outside the classroom.</w:t>
      </w:r>
    </w:p>
    <w:p w14:paraId="274E7C55" w14:textId="77777777" w:rsidR="00BF5A60" w:rsidRPr="00015677" w:rsidRDefault="00BF5A60" w:rsidP="001C4A48">
      <w:pPr>
        <w:numPr>
          <w:ilvl w:val="0"/>
          <w:numId w:val="12"/>
        </w:numPr>
        <w:spacing w:after="0" w:line="240" w:lineRule="auto"/>
      </w:pPr>
      <w:r w:rsidRPr="00015677">
        <w:t>Developing a faculty and staff who are collegial, innovative and student-centered.</w:t>
      </w:r>
    </w:p>
    <w:p w14:paraId="09049289" w14:textId="77777777" w:rsidR="00BF5A60" w:rsidRPr="00015677" w:rsidRDefault="00BF5A60" w:rsidP="001C4A48">
      <w:pPr>
        <w:numPr>
          <w:ilvl w:val="0"/>
          <w:numId w:val="12"/>
        </w:numPr>
        <w:spacing w:after="0" w:line="240" w:lineRule="auto"/>
      </w:pPr>
      <w:r w:rsidRPr="00015677">
        <w:t>Developing faculty that are committed to excellence in teaching, student engagement, scholarship, and service to the college, the community, and their discipline</w:t>
      </w:r>
    </w:p>
    <w:p w14:paraId="0F765A74" w14:textId="77777777" w:rsidR="00BF5A60" w:rsidRPr="00015677" w:rsidRDefault="00BF5A60" w:rsidP="001C4A48">
      <w:pPr>
        <w:numPr>
          <w:ilvl w:val="0"/>
          <w:numId w:val="12"/>
        </w:numPr>
        <w:spacing w:after="0" w:line="240" w:lineRule="auto"/>
      </w:pPr>
      <w:r w:rsidRPr="00015677">
        <w:t>Developing innovative methods of teaching and student engagement in the STEM disciplines</w:t>
      </w:r>
    </w:p>
    <w:p w14:paraId="4A78CEF6" w14:textId="77777777" w:rsidR="00BF5A60" w:rsidRPr="00015677" w:rsidRDefault="00BF5A60" w:rsidP="001C4A48">
      <w:pPr>
        <w:numPr>
          <w:ilvl w:val="0"/>
          <w:numId w:val="12"/>
        </w:numPr>
        <w:tabs>
          <w:tab w:val="left" w:pos="8040"/>
        </w:tabs>
        <w:spacing w:after="0" w:line="240" w:lineRule="auto"/>
      </w:pPr>
      <w:r w:rsidRPr="00015677">
        <w:t xml:space="preserve">Continuous review, assessment, and improvement of programs and courses. </w:t>
      </w:r>
    </w:p>
    <w:p w14:paraId="17A87D66" w14:textId="77777777" w:rsidR="00BF5A60" w:rsidRPr="00015677" w:rsidRDefault="00BF5A60" w:rsidP="001C4A48">
      <w:pPr>
        <w:numPr>
          <w:ilvl w:val="0"/>
          <w:numId w:val="12"/>
        </w:numPr>
        <w:spacing w:after="0" w:line="240" w:lineRule="auto"/>
      </w:pPr>
      <w:r w:rsidRPr="00015677">
        <w:t>Innovatively integrating active learning and technology into educational experiences.</w:t>
      </w:r>
    </w:p>
    <w:p w14:paraId="35DF7737" w14:textId="77777777" w:rsidR="00BF5A60" w:rsidRPr="00015677" w:rsidRDefault="00BF5A60" w:rsidP="001C4A48">
      <w:pPr>
        <w:numPr>
          <w:ilvl w:val="0"/>
          <w:numId w:val="12"/>
        </w:numPr>
        <w:spacing w:after="0" w:line="240" w:lineRule="auto"/>
      </w:pPr>
      <w:r w:rsidRPr="00015677">
        <w:t>Open communication between faculty, staff, and administration.</w:t>
      </w:r>
    </w:p>
    <w:p w14:paraId="58ED458E" w14:textId="77777777" w:rsidR="00BF5A60" w:rsidRPr="00015677" w:rsidRDefault="00BF5A60" w:rsidP="001C4A48">
      <w:pPr>
        <w:numPr>
          <w:ilvl w:val="0"/>
          <w:numId w:val="12"/>
        </w:numPr>
        <w:spacing w:after="0" w:line="240" w:lineRule="auto"/>
      </w:pPr>
      <w:r w:rsidRPr="00015677">
        <w:t xml:space="preserve">Using a “Leadership in Place” model which relies on faculty governance through collaborative decision-making. </w:t>
      </w:r>
    </w:p>
    <w:p w14:paraId="21924ADB" w14:textId="77777777" w:rsidR="00BF5A60" w:rsidRPr="00015677" w:rsidRDefault="00BF5A60" w:rsidP="001C4A48">
      <w:pPr>
        <w:numPr>
          <w:ilvl w:val="0"/>
          <w:numId w:val="12"/>
        </w:numPr>
        <w:spacing w:after="0" w:line="240" w:lineRule="auto"/>
      </w:pPr>
      <w:r w:rsidRPr="00015677">
        <w:t>Building partnerships with its business and community constituents.</w:t>
      </w:r>
    </w:p>
    <w:p w14:paraId="65C32E4D" w14:textId="77777777" w:rsidR="00BF5A60" w:rsidRPr="00BF5A60" w:rsidRDefault="00BF5A60" w:rsidP="00BF5A60"/>
    <w:p w14:paraId="585C7117" w14:textId="77777777" w:rsidR="00BF5A60" w:rsidRPr="00BF5A60" w:rsidRDefault="00BF5A60" w:rsidP="00BF5A60">
      <w:pPr>
        <w:keepNext/>
        <w:spacing w:after="0" w:line="240" w:lineRule="auto"/>
        <w:ind w:left="-180" w:right="-180" w:firstLine="180"/>
        <w:outlineLvl w:val="0"/>
      </w:pPr>
      <w:r w:rsidRPr="00BF5A60">
        <w:t xml:space="preserve">Technology Covenant </w:t>
      </w:r>
    </w:p>
    <w:p w14:paraId="6D6B64BB" w14:textId="77777777" w:rsidR="00BF5A60" w:rsidRDefault="00BF5A60" w:rsidP="00BF5A60">
      <w:pPr>
        <w:spacing w:after="0" w:line="240" w:lineRule="auto"/>
        <w:ind w:left="-180" w:right="-180"/>
        <w:rPr>
          <w:rFonts w:ascii="Times New Roman" w:eastAsia="Times New Roman" w:hAnsi="Times New Roman"/>
          <w:sz w:val="28"/>
          <w:szCs w:val="28"/>
        </w:rPr>
      </w:pPr>
    </w:p>
    <w:p w14:paraId="4C0450EB" w14:textId="77777777" w:rsidR="00BF5A60" w:rsidRPr="00BF5A60" w:rsidRDefault="00BF5A60" w:rsidP="00BF5A60">
      <w:pPr>
        <w:spacing w:line="240" w:lineRule="auto"/>
      </w:pPr>
      <w:r w:rsidRPr="00BF5A60">
        <w:t xml:space="preserve">Technology will be used to deliver content, provide resources, assess learning, and facilitate interaction, both within the classroom and in the larger learning community. </w:t>
      </w:r>
    </w:p>
    <w:p w14:paraId="5CA1324B" w14:textId="77777777" w:rsidR="00BF5A60" w:rsidRPr="00BF5A60" w:rsidRDefault="00BF5A60" w:rsidP="00BF5A60">
      <w:pPr>
        <w:spacing w:line="240" w:lineRule="auto"/>
      </w:pPr>
      <w:r w:rsidRPr="00BF5A60">
        <w:t>Course materials and Grading</w:t>
      </w:r>
    </w:p>
    <w:p w14:paraId="2F1348CE" w14:textId="77777777" w:rsidR="00BF5A60" w:rsidRPr="00BF5A60" w:rsidRDefault="00BF5A60" w:rsidP="00BF5A60">
      <w:pPr>
        <w:spacing w:line="240" w:lineRule="auto"/>
      </w:pPr>
      <w:r w:rsidRPr="00BF5A60">
        <w:t>You can expect to access the course materials and grades via Desire2Learn. Students should check Desire2Learn regularly, as course changes will always be announced and recorded on the course Desire2Learn site. Note that both the lecture and the lab components of the course are posted on the same site.</w:t>
      </w:r>
    </w:p>
    <w:p w14:paraId="11DCCD59" w14:textId="77777777" w:rsidR="00BF5A60" w:rsidRPr="00BF5A60" w:rsidRDefault="00BF5A60" w:rsidP="00BF5A60">
      <w:pPr>
        <w:spacing w:line="240" w:lineRule="auto"/>
      </w:pPr>
      <w:r w:rsidRPr="00BF5A60">
        <w:t>Communication</w:t>
      </w:r>
    </w:p>
    <w:p w14:paraId="5EBE7FE2" w14:textId="77777777" w:rsidR="00BF5A60" w:rsidRPr="00BF5A60" w:rsidRDefault="00BF5A60" w:rsidP="00BF5A60">
      <w:pPr>
        <w:spacing w:line="240" w:lineRule="auto"/>
      </w:pPr>
      <w:r w:rsidRPr="00BF5A60">
        <w:t xml:space="preserve">I want to have face-to-face conversations with you, when possible.  However, we may need to establish a time and place via email or by phone. </w:t>
      </w:r>
    </w:p>
    <w:p w14:paraId="4D3CF5EA" w14:textId="77777777" w:rsidR="00BF5A60" w:rsidRPr="00BF5A60" w:rsidRDefault="00BF5A60" w:rsidP="00BF5A60">
      <w:pPr>
        <w:spacing w:line="240" w:lineRule="auto"/>
      </w:pPr>
      <w:r w:rsidRPr="00BF5A60">
        <w:t>I prefer e-mail for most situations.  Monday through Friday expect me to respond to e-mail by 7 pm.  E-mail received after 7 pm will be returned by the next day.  My cell phone is off from 7 PM to 8 AM.  On the week-end or when I am away from campus (i.e., at a conference), my response is irregular.</w:t>
      </w:r>
    </w:p>
    <w:p w14:paraId="36B2F2AB" w14:textId="77777777" w:rsidR="00BF5A60" w:rsidRPr="00BF5A60" w:rsidRDefault="00BF5A60" w:rsidP="00BF5A60">
      <w:pPr>
        <w:spacing w:line="240" w:lineRule="auto"/>
      </w:pPr>
      <w:r w:rsidRPr="00BF5A60">
        <w:t>When corresponding by email, I will communicate with you using only your GGC email or through the Desire2Learn site.  You should check your GGC email every day. Emails from other domains (yahoo.com, gmail.com, hotmail.com, etc.) will not receive replies due to the Family Educational Rights and Privacy Act (FERPA).</w:t>
      </w:r>
    </w:p>
    <w:p w14:paraId="0A1449BD" w14:textId="77777777" w:rsidR="00BF5A60" w:rsidRPr="00BF5A60" w:rsidRDefault="00BF5A60" w:rsidP="00BF5A60">
      <w:pPr>
        <w:spacing w:line="240" w:lineRule="auto"/>
      </w:pPr>
      <w:r w:rsidRPr="00BF5A60">
        <w:t>Expectations of Students</w:t>
      </w:r>
    </w:p>
    <w:p w14:paraId="475D934E" w14:textId="77777777" w:rsidR="00BF5A60" w:rsidRPr="00BF5A60" w:rsidRDefault="00BF5A60" w:rsidP="00BF5A60">
      <w:pPr>
        <w:tabs>
          <w:tab w:val="left" w:pos="720"/>
        </w:tabs>
        <w:spacing w:line="240" w:lineRule="auto"/>
      </w:pPr>
      <w:r w:rsidRPr="00BF5A60">
        <w:t>All students at GGC need to have access to a computer. If you do not have one, computer labs are available on campus.</w:t>
      </w:r>
    </w:p>
    <w:p w14:paraId="6BE8E14A" w14:textId="77777777" w:rsidR="00BF5A60" w:rsidRPr="00BF5A60" w:rsidRDefault="00BF5A60" w:rsidP="00BF5A60">
      <w:pPr>
        <w:tabs>
          <w:tab w:val="left" w:pos="720"/>
        </w:tabs>
        <w:spacing w:line="240" w:lineRule="auto"/>
      </w:pPr>
      <w:r w:rsidRPr="00BF5A60">
        <w:t xml:space="preserve">I expect students to access course or individual communications within 1-2 days excluding weekends. </w:t>
      </w:r>
    </w:p>
    <w:p w14:paraId="6017B86F" w14:textId="77777777" w:rsidR="00BF5A60" w:rsidRPr="00BF5A60" w:rsidRDefault="00BF5A60" w:rsidP="00BF5A60">
      <w:pPr>
        <w:spacing w:line="240" w:lineRule="auto"/>
      </w:pPr>
      <w:r w:rsidRPr="00BF5A60">
        <w:t>Technology Changes</w:t>
      </w:r>
    </w:p>
    <w:p w14:paraId="4604C8FE" w14:textId="1BB22065" w:rsidR="00BF5A60" w:rsidRPr="00BF5A60" w:rsidRDefault="00BF5A60" w:rsidP="00BF5A60">
      <w:pPr>
        <w:spacing w:line="240" w:lineRule="auto"/>
      </w:pPr>
      <w:r w:rsidRPr="00BF5A60">
        <w:t>This covenant provides a general guideline for the course. Periodic and/or necessary changes to the covenant, including technology use and communication channels, may be required in order to accommodate the needs of the class as a whole and fulfill the goals of the course.</w:t>
      </w:r>
    </w:p>
    <w:p w14:paraId="41FAB3A2" w14:textId="796E68A9" w:rsidR="00BF5A60" w:rsidRPr="00BF5A60" w:rsidRDefault="00BF5A60" w:rsidP="00BF5A60">
      <w:pPr>
        <w:spacing w:line="240" w:lineRule="auto"/>
      </w:pPr>
      <w:r w:rsidRPr="00BF5A60">
        <w:t>School of Science and Technology Policies</w:t>
      </w:r>
    </w:p>
    <w:p w14:paraId="49CA2B36" w14:textId="77777777" w:rsidR="00BF5A60" w:rsidRPr="00BF5A60" w:rsidRDefault="00BF5A60" w:rsidP="00BF5A60">
      <w:pPr>
        <w:spacing w:line="240" w:lineRule="auto"/>
      </w:pPr>
      <w:r w:rsidRPr="00BF5A60">
        <w:t>Class attendance and Financial Aid</w:t>
      </w:r>
    </w:p>
    <w:p w14:paraId="55D7D4B5" w14:textId="2CBB5BA7" w:rsidR="00BF5A60" w:rsidRPr="00BF5A60" w:rsidRDefault="00BF5A60" w:rsidP="00BF5A60">
      <w:pPr>
        <w:spacing w:line="240" w:lineRule="auto"/>
      </w:pPr>
      <w:r w:rsidRPr="00BF5A60">
        <w:t>Please be aware that faculty check attendance in each of your courses and are required to report to the Registrar students who never attend or cease attending a course. Students who are reported as never attended or have ceased attending a course, Financial Aid will be notified and is required to adjust your financial aid award accordingly. If you have any questions about how not attending a course for which you are registered will affect your financial aid eligibility, please contact the Financial Aid Office.</w:t>
      </w:r>
    </w:p>
    <w:p w14:paraId="54080396" w14:textId="77777777" w:rsidR="00BF5A60" w:rsidRPr="00BF5A60" w:rsidRDefault="00BF5A60" w:rsidP="00BF5A60">
      <w:pPr>
        <w:spacing w:line="240" w:lineRule="auto"/>
      </w:pPr>
      <w:r w:rsidRPr="00BF5A60">
        <w:t>Make-up Exam Policy</w:t>
      </w:r>
    </w:p>
    <w:p w14:paraId="527E778B" w14:textId="77777777" w:rsidR="00BF5A60" w:rsidRPr="00BF5A60" w:rsidRDefault="00BF5A60" w:rsidP="00BF5A60">
      <w:pPr>
        <w:spacing w:line="240" w:lineRule="auto"/>
      </w:pPr>
      <w:r w:rsidRPr="00BF5A60">
        <w:t>You are expected to attend every class. Failure to attend class will affect your grade.</w:t>
      </w:r>
    </w:p>
    <w:p w14:paraId="58BCF878" w14:textId="77777777" w:rsidR="00BF5A60" w:rsidRPr="00BF5A60" w:rsidRDefault="00BF5A60" w:rsidP="00BF5A60">
      <w:pPr>
        <w:spacing w:line="240" w:lineRule="auto"/>
      </w:pPr>
      <w:r w:rsidRPr="00BF5A60">
        <w:t>Special arrangements to take a regular exam early must be made in advance in writing. Early exams are available only at the instructor’s discretion and only under extreme circumstances.</w:t>
      </w:r>
    </w:p>
    <w:p w14:paraId="4325CD50" w14:textId="1B91860E" w:rsidR="00BF5A60" w:rsidRPr="00BF5A60" w:rsidRDefault="00BF5A60" w:rsidP="00BF5A60">
      <w:pPr>
        <w:spacing w:line="240" w:lineRule="auto"/>
      </w:pPr>
      <w:r w:rsidRPr="00BF5A60">
        <w:t>IF an emergency arises and you miss an exam you MUST notify me on the same DAY as the exam. Notification by email, text or phone message is acceptable. Any make-up work may have a different format or different content from the regular assignment. Make-up work should be completed within two days of the original due date. Work missed due to unexcused absences will be given a grade of zero.</w:t>
      </w:r>
    </w:p>
    <w:p w14:paraId="351A5872" w14:textId="38D085E0" w:rsidR="00BF5A60" w:rsidRPr="00BF5A60" w:rsidRDefault="00BF5A60" w:rsidP="00BF5A60">
      <w:pPr>
        <w:spacing w:line="240" w:lineRule="auto"/>
      </w:pPr>
      <w:r w:rsidRPr="00BF5A60">
        <w:t>Note: Lab Practical Exams CANNOT be rescheduled!</w:t>
      </w:r>
    </w:p>
    <w:p w14:paraId="33E950D8" w14:textId="32ACC475" w:rsidR="00BF5A60" w:rsidRPr="00BF5A60" w:rsidRDefault="00BF5A60" w:rsidP="00BF5A60">
      <w:pPr>
        <w:spacing w:line="240" w:lineRule="auto"/>
      </w:pPr>
      <w:r w:rsidRPr="00BF5A60">
        <w:t>If you feel that you are unable to complete your courses due to illness or family emergency, contact the Registrar’s Office to attempt to withdraw from your courses without penalty.</w:t>
      </w:r>
    </w:p>
    <w:p w14:paraId="18CF4DEE" w14:textId="77777777" w:rsidR="00BF5A60" w:rsidRPr="00BF5A60" w:rsidRDefault="00BF5A60" w:rsidP="00BF5A60">
      <w:pPr>
        <w:spacing w:line="240" w:lineRule="auto"/>
      </w:pPr>
      <w:r w:rsidRPr="00BF5A60">
        <w:t>Final Exam</w:t>
      </w:r>
    </w:p>
    <w:p w14:paraId="2588ABB4" w14:textId="28F98D6E" w:rsidR="00BF5A60" w:rsidRPr="00BF5A60" w:rsidRDefault="00BF5A60" w:rsidP="00BF5A60">
      <w:pPr>
        <w:spacing w:line="240" w:lineRule="auto"/>
      </w:pPr>
      <w:r w:rsidRPr="00BF5A60">
        <w:t>The final exam will be given sometime during finals week as specified by the registrar. The date and time of the final exam is set by the Registrar and will be posted. The exam schedule cannot be changed at the convenience of the student. You should not plan to be absent anytime during that week. A make-up final exam will only be given in cases of a verifiable excused absence.</w:t>
      </w:r>
    </w:p>
    <w:p w14:paraId="072FDC5B" w14:textId="77777777" w:rsidR="00BF5A60" w:rsidRPr="00BF5A60" w:rsidRDefault="00BF5A60" w:rsidP="00BF5A60">
      <w:pPr>
        <w:spacing w:line="240" w:lineRule="auto"/>
      </w:pPr>
      <w:r w:rsidRPr="00BF5A60">
        <w:t>Course Changes</w:t>
      </w:r>
    </w:p>
    <w:p w14:paraId="33521CAF" w14:textId="7920C690" w:rsidR="00BF5A60" w:rsidRDefault="00BF5A60" w:rsidP="00BF5A60">
      <w:pPr>
        <w:spacing w:line="240" w:lineRule="auto"/>
      </w:pPr>
      <w:r w:rsidRPr="00BF5A60">
        <w:t>This course syllabus provides a general plan for this course. I reserve the right to make changes to the syllabus, including changes to assignments, projects, examinations, etc., in order to accommodate the needs of the class as a whole and fulfill the goals of the course.</w:t>
      </w:r>
    </w:p>
    <w:p w14:paraId="5016D4BD" w14:textId="31E4D87E" w:rsidR="00B94D62" w:rsidRPr="00B94D62" w:rsidRDefault="009E400D" w:rsidP="00544AA2">
      <w:pPr>
        <w:pStyle w:val="Heading3"/>
      </w:pPr>
      <w:r w:rsidRPr="00B94D62">
        <w:t xml:space="preserve">School/Program Outcomes </w:t>
      </w:r>
    </w:p>
    <w:p w14:paraId="5016D4BE" w14:textId="77777777" w:rsidR="00B94D62" w:rsidRDefault="009E400D" w:rsidP="00544AA2">
      <w:pPr>
        <w:pStyle w:val="Heading4"/>
      </w:pPr>
      <w:r w:rsidRPr="0021795B">
        <w:t>Integrated Educational Experience Goals:</w:t>
      </w:r>
    </w:p>
    <w:p w14:paraId="5016D4C0" w14:textId="77777777" w:rsidR="00D96701" w:rsidRPr="00AF7801" w:rsidRDefault="009E400D" w:rsidP="00544AA2">
      <w:pPr>
        <w:rPr>
          <w:rStyle w:val="Strong"/>
        </w:rPr>
      </w:pPr>
      <w:r w:rsidRPr="005716CC">
        <w:rPr>
          <w:rStyle w:val="Strong"/>
        </w:rPr>
        <w:t xml:space="preserve">The IEE Goals met by the objectives of this course are in </w:t>
      </w:r>
      <w:r w:rsidR="00B94D62" w:rsidRPr="005716CC">
        <w:rPr>
          <w:rStyle w:val="Strong"/>
        </w:rPr>
        <w:t>bold/strong format</w:t>
      </w:r>
      <w:r w:rsidRPr="005716CC">
        <w:rPr>
          <w:rStyle w:val="Strong"/>
        </w:rPr>
        <w:t>:</w:t>
      </w:r>
    </w:p>
    <w:p w14:paraId="5016D4C1" w14:textId="1B1BD5D5" w:rsidR="00123DD0" w:rsidRDefault="0074488E" w:rsidP="001C4A48">
      <w:pPr>
        <w:numPr>
          <w:ilvl w:val="0"/>
          <w:numId w:val="6"/>
        </w:numPr>
      </w:pPr>
      <w:r>
        <w:t>IEE-1</w:t>
      </w:r>
      <w:r w:rsidR="00FC051B">
        <w:t>:</w:t>
      </w:r>
      <w:r w:rsidR="006958D5">
        <w:t xml:space="preserve"> </w:t>
      </w:r>
      <w:r w:rsidR="00D96701" w:rsidRPr="0074488E">
        <w:t>Clearly communicate ideas in written and oral form.</w:t>
      </w:r>
      <w:r w:rsidR="001F59F3" w:rsidRPr="0074488E">
        <w:t xml:space="preserve"> </w:t>
      </w:r>
    </w:p>
    <w:p w14:paraId="5016D4C2" w14:textId="19CF98A9" w:rsidR="00D96701" w:rsidRPr="0074488E" w:rsidRDefault="00D96701" w:rsidP="001C4A48">
      <w:pPr>
        <w:numPr>
          <w:ilvl w:val="0"/>
          <w:numId w:val="6"/>
        </w:numPr>
      </w:pPr>
      <w:r w:rsidRPr="0074488E">
        <w:t>IEE-2</w:t>
      </w:r>
      <w:r w:rsidR="00FC051B">
        <w:t>:</w:t>
      </w:r>
      <w:r w:rsidR="006958D5">
        <w:t xml:space="preserve"> </w:t>
      </w:r>
      <w:r w:rsidRPr="0074488E">
        <w:t>Demonstrate creativity and critical thinking in inter- and multi-disciplinary contexts.</w:t>
      </w:r>
    </w:p>
    <w:p w14:paraId="5016D4C3" w14:textId="1E2A83FD" w:rsidR="00D96701" w:rsidRPr="0074488E" w:rsidRDefault="00D96701" w:rsidP="001C4A48">
      <w:pPr>
        <w:numPr>
          <w:ilvl w:val="0"/>
          <w:numId w:val="6"/>
        </w:numPr>
      </w:pPr>
      <w:r w:rsidRPr="0074488E">
        <w:t>IEE-3</w:t>
      </w:r>
      <w:r w:rsidR="00FC051B">
        <w:t>:</w:t>
      </w:r>
      <w:r w:rsidR="006958D5">
        <w:t xml:space="preserve"> </w:t>
      </w:r>
      <w:r w:rsidRPr="0074488E">
        <w:t>Demonstrate effective use of information technology.</w:t>
      </w:r>
    </w:p>
    <w:p w14:paraId="5016D4C4" w14:textId="6C567E34" w:rsidR="00D96701" w:rsidRPr="0074488E" w:rsidRDefault="0074488E" w:rsidP="001C4A48">
      <w:pPr>
        <w:numPr>
          <w:ilvl w:val="0"/>
          <w:numId w:val="6"/>
        </w:numPr>
      </w:pPr>
      <w:r>
        <w:t>IEE-4</w:t>
      </w:r>
      <w:r w:rsidR="00FC051B">
        <w:t>:</w:t>
      </w:r>
      <w:r w:rsidR="006958D5">
        <w:t xml:space="preserve"> </w:t>
      </w:r>
      <w:r w:rsidR="007C52EA">
        <w:t>Develop intercultural awareness of diverse viewpoints and of local and global perspectives.</w:t>
      </w:r>
    </w:p>
    <w:p w14:paraId="5016D4C5" w14:textId="698DBFD5" w:rsidR="00D96701" w:rsidRPr="0074488E" w:rsidRDefault="00D96701" w:rsidP="001C4A48">
      <w:pPr>
        <w:numPr>
          <w:ilvl w:val="0"/>
          <w:numId w:val="6"/>
        </w:numPr>
      </w:pPr>
      <w:r w:rsidRPr="0074488E">
        <w:t>IEE-5</w:t>
      </w:r>
      <w:r w:rsidR="00FC051B">
        <w:t>:</w:t>
      </w:r>
      <w:r w:rsidR="006958D5">
        <w:t xml:space="preserve"> </w:t>
      </w:r>
      <w:r w:rsidR="007C52EA">
        <w:t>Produce scholarly or creative works that reflect information literacy knowledge, skills, and dispositions.</w:t>
      </w:r>
    </w:p>
    <w:p w14:paraId="5016D4C6" w14:textId="592DED74" w:rsidR="00D96701" w:rsidRPr="0074488E" w:rsidRDefault="00D96701" w:rsidP="001C4A48">
      <w:pPr>
        <w:numPr>
          <w:ilvl w:val="0"/>
          <w:numId w:val="6"/>
        </w:numPr>
      </w:pPr>
      <w:r w:rsidRPr="0074488E">
        <w:t>IEE-6</w:t>
      </w:r>
      <w:r w:rsidR="00FC051B">
        <w:t>:</w:t>
      </w:r>
      <w:r w:rsidR="006958D5">
        <w:t xml:space="preserve"> </w:t>
      </w:r>
      <w:r w:rsidR="007C52EA">
        <w:t>Demonstrate ethical and moral principles.</w:t>
      </w:r>
    </w:p>
    <w:p w14:paraId="5016D4C7" w14:textId="201985CE" w:rsidR="00D96701" w:rsidRPr="0074488E" w:rsidRDefault="00D96701" w:rsidP="001C4A48">
      <w:pPr>
        <w:numPr>
          <w:ilvl w:val="0"/>
          <w:numId w:val="6"/>
        </w:numPr>
      </w:pPr>
      <w:r w:rsidRPr="0074488E">
        <w:t>IEE-7</w:t>
      </w:r>
      <w:r w:rsidR="00FC051B">
        <w:t>:</w:t>
      </w:r>
      <w:r w:rsidR="006958D5">
        <w:t xml:space="preserve"> </w:t>
      </w:r>
      <w:r w:rsidRPr="0074488E">
        <w:t>Demonstrate and apply leadership principles.</w:t>
      </w:r>
    </w:p>
    <w:p w14:paraId="5016D4C8" w14:textId="69C2F2D0" w:rsidR="00D96701" w:rsidRPr="0074488E" w:rsidRDefault="00D96701" w:rsidP="001C4A48">
      <w:pPr>
        <w:numPr>
          <w:ilvl w:val="0"/>
          <w:numId w:val="6"/>
        </w:numPr>
      </w:pPr>
      <w:r w:rsidRPr="0074488E">
        <w:t>IEE-8</w:t>
      </w:r>
      <w:r w:rsidR="00FC051B">
        <w:t>:</w:t>
      </w:r>
      <w:r w:rsidR="006958D5">
        <w:t xml:space="preserve"> </w:t>
      </w:r>
      <w:r w:rsidRPr="0074488E">
        <w:t>Demonstrate competence in quantitative reasoning.</w:t>
      </w:r>
    </w:p>
    <w:p w14:paraId="5016D4C9" w14:textId="77777777" w:rsidR="0068011B" w:rsidRPr="0068011B" w:rsidRDefault="0068011B" w:rsidP="00544AA2">
      <w:pPr>
        <w:pStyle w:val="Heading3"/>
      </w:pPr>
      <w:r w:rsidRPr="0068011B">
        <w:t>Academic Integrity and Use of Turnitin</w:t>
      </w:r>
      <w:r w:rsidR="006958D5">
        <w:t xml:space="preserve"> </w:t>
      </w:r>
    </w:p>
    <w:p w14:paraId="5016D4CB" w14:textId="420CC665" w:rsidR="0068011B" w:rsidRPr="006958D5" w:rsidRDefault="0068011B" w:rsidP="00544AA2">
      <w:r w:rsidRPr="006958D5">
        <w:t xml:space="preserve">Students in all courses taught in the Teacher Education programs are responsible for avoiding every aspect or appearance of plagiarism by appropriately citing the sources of ideas, thoughts, or words of others that appear in their academic work. </w:t>
      </w:r>
      <w:r w:rsidR="002352C7">
        <w:t>In Unit and Lesson Plans developed as part of this course, students must include complete citations for any work which is not totally original. F</w:t>
      </w:r>
      <w:r w:rsidRPr="006958D5">
        <w:t xml:space="preserve">aculty may use the originality check feature of </w:t>
      </w:r>
      <w:r w:rsidRPr="006958D5">
        <w:rPr>
          <w:iCs/>
        </w:rPr>
        <w:t>Turnitin</w:t>
      </w:r>
      <w:r w:rsidRPr="006958D5">
        <w:t xml:space="preserve"> to assist students in learning how to cite work appropriately.</w:t>
      </w:r>
    </w:p>
    <w:p w14:paraId="5016D4CD" w14:textId="77777777" w:rsidR="0068011B" w:rsidRPr="0021795B" w:rsidRDefault="0068011B" w:rsidP="00544AA2">
      <w:pPr>
        <w:pStyle w:val="Heading4"/>
      </w:pPr>
      <w:r w:rsidRPr="0021795B">
        <w:t>Examples of plagiarism include:</w:t>
      </w:r>
    </w:p>
    <w:p w14:paraId="5016D4CE" w14:textId="77777777" w:rsidR="0068011B" w:rsidRPr="000159FD" w:rsidRDefault="0068011B" w:rsidP="001C4A48">
      <w:pPr>
        <w:pStyle w:val="ListParagraph"/>
        <w:numPr>
          <w:ilvl w:val="0"/>
          <w:numId w:val="4"/>
        </w:numPr>
      </w:pPr>
      <w:r w:rsidRPr="000159FD">
        <w:t>Directly quoting another’s words without appro</w:t>
      </w:r>
      <w:r w:rsidR="006958D5" w:rsidRPr="000159FD">
        <w:t>priate citation and punctuation</w:t>
      </w:r>
    </w:p>
    <w:p w14:paraId="5016D4CF" w14:textId="77777777" w:rsidR="0068011B" w:rsidRPr="00090FEA" w:rsidRDefault="0068011B" w:rsidP="001C4A48">
      <w:pPr>
        <w:numPr>
          <w:ilvl w:val="0"/>
          <w:numId w:val="4"/>
        </w:numPr>
      </w:pPr>
      <w:r w:rsidRPr="00090FEA">
        <w:t>Overusi</w:t>
      </w:r>
      <w:r w:rsidR="006958D5" w:rsidRPr="00090FEA">
        <w:t>ng quotations in a written work</w:t>
      </w:r>
    </w:p>
    <w:p w14:paraId="5016D4D0" w14:textId="77777777" w:rsidR="0068011B" w:rsidRPr="000159FD" w:rsidRDefault="0068011B" w:rsidP="001C4A48">
      <w:pPr>
        <w:pStyle w:val="ListParagraph"/>
        <w:numPr>
          <w:ilvl w:val="0"/>
          <w:numId w:val="4"/>
        </w:numPr>
      </w:pPr>
      <w:r w:rsidRPr="000159FD">
        <w:t>Paraphrasing another’s wor</w:t>
      </w:r>
      <w:r w:rsidR="006958D5" w:rsidRPr="000159FD">
        <w:t>ds without appropriate citation</w:t>
      </w:r>
    </w:p>
    <w:p w14:paraId="5016D4D1" w14:textId="77777777" w:rsidR="0068011B" w:rsidRPr="000159FD" w:rsidRDefault="0068011B" w:rsidP="001C4A48">
      <w:pPr>
        <w:pStyle w:val="ListParagraph"/>
        <w:numPr>
          <w:ilvl w:val="0"/>
          <w:numId w:val="4"/>
        </w:numPr>
      </w:pPr>
      <w:r w:rsidRPr="000159FD">
        <w:t xml:space="preserve">Submitting assignments and other work that </w:t>
      </w:r>
      <w:r w:rsidR="006958D5" w:rsidRPr="000159FD">
        <w:t>are not your own</w:t>
      </w:r>
    </w:p>
    <w:p w14:paraId="5016D4D2" w14:textId="77777777" w:rsidR="0068011B" w:rsidRPr="000159FD" w:rsidRDefault="0068011B" w:rsidP="001C4A48">
      <w:pPr>
        <w:pStyle w:val="ListParagraph"/>
        <w:numPr>
          <w:ilvl w:val="0"/>
          <w:numId w:val="4"/>
        </w:numPr>
      </w:pPr>
      <w:r w:rsidRPr="000159FD">
        <w:t>Citing primary an</w:t>
      </w:r>
      <w:r w:rsidR="006958D5" w:rsidRPr="000159FD">
        <w:t>d secondary sources incorrectly</w:t>
      </w:r>
    </w:p>
    <w:p w14:paraId="5016D4D3" w14:textId="77777777" w:rsidR="0068011B" w:rsidRPr="0021795B" w:rsidRDefault="0068011B" w:rsidP="00544AA2">
      <w:pPr>
        <w:pStyle w:val="Heading4"/>
      </w:pPr>
      <w:r w:rsidRPr="0021795B">
        <w:t>Examples of academic dishonesty include:</w:t>
      </w:r>
    </w:p>
    <w:p w14:paraId="5016D4D4" w14:textId="6E419DEA" w:rsidR="0068011B" w:rsidRPr="0021795B" w:rsidRDefault="0068011B" w:rsidP="001C4A48">
      <w:pPr>
        <w:pStyle w:val="ListParagraph"/>
        <w:numPr>
          <w:ilvl w:val="0"/>
          <w:numId w:val="5"/>
        </w:numPr>
      </w:pPr>
      <w:r w:rsidRPr="0021795B">
        <w:t xml:space="preserve">Submitting a single assignment for multiple courses without the </w:t>
      </w:r>
      <w:r w:rsidR="00761DE0">
        <w:t>faculty</w:t>
      </w:r>
      <w:r w:rsidR="00761DE0" w:rsidRPr="0021795B">
        <w:t>’s</w:t>
      </w:r>
      <w:r w:rsidRPr="0021795B">
        <w:t xml:space="preserve"> knowledge or permission;</w:t>
      </w:r>
    </w:p>
    <w:p w14:paraId="5016D4D5" w14:textId="77777777" w:rsidR="0068011B" w:rsidRPr="0021795B" w:rsidRDefault="0068011B" w:rsidP="001C4A48">
      <w:pPr>
        <w:pStyle w:val="ListParagraph"/>
        <w:numPr>
          <w:ilvl w:val="0"/>
          <w:numId w:val="5"/>
        </w:numPr>
      </w:pPr>
      <w:r w:rsidRPr="0021795B">
        <w:t>Using assignments submitted by other students;</w:t>
      </w:r>
    </w:p>
    <w:p w14:paraId="5016D4D6" w14:textId="288E98B9" w:rsidR="0068011B" w:rsidRDefault="0068011B" w:rsidP="001C4A48">
      <w:pPr>
        <w:pStyle w:val="ListParagraph"/>
        <w:numPr>
          <w:ilvl w:val="0"/>
          <w:numId w:val="5"/>
        </w:numPr>
      </w:pPr>
      <w:r w:rsidRPr="0021795B">
        <w:t>Using unauthorized materials during an exam.</w:t>
      </w:r>
    </w:p>
    <w:p w14:paraId="04F612C0" w14:textId="77777777" w:rsidR="00EB2136" w:rsidRDefault="00EB2136" w:rsidP="00544AA2">
      <w:pPr>
        <w:pStyle w:val="Heading2"/>
      </w:pPr>
      <w:r>
        <w:t>Student Resources</w:t>
      </w:r>
    </w:p>
    <w:p w14:paraId="3B249710" w14:textId="570CE39A" w:rsidR="026E1518" w:rsidRDefault="026E1518" w:rsidP="026E1518">
      <w:pPr>
        <w:rPr>
          <w:rFonts w:asciiTheme="majorHAnsi" w:eastAsiaTheme="majorEastAsia" w:hAnsiTheme="majorHAnsi" w:cstheme="majorBidi"/>
          <w:b/>
          <w:bCs/>
          <w:color w:val="050505"/>
          <w:sz w:val="26"/>
          <w:szCs w:val="26"/>
        </w:rPr>
      </w:pPr>
      <w:r w:rsidRPr="026E1518">
        <w:rPr>
          <w:rFonts w:asciiTheme="majorHAnsi" w:eastAsiaTheme="majorEastAsia" w:hAnsiTheme="majorHAnsi" w:cstheme="majorBidi"/>
          <w:b/>
          <w:bCs/>
          <w:color w:val="050505"/>
          <w:sz w:val="26"/>
          <w:szCs w:val="26"/>
        </w:rPr>
        <w:t>Academic Enhancement Center (AEC)</w:t>
      </w:r>
    </w:p>
    <w:p w14:paraId="39DC88EB" w14:textId="7C351DCD" w:rsidR="026E1518" w:rsidRDefault="026E1518" w:rsidP="026E1518">
      <w:pPr>
        <w:rPr>
          <w:rFonts w:eastAsia="Calibri" w:cs="Calibri"/>
        </w:rPr>
      </w:pPr>
      <w:r w:rsidRPr="026E1518">
        <w:rPr>
          <w:rFonts w:asciiTheme="minorHAnsi" w:eastAsiaTheme="minorEastAsia" w:hAnsiTheme="minorHAnsi" w:cstheme="minorBidi"/>
          <w:color w:val="050505"/>
        </w:rPr>
        <w:t xml:space="preserve">The Academic Enhancement Center, located in W-1160, hosts several academic resources designed to help you achieve your goals. These resources include both in-person and virtual tutoring, as well as Peer Supplemental Instruction (PSI) peer-led study sessions and the </w:t>
      </w:r>
      <w:proofErr w:type="spellStart"/>
      <w:r w:rsidRPr="026E1518">
        <w:rPr>
          <w:rFonts w:asciiTheme="minorHAnsi" w:eastAsiaTheme="minorEastAsia" w:hAnsiTheme="minorHAnsi" w:cstheme="minorBidi"/>
          <w:color w:val="050505"/>
        </w:rPr>
        <w:t>CircleIn</w:t>
      </w:r>
      <w:proofErr w:type="spellEnd"/>
      <w:r w:rsidRPr="026E1518">
        <w:rPr>
          <w:rFonts w:asciiTheme="minorHAnsi" w:eastAsiaTheme="minorEastAsia" w:hAnsiTheme="minorHAnsi" w:cstheme="minorBidi"/>
          <w:color w:val="050505"/>
        </w:rPr>
        <w:t xml:space="preserve"> study app. To learn more about our services and hours, visit our website at </w:t>
      </w:r>
      <w:hyperlink r:id="rId15">
        <w:r w:rsidRPr="026E1518">
          <w:rPr>
            <w:rStyle w:val="Hyperlink"/>
            <w:rFonts w:asciiTheme="minorHAnsi" w:eastAsiaTheme="minorEastAsia" w:hAnsiTheme="minorHAnsi" w:cstheme="minorBidi"/>
          </w:rPr>
          <w:t>https://www.ggc.edu/student.../academic-enhancement-center/</w:t>
        </w:r>
      </w:hyperlink>
      <w:r w:rsidRPr="026E1518">
        <w:rPr>
          <w:rFonts w:asciiTheme="minorHAnsi" w:eastAsiaTheme="minorEastAsia" w:hAnsiTheme="minorHAnsi" w:cstheme="minorBidi"/>
          <w:color w:val="050505"/>
        </w:rPr>
        <w:t xml:space="preserve"> or call our front desk 678-407-5191.</w:t>
      </w:r>
    </w:p>
    <w:p w14:paraId="7BFD45CD" w14:textId="77777777" w:rsidR="008F6DAC" w:rsidRPr="008F6DAC" w:rsidRDefault="008F6DAC" w:rsidP="008F6DAC">
      <w:pPr>
        <w:pStyle w:val="Heading4"/>
      </w:pPr>
      <w:r w:rsidRPr="008F6DAC">
        <w:t xml:space="preserve">Online Study Group Resource: </w:t>
      </w:r>
      <w:proofErr w:type="spellStart"/>
      <w:r w:rsidRPr="008F6DAC">
        <w:t>CircleIn</w:t>
      </w:r>
      <w:proofErr w:type="spellEnd"/>
    </w:p>
    <w:p w14:paraId="4544E4B4" w14:textId="087200AB" w:rsidR="008F6DAC" w:rsidRPr="008F6DAC" w:rsidRDefault="008F6DAC" w:rsidP="008F6DAC">
      <w:proofErr w:type="spellStart"/>
      <w:r w:rsidRPr="008F6DAC">
        <w:rPr>
          <w:rStyle w:val="Strong"/>
        </w:rPr>
        <w:t>CircleIn</w:t>
      </w:r>
      <w:proofErr w:type="spellEnd"/>
      <w:r w:rsidRPr="008F6DAC">
        <w:t xml:space="preserve">, a virtual study support app, </w:t>
      </w:r>
      <w:r>
        <w:t xml:space="preserve">is </w:t>
      </w:r>
      <w:r w:rsidRPr="008F6DAC">
        <w:t xml:space="preserve">available to </w:t>
      </w:r>
      <w:r>
        <w:t>all GGC students</w:t>
      </w:r>
      <w:r w:rsidRPr="008F6DAC">
        <w:t>. Hop on a video call</w:t>
      </w:r>
      <w:r>
        <w:t>,</w:t>
      </w:r>
      <w:r w:rsidRPr="008F6DAC">
        <w:t xml:space="preserve"> text with classmates, create study groups, and share notes and flashcards to prepare for success in your courses. By engaging with your peers in these activities, you also can earn points towards scholarships and other rewards.</w:t>
      </w:r>
    </w:p>
    <w:p w14:paraId="7F069A90" w14:textId="598FB878" w:rsidR="008F6DAC" w:rsidRPr="008F6DAC" w:rsidRDefault="008F6DAC" w:rsidP="008F6DAC">
      <w:r w:rsidRPr="008F6DAC">
        <w:rPr>
          <w:rStyle w:val="Strong"/>
        </w:rPr>
        <w:t>To get started</w:t>
      </w:r>
      <w:r w:rsidRPr="008F6DAC">
        <w:t>,</w:t>
      </w:r>
      <w:r>
        <w:t xml:space="preserve"> </w:t>
      </w:r>
      <w:hyperlink r:id="rId16" w:tgtFrame="_blank" w:history="1">
        <w:r w:rsidRPr="008F6DAC">
          <w:rPr>
            <w:rStyle w:val="Hyperlink"/>
          </w:rPr>
          <w:t>download the app</w:t>
        </w:r>
      </w:hyperlink>
      <w:r>
        <w:t xml:space="preserve"> </w:t>
      </w:r>
      <w:r w:rsidRPr="008F6DAC">
        <w:t xml:space="preserve">or </w:t>
      </w:r>
      <w:r w:rsidR="00430D40">
        <w:t xml:space="preserve">use a browser to </w:t>
      </w:r>
      <w:r w:rsidRPr="008F6DAC">
        <w:t>visit the</w:t>
      </w:r>
      <w:r>
        <w:t xml:space="preserve"> </w:t>
      </w:r>
      <w:hyperlink r:id="rId17" w:tgtFrame="_blank" w:history="1">
        <w:proofErr w:type="spellStart"/>
        <w:r w:rsidR="00430D40" w:rsidRPr="00430D40">
          <w:rPr>
            <w:rStyle w:val="Hyperlink"/>
          </w:rPr>
          <w:t>CircleIn</w:t>
        </w:r>
        <w:proofErr w:type="spellEnd"/>
        <w:r w:rsidR="00430D40" w:rsidRPr="00430D40">
          <w:rPr>
            <w:rStyle w:val="Hyperlink"/>
          </w:rPr>
          <w:t xml:space="preserve"> website</w:t>
        </w:r>
      </w:hyperlink>
      <w:r w:rsidR="00430D40">
        <w:t>.</w:t>
      </w:r>
      <w:r w:rsidRPr="008F6DAC">
        <w:t xml:space="preserve"> Search Georgia Gwinnett College, enter your school login credentials, and select “Authorize” to get started.</w:t>
      </w:r>
    </w:p>
    <w:p w14:paraId="72FB9C79" w14:textId="77777777" w:rsidR="00E017FD" w:rsidRDefault="00E017FD" w:rsidP="00E017FD">
      <w:pPr>
        <w:pStyle w:val="Heading3"/>
      </w:pPr>
      <w:r w:rsidRPr="00173F8B">
        <w:t>Counseling and Psychological Services (C</w:t>
      </w:r>
      <w:r>
        <w:t>APS)</w:t>
      </w:r>
    </w:p>
    <w:p w14:paraId="6B384256" w14:textId="0151F1EF" w:rsidR="00AD4804" w:rsidRPr="00AD4804" w:rsidRDefault="00AD4804" w:rsidP="00AD4804">
      <w:r w:rsidRPr="00AD4804">
        <w:t>CAPS is a safe, secure, and</w:t>
      </w:r>
      <w:r w:rsidR="00684480">
        <w:t xml:space="preserve"> </w:t>
      </w:r>
      <w:r w:rsidRPr="00AD4804">
        <w:rPr>
          <w:rStyle w:val="IntenseEmphasis"/>
        </w:rPr>
        <w:t>confidential</w:t>
      </w:r>
      <w:r w:rsidR="00684480">
        <w:rPr>
          <w:rStyle w:val="IntenseEmphasis"/>
        </w:rPr>
        <w:t xml:space="preserve"> </w:t>
      </w:r>
      <w:r w:rsidRPr="00AD4804">
        <w:t>space designed</w:t>
      </w:r>
      <w:r w:rsidR="00684480">
        <w:t xml:space="preserve"> </w:t>
      </w:r>
      <w:r w:rsidRPr="00AD4804">
        <w:t>to support GGC students.</w:t>
      </w:r>
      <w:r w:rsidR="00684480">
        <w:t xml:space="preserve"> </w:t>
      </w:r>
      <w:r w:rsidRPr="00AD4804">
        <w:t>Meeting with a CAPS clinician is a chance to explore issues and determine possible courses of action or resolution in a respectful and confidential setting. Your mental health and wellness are our priority</w:t>
      </w:r>
      <w:r w:rsidR="00684480">
        <w:t xml:space="preserve"> </w:t>
      </w:r>
      <w:r w:rsidRPr="00AD4804">
        <w:t>and we hope to help you succeed.</w:t>
      </w:r>
    </w:p>
    <w:p w14:paraId="6855C9A9" w14:textId="3FBB1605" w:rsidR="00AD4804" w:rsidRPr="00AD4804" w:rsidRDefault="00AD4804" w:rsidP="00AD4804">
      <w:r w:rsidRPr="00AD4804">
        <w:t>Your first step to starting your relationship with CAPS is to schedule an initial information</w:t>
      </w:r>
      <w:r>
        <w:t>-</w:t>
      </w:r>
      <w:r w:rsidRPr="00AD4804">
        <w:t>gathering appointment (Intake), where you meet with a clinician to discuss your needs.</w:t>
      </w:r>
      <w:r w:rsidR="00684480">
        <w:t xml:space="preserve"> </w:t>
      </w:r>
      <w:r w:rsidRPr="00AD4804">
        <w:t>From here, a clinician will work with you to decide your next steps. Counseling is a collaborative effort that necessitates your willingness and commitment.</w:t>
      </w:r>
    </w:p>
    <w:p w14:paraId="3E26524E" w14:textId="33B1B8D3" w:rsidR="00AD4804" w:rsidRPr="00AD4804" w:rsidRDefault="00AD4804" w:rsidP="00AD4804">
      <w:r w:rsidRPr="00AD4804">
        <w:t>Counseling services are available for all currently</w:t>
      </w:r>
      <w:r>
        <w:t>-</w:t>
      </w:r>
      <w:r w:rsidRPr="00AD4804">
        <w:t>enrolled GGC students. Services are free to students and are offered year</w:t>
      </w:r>
      <w:r>
        <w:t>-</w:t>
      </w:r>
      <w:r w:rsidRPr="00AD4804">
        <w:t>round.</w:t>
      </w:r>
    </w:p>
    <w:p w14:paraId="5F30421E" w14:textId="55616504" w:rsidR="00AD4804" w:rsidRPr="00AD4804" w:rsidRDefault="00AD4804" w:rsidP="00AD4804">
      <w:r w:rsidRPr="00AD4804">
        <w:t>For more</w:t>
      </w:r>
      <w:r w:rsidR="00430D40">
        <w:t xml:space="preserve"> </w:t>
      </w:r>
      <w:r w:rsidRPr="00AD4804">
        <w:t>information, please visit</w:t>
      </w:r>
      <w:r w:rsidR="00430D40">
        <w:t xml:space="preserve"> </w:t>
      </w:r>
      <w:hyperlink r:id="rId18" w:tgtFrame="_blank" w:history="1">
        <w:r w:rsidRPr="00AD4804">
          <w:rPr>
            <w:rStyle w:val="Hyperlink"/>
          </w:rPr>
          <w:t>the CAPS website</w:t>
        </w:r>
      </w:hyperlink>
      <w:r w:rsidRPr="00AD4804">
        <w:t>, or contact us at</w:t>
      </w:r>
      <w:r w:rsidR="00761DE0">
        <w:t xml:space="preserve"> </w:t>
      </w:r>
      <w:r w:rsidRPr="00AD4804">
        <w:rPr>
          <w:rStyle w:val="Strong"/>
        </w:rPr>
        <w:t>678-407-5592</w:t>
      </w:r>
      <w:r w:rsidRPr="00AD4804">
        <w:t>.</w:t>
      </w:r>
    </w:p>
    <w:p w14:paraId="6D9E7501" w14:textId="146D2A24" w:rsidR="00E017FD" w:rsidRPr="00366A73" w:rsidRDefault="00AD4804" w:rsidP="00544AA2">
      <w:r w:rsidRPr="00AD4804">
        <w:t>Also, for students who may need</w:t>
      </w:r>
      <w:r w:rsidR="00430D40">
        <w:t xml:space="preserve"> </w:t>
      </w:r>
      <w:r w:rsidRPr="00AD4804">
        <w:t>immediate</w:t>
      </w:r>
      <w:r w:rsidR="00430D40">
        <w:t xml:space="preserve"> </w:t>
      </w:r>
      <w:r w:rsidRPr="00AD4804">
        <w:t>support that cannot wait for a scheduled appointment, students have access to our</w:t>
      </w:r>
      <w:r w:rsidR="00761DE0">
        <w:t xml:space="preserve"> </w:t>
      </w:r>
      <w:r w:rsidRPr="00AD4804">
        <w:rPr>
          <w:rStyle w:val="Strong"/>
        </w:rPr>
        <w:t>24/7 Support Line:</w:t>
      </w:r>
      <w:r w:rsidR="00430D40">
        <w:rPr>
          <w:rStyle w:val="Strong"/>
        </w:rPr>
        <w:t xml:space="preserve"> </w:t>
      </w:r>
      <w:r w:rsidRPr="00AD4804">
        <w:rPr>
          <w:rStyle w:val="Strong"/>
        </w:rPr>
        <w:t>833-910-3366</w:t>
      </w:r>
      <w:r w:rsidRPr="00AD4804">
        <w:t>.</w:t>
      </w:r>
    </w:p>
    <w:p w14:paraId="650F4856" w14:textId="77777777" w:rsidR="00691129" w:rsidRDefault="00691129" w:rsidP="00691129">
      <w:pPr>
        <w:pStyle w:val="Heading3"/>
      </w:pPr>
      <w:r w:rsidRPr="00F76E6E">
        <w:t>De</w:t>
      </w:r>
      <w:r>
        <w:t>an of Students</w:t>
      </w:r>
    </w:p>
    <w:p w14:paraId="1656F5CB" w14:textId="6CA18019" w:rsidR="00691129" w:rsidRDefault="00691129" w:rsidP="00691129">
      <w:r w:rsidRPr="00F76E6E">
        <w:t>GGC's Dean of Students is an advocate and resource to support student success at GGC. The Dean has oversight for all</w:t>
      </w:r>
      <w:r w:rsidR="00684480">
        <w:t xml:space="preserve"> </w:t>
      </w:r>
      <w:hyperlink r:id="rId19" w:tgtFrame="_blank" w:tooltip="https://www.ggc.edu/student-life/student-affairs/" w:history="1">
        <w:r w:rsidRPr="00F76E6E">
          <w:rPr>
            <w:rStyle w:val="Hyperlink"/>
          </w:rPr>
          <w:t>student affairs</w:t>
        </w:r>
      </w:hyperlink>
      <w:r w:rsidR="00684480">
        <w:rPr>
          <w:rStyle w:val="Hyperlink"/>
        </w:rPr>
        <w:t xml:space="preserve"> </w:t>
      </w:r>
      <w:r w:rsidRPr="00F76E6E">
        <w:t>areas. The Dean of Students can assist students in</w:t>
      </w:r>
      <w:r w:rsidR="00684480">
        <w:t xml:space="preserve"> </w:t>
      </w:r>
      <w:hyperlink r:id="rId20" w:tgtFrame="_blank" w:tooltip="https://www.ggc.edu/about-ggc/public-safety/in-an-emergency/student-crisis" w:history="1">
        <w:r w:rsidRPr="00F76E6E">
          <w:rPr>
            <w:rStyle w:val="Hyperlink"/>
          </w:rPr>
          <w:t>crisis situations</w:t>
        </w:r>
      </w:hyperlink>
      <w:r w:rsidR="00B65674">
        <w:rPr>
          <w:rStyle w:val="Hyperlink"/>
        </w:rPr>
        <w:t xml:space="preserve"> </w:t>
      </w:r>
      <w:r w:rsidRPr="00F76E6E">
        <w:t>including</w:t>
      </w:r>
      <w:r w:rsidR="00684480">
        <w:t xml:space="preserve"> </w:t>
      </w:r>
      <w:hyperlink r:id="rId21" w:anchor="emergency-funds" w:tgtFrame="_blank" w:tooltip="https://www.ggc.edu/about-ggc/public-safety/public-health/faq/#emergency-funds" w:history="1">
        <w:r w:rsidRPr="00F76E6E">
          <w:rPr>
            <w:rStyle w:val="Hyperlink"/>
          </w:rPr>
          <w:t>food/home insecurities</w:t>
        </w:r>
      </w:hyperlink>
      <w:r w:rsidRPr="00F76E6E">
        <w:t xml:space="preserve">, </w:t>
      </w:r>
      <w:hyperlink r:id="rId22" w:history="1">
        <w:r w:rsidRPr="00E50642">
          <w:rPr>
            <w:rStyle w:val="Hyperlink"/>
          </w:rPr>
          <w:t>hospitalizations, medical issues</w:t>
        </w:r>
      </w:hyperlink>
      <w:r w:rsidRPr="00F76E6E">
        <w:t xml:space="preserve"> and other issues related to health and safety. Your wellness matters! You can contact the Dean of Students at</w:t>
      </w:r>
      <w:r w:rsidR="00684480">
        <w:t xml:space="preserve"> </w:t>
      </w:r>
      <w:hyperlink r:id="rId23" w:tgtFrame="_blank" w:tooltip="mailto:studentaffairs@ggc.edu" w:history="1">
        <w:r w:rsidRPr="00F76E6E">
          <w:rPr>
            <w:rStyle w:val="Hyperlink"/>
          </w:rPr>
          <w:t>studentaffairs@ggc.edu</w:t>
        </w:r>
      </w:hyperlink>
      <w:r w:rsidR="00311B46">
        <w:rPr>
          <w:rStyle w:val="Hyperlink"/>
        </w:rPr>
        <w:t xml:space="preserve"> </w:t>
      </w:r>
      <w:r w:rsidRPr="00F76E6E">
        <w:t xml:space="preserve">or </w:t>
      </w:r>
      <w:r w:rsidRPr="00691129">
        <w:rPr>
          <w:rStyle w:val="Strong"/>
        </w:rPr>
        <w:t>678</w:t>
      </w:r>
      <w:r>
        <w:rPr>
          <w:rStyle w:val="Strong"/>
        </w:rPr>
        <w:t>-</w:t>
      </w:r>
      <w:r w:rsidRPr="00691129">
        <w:rPr>
          <w:rStyle w:val="Strong"/>
        </w:rPr>
        <w:t>407</w:t>
      </w:r>
      <w:r>
        <w:rPr>
          <w:rStyle w:val="Strong"/>
        </w:rPr>
        <w:t>-</w:t>
      </w:r>
      <w:r w:rsidRPr="00691129">
        <w:rPr>
          <w:rStyle w:val="Strong"/>
        </w:rPr>
        <w:t>5882</w:t>
      </w:r>
      <w:r w:rsidRPr="00F76E6E">
        <w:t>.</w:t>
      </w:r>
    </w:p>
    <w:p w14:paraId="465AF2E2" w14:textId="4F8FDF03" w:rsidR="00EB2136" w:rsidRDefault="00EB2136" w:rsidP="00544AA2">
      <w:pPr>
        <w:pStyle w:val="Heading3"/>
      </w:pPr>
      <w:r>
        <w:t>Disability Services</w:t>
      </w:r>
    </w:p>
    <w:p w14:paraId="2A24B3DA" w14:textId="4AA23870" w:rsidR="00EB2136" w:rsidRPr="003C4834" w:rsidRDefault="00EB2136" w:rsidP="00544AA2">
      <w:pPr>
        <w:rPr>
          <w:b/>
          <w:iCs/>
          <w:color w:val="004C31" w:themeColor="text2"/>
          <w:u w:val="single"/>
        </w:rPr>
      </w:pPr>
      <w:r w:rsidRPr="003C4834">
        <w:rPr>
          <w:rStyle w:val="IntenseEmphasis"/>
        </w:rPr>
        <w:t>Access and Accommodations</w:t>
      </w:r>
      <w:r w:rsidRPr="003C4834">
        <w:t>: I</w:t>
      </w:r>
      <w:r w:rsidRPr="00BC2789">
        <w:t xml:space="preserve">t is important to GGC that all students have equal access to the classroom and their educations. If you have already established accommodations with Disability Services, please provide me with your </w:t>
      </w:r>
      <w:r w:rsidRPr="00BC2789">
        <w:rPr>
          <w:rStyle w:val="IntenseEmphasis"/>
        </w:rPr>
        <w:t>Faculty Accommodation Notification</w:t>
      </w:r>
      <w:r w:rsidRPr="00BC2789">
        <w:t>,</w:t>
      </w:r>
      <w:r w:rsidRPr="00BC2789">
        <w:rPr>
          <w:color w:val="004C31" w:themeColor="text2"/>
        </w:rPr>
        <w:t xml:space="preserve"> </w:t>
      </w:r>
      <w:r w:rsidRPr="00BC2789">
        <w:t>with your approved accommodations listed</w:t>
      </w:r>
      <w:r w:rsidR="004517DB">
        <w:t xml:space="preserve">. Please do so </w:t>
      </w:r>
      <w:r w:rsidRPr="00BC2789">
        <w:t>at your earliest convenience</w:t>
      </w:r>
      <w:r w:rsidR="004517DB">
        <w:t>,</w:t>
      </w:r>
      <w:r w:rsidRPr="00BC2789">
        <w:t xml:space="preserve"> so we can discuss your needs in this course.</w:t>
      </w:r>
    </w:p>
    <w:p w14:paraId="5D146D50" w14:textId="7E32EDED" w:rsidR="00EB2136" w:rsidRPr="003244D0" w:rsidRDefault="00EB2136" w:rsidP="00544AA2">
      <w:r>
        <w:t xml:space="preserve">If you have not yet established services through Disability Services (located in </w:t>
      </w:r>
      <w:r w:rsidRPr="17124B1E">
        <w:rPr>
          <w:rStyle w:val="Strong"/>
        </w:rPr>
        <w:t>D-1404</w:t>
      </w:r>
      <w:r>
        <w:t>), but have a permanent disability (such as but not limited to</w:t>
      </w:r>
      <w:r w:rsidR="004517DB">
        <w:t>:</w:t>
      </w:r>
      <w:r>
        <w:t xml:space="preserve"> mental health, attention-related, learning, vision, hearing, physical or health impacts),</w:t>
      </w:r>
      <w:r w:rsidR="00A76AE7">
        <w:t xml:space="preserve"> </w:t>
      </w:r>
      <w:r>
        <w:t xml:space="preserve">or temporary condition that requires accommodations, you are encouraged to meet with Disability Services. </w:t>
      </w:r>
      <w:r w:rsidRPr="17124B1E">
        <w:rPr>
          <w:rStyle w:val="IntenseEmphasis"/>
        </w:rPr>
        <w:t xml:space="preserve">To contact disability services please call </w:t>
      </w:r>
      <w:r w:rsidRPr="00684480">
        <w:rPr>
          <w:rStyle w:val="Strong"/>
        </w:rPr>
        <w:t>678-407-5195</w:t>
      </w:r>
      <w:r w:rsidRPr="17124B1E">
        <w:rPr>
          <w:rStyle w:val="IntenseEmphasis"/>
        </w:rPr>
        <w:t xml:space="preserve"> or send an email to </w:t>
      </w:r>
      <w:hyperlink r:id="rId24" w:history="1">
        <w:r w:rsidR="00311B46" w:rsidRPr="001067F0">
          <w:rPr>
            <w:rStyle w:val="Hyperlink"/>
          </w:rPr>
          <w:t>disabilityservices@ggc.edu</w:t>
        </w:r>
      </w:hyperlink>
      <w:r w:rsidRPr="17124B1E">
        <w:rPr>
          <w:rStyle w:val="IntenseEmphasis"/>
        </w:rPr>
        <w:t>.</w:t>
      </w:r>
    </w:p>
    <w:p w14:paraId="73B27BF6" w14:textId="7FEB88EF" w:rsidR="00EB2136" w:rsidRPr="00BC2789" w:rsidRDefault="00EB2136" w:rsidP="00544AA2">
      <w:r>
        <w:t xml:space="preserve">Disability Services offers resources and coordinates reasonable accommodations for students with disabilities and/or temporary health conditions. Reasonable accommodations are established through an interactive process requiring the student and disability services staff to meet. Disability services will review the documentation provided, discuss functional limitations with the student, along with the classroom environment and potential barriers or access issues. Georgia Gwinnett College is committed to creating an </w:t>
      </w:r>
      <w:r w:rsidR="00684480">
        <w:t>inclusive and accessible learning environment</w:t>
      </w:r>
      <w:r>
        <w:t xml:space="preserve"> consistent with federal and state law.</w:t>
      </w:r>
    </w:p>
    <w:p w14:paraId="6F39F822" w14:textId="2FAB55D0" w:rsidR="00EB2136" w:rsidRDefault="00EB2136" w:rsidP="00544AA2">
      <w:pPr>
        <w:pStyle w:val="Heading3"/>
      </w:pPr>
      <w:r>
        <w:t>Kaufman Library</w:t>
      </w:r>
    </w:p>
    <w:p w14:paraId="374291E5" w14:textId="679EF3A3" w:rsidR="00592C84" w:rsidRPr="00592C84" w:rsidRDefault="00592C84" w:rsidP="00592C84">
      <w:r w:rsidRPr="00592C84">
        <w:t xml:space="preserve">The Daniel J. Kaufman Library and Learning Center provides a wealth of resources, services, and space, in support of your academic success. Tens of thousands of full text articles as well as e-books, e-book chapters, reports, statistics, streaming media, virtual anatomy and chemistry models, etc., are available from </w:t>
      </w:r>
      <w:hyperlink r:id="rId25" w:history="1">
        <w:r w:rsidRPr="00592C84">
          <w:rPr>
            <w:rStyle w:val="Hyperlink"/>
          </w:rPr>
          <w:t>library databases</w:t>
        </w:r>
      </w:hyperlink>
      <w:hyperlink r:id="rId26" w:history="1">
        <w:r w:rsidRPr="00592C84">
          <w:rPr>
            <w:rStyle w:val="Hyperlink"/>
          </w:rPr>
          <w:t>, e-books</w:t>
        </w:r>
      </w:hyperlink>
      <w:r w:rsidRPr="00592C84">
        <w:t xml:space="preserve">, </w:t>
      </w:r>
      <w:hyperlink r:id="rId27" w:history="1">
        <w:r w:rsidRPr="00592C84">
          <w:rPr>
            <w:rStyle w:val="Hyperlink"/>
          </w:rPr>
          <w:t>e-journals</w:t>
        </w:r>
      </w:hyperlink>
      <w:r w:rsidRPr="00592C84">
        <w:t xml:space="preserve">, and </w:t>
      </w:r>
      <w:hyperlink r:id="rId28" w:history="1">
        <w:r w:rsidRPr="00592C84">
          <w:rPr>
            <w:rStyle w:val="Hyperlink"/>
          </w:rPr>
          <w:t>media</w:t>
        </w:r>
      </w:hyperlink>
      <w:r w:rsidRPr="00592C84">
        <w:t xml:space="preserve"> collections covering a wide variety of subject areas. Books available at GGC and other USG institutions can be located in </w:t>
      </w:r>
      <w:hyperlink r:id="rId29" w:history="1">
        <w:r w:rsidRPr="00592C84">
          <w:rPr>
            <w:rStyle w:val="Hyperlink"/>
          </w:rPr>
          <w:t>GIL-Find, the library catalog</w:t>
        </w:r>
      </w:hyperlink>
      <w:r w:rsidRPr="00592C84">
        <w:t xml:space="preserve">, and print books can be borrowed from other USG institutions. </w:t>
      </w:r>
      <w:hyperlink r:id="rId30" w:history="1">
        <w:r w:rsidRPr="00592C84">
          <w:rPr>
            <w:rStyle w:val="Hyperlink"/>
          </w:rPr>
          <w:t>Research and course guides</w:t>
        </w:r>
      </w:hyperlink>
      <w:r w:rsidRPr="00592C84">
        <w:t xml:space="preserve"> provide access to discipline specific databases, books, websites, etc. </w:t>
      </w:r>
      <w:hyperlink r:id="rId31" w:history="1">
        <w:r w:rsidRPr="00592C84">
          <w:rPr>
            <w:rStyle w:val="Hyperlink"/>
          </w:rPr>
          <w:t>Ask a Librarian</w:t>
        </w:r>
      </w:hyperlink>
      <w:r w:rsidRPr="00592C84">
        <w:t xml:space="preserve"> offers research assistance via chat, e-mail, phone, and walk-in. In-depth research assistance is available by </w:t>
      </w:r>
      <w:hyperlink r:id="rId32" w:history="1">
        <w:r w:rsidRPr="00592C84">
          <w:rPr>
            <w:rStyle w:val="Hyperlink"/>
          </w:rPr>
          <w:t>scheduling a research consultation</w:t>
        </w:r>
      </w:hyperlink>
      <w:r w:rsidRPr="00592C84">
        <w:t xml:space="preserve">. Kaufman Library has individual and group study space throughout the building as well as 37 individual and group study rooms that can be booked via the </w:t>
      </w:r>
      <w:hyperlink r:id="rId33" w:history="1">
        <w:r w:rsidRPr="00592C84">
          <w:rPr>
            <w:rStyle w:val="Hyperlink"/>
          </w:rPr>
          <w:t>online reservation system</w:t>
        </w:r>
      </w:hyperlink>
      <w:r w:rsidRPr="00592C84">
        <w:t>. There is a Quiet Reading Room located on the third floor.  Computers, fully loaded with campus software, and printing are also available in Kaufman Library.</w:t>
      </w:r>
    </w:p>
    <w:p w14:paraId="5016D4D7" w14:textId="27AD81AE" w:rsidR="009E400D" w:rsidRDefault="009E400D" w:rsidP="00544AA2">
      <w:pPr>
        <w:pStyle w:val="Heading2"/>
      </w:pPr>
      <w:r w:rsidRPr="0021795B">
        <w:t>Ge</w:t>
      </w:r>
      <w:r w:rsidR="006654CE">
        <w:t>orgia Gwinnett College Policies</w:t>
      </w:r>
    </w:p>
    <w:p w14:paraId="1F20A1A7" w14:textId="77777777" w:rsidR="00EB2136" w:rsidRPr="000B3E3A" w:rsidRDefault="00EB2136" w:rsidP="00544AA2">
      <w:pPr>
        <w:pStyle w:val="Heading3"/>
      </w:pPr>
      <w:r w:rsidRPr="000B3E3A">
        <w:t>Academic Integrity</w:t>
      </w:r>
    </w:p>
    <w:p w14:paraId="41E65411" w14:textId="77777777" w:rsidR="00EB2136" w:rsidRPr="0021795B" w:rsidRDefault="00EB2136" w:rsidP="00544AA2">
      <w:r w:rsidRPr="0021795B">
        <w:t>Student Honor Statement: We will not lie, steal, or cheat, nor tolerate the actions of those who do.</w:t>
      </w:r>
    </w:p>
    <w:p w14:paraId="3C33E632" w14:textId="6CD7A960" w:rsidR="00EB2136" w:rsidRPr="0021795B" w:rsidRDefault="00EB2136" w:rsidP="00544AA2">
      <w:r w:rsidRPr="0021795B">
        <w:t>Georgia Gwinnett College students are expected to ad</w:t>
      </w:r>
      <w:r>
        <w:t>here</w:t>
      </w:r>
      <w:r w:rsidRPr="0021795B">
        <w:t xml:space="preserve"> to the highest standards of academic integrity and are expected to encourage others to do the same. Further, students are expected to take responsible action when t</w:t>
      </w:r>
      <w:r>
        <w:t>here</w:t>
      </w:r>
      <w:r w:rsidRPr="0021795B">
        <w:t xml:space="preserve"> is reason to suspect dishonesty on the part of others.</w:t>
      </w:r>
    </w:p>
    <w:p w14:paraId="2E12D3B9" w14:textId="6BF789C0" w:rsidR="00EB2136" w:rsidRPr="0021795B" w:rsidRDefault="00C25A16" w:rsidP="00544AA2">
      <w:r w:rsidRPr="0021795B">
        <w:t>Academic dishonesty carries severe penalties ranging from a grade of “0” on the affected assignment to dismissal from Georgia Gwinnett College. Each faculty member at Georgia Gwinnett College bears the responsibility for assigning penalties for cases of academic dishonesty</w:t>
      </w:r>
      <w:r>
        <w:t xml:space="preserve"> utilizing the faculty adjudication process</w:t>
      </w:r>
      <w:r w:rsidRPr="0021795B">
        <w:t xml:space="preserve">. </w:t>
      </w:r>
      <w:r>
        <w:t xml:space="preserve">Please contact the Office of Student Integrity to </w:t>
      </w:r>
      <w:r w:rsidRPr="00F04378">
        <w:t>report</w:t>
      </w:r>
      <w:r>
        <w:t xml:space="preserve"> </w:t>
      </w:r>
      <w:r w:rsidRPr="00F04378">
        <w:t>alleged</w:t>
      </w:r>
      <w:r>
        <w:t xml:space="preserve"> </w:t>
      </w:r>
      <w:r w:rsidRPr="00F04378">
        <w:t>violations</w:t>
      </w:r>
      <w:r>
        <w:t xml:space="preserve"> </w:t>
      </w:r>
      <w:r w:rsidRPr="00F04378">
        <w:t>of</w:t>
      </w:r>
      <w:r>
        <w:t xml:space="preserve"> </w:t>
      </w:r>
      <w:r w:rsidRPr="00F04378">
        <w:t>academic</w:t>
      </w:r>
      <w:r>
        <w:t xml:space="preserve"> </w:t>
      </w:r>
      <w:r w:rsidRPr="00F04378">
        <w:t>dishonesty.</w:t>
      </w:r>
      <w:r>
        <w:t xml:space="preserve"> </w:t>
      </w:r>
      <w:r w:rsidR="00EB2136" w:rsidRPr="0021795B">
        <w:t>Students may appeal a penalty as outlined in the</w:t>
      </w:r>
      <w:r w:rsidR="004D2152">
        <w:t xml:space="preserve"> </w:t>
      </w:r>
      <w:hyperlink r:id="rId34" w:history="1">
        <w:r w:rsidR="004D2152" w:rsidRPr="004D2152">
          <w:rPr>
            <w:rStyle w:val="Hyperlink"/>
            <w:spacing w:val="4"/>
          </w:rPr>
          <w:t>Student Handbook</w:t>
        </w:r>
      </w:hyperlink>
      <w:r w:rsidR="004D2152">
        <w:t>,</w:t>
      </w:r>
      <w:r w:rsidR="00BA63BC">
        <w:t xml:space="preserve"> Section 4.6.5, Student Code of Conduct.</w:t>
      </w:r>
    </w:p>
    <w:p w14:paraId="5016D4D8" w14:textId="77777777" w:rsidR="003A5DC7" w:rsidRPr="002E6341" w:rsidRDefault="003A5DC7" w:rsidP="00544AA2">
      <w:pPr>
        <w:pStyle w:val="Heading3"/>
      </w:pPr>
      <w:r w:rsidRPr="002E6341">
        <w:t>Academic Respect</w:t>
      </w:r>
    </w:p>
    <w:p w14:paraId="5016D4D9" w14:textId="5BAD3D2A" w:rsidR="003A5DC7" w:rsidRPr="0021795B" w:rsidRDefault="003A5DC7" w:rsidP="00544AA2">
      <w:r w:rsidRPr="0021795B">
        <w:t>The college exists to foster educational excellence.</w:t>
      </w:r>
      <w:r w:rsidR="006958D5">
        <w:t xml:space="preserve"> </w:t>
      </w:r>
      <w:r w:rsidRPr="0021795B">
        <w:t>To this end, a classroom atmosp</w:t>
      </w:r>
      <w:r w:rsidR="000159FD">
        <w:t>here</w:t>
      </w:r>
      <w:r w:rsidRPr="0021795B">
        <w:t xml:space="preserve"> that supports learning must be maintained.</w:t>
      </w:r>
      <w:r w:rsidR="006958D5">
        <w:t xml:space="preserve"> </w:t>
      </w:r>
      <w:r w:rsidRPr="0021795B">
        <w:t>Students are expected to be active, attentive participants in the class.</w:t>
      </w:r>
      <w:r w:rsidR="006958D5">
        <w:t xml:space="preserve"> </w:t>
      </w:r>
      <w:r w:rsidRPr="0021795B">
        <w:t>Students are also expected to abide by class policies and procedures and to treat faculty and other students in a professional, respectful manner.</w:t>
      </w:r>
      <w:r w:rsidR="006958D5">
        <w:t xml:space="preserve"> </w:t>
      </w:r>
      <w:r w:rsidRPr="0021795B">
        <w:t xml:space="preserve">Students are expected to be familiar with </w:t>
      </w:r>
      <w:r w:rsidR="00BA63BC">
        <w:t xml:space="preserve">the </w:t>
      </w:r>
      <w:hyperlink r:id="rId35" w:history="1">
        <w:r w:rsidR="00BA63BC" w:rsidRPr="004D2152">
          <w:rPr>
            <w:rStyle w:val="Hyperlink"/>
            <w:spacing w:val="4"/>
          </w:rPr>
          <w:t>Student Handbook</w:t>
        </w:r>
      </w:hyperlink>
      <w:r w:rsidR="00BA63BC">
        <w:t>, Section 4.6.5, Student Code of Conduct.</w:t>
      </w:r>
    </w:p>
    <w:p w14:paraId="5016D4DA" w14:textId="77777777" w:rsidR="003A5DC7" w:rsidRPr="0021795B" w:rsidRDefault="003A5DC7" w:rsidP="00544AA2">
      <w:pPr>
        <w:pStyle w:val="Heading3"/>
      </w:pPr>
      <w:r w:rsidRPr="0021795B">
        <w:t>Americans with Disabilities Act Statement</w:t>
      </w:r>
    </w:p>
    <w:p w14:paraId="5016D4DB" w14:textId="3EEBE0BF" w:rsidR="003A5DC7" w:rsidRPr="000B3E3A" w:rsidRDefault="003A5DC7" w:rsidP="00544AA2">
      <w:pPr>
        <w:rPr>
          <w:rFonts w:cs="Calibri"/>
          <w:color w:val="000000"/>
        </w:rPr>
      </w:pPr>
      <w:r w:rsidRPr="0021795B">
        <w:t xml:space="preserve">Georgia Gwinnett College </w:t>
      </w:r>
      <w:r w:rsidR="00FC051B">
        <w:t>provides</w:t>
      </w:r>
      <w:r w:rsidRPr="0021795B">
        <w:t xml:space="preserve"> reasonable accommodation to employees, applicants for employment, students, and patrons who have physical and/or mental disabilities, in accordance with applicable statutes. Georgia Gwinnett College </w:t>
      </w:r>
      <w:r w:rsidR="00FC051B">
        <w:t>takes</w:t>
      </w:r>
      <w:r w:rsidRPr="0021795B">
        <w:t xml:space="preserve"> affirmative action to employ and advance in employment persons who are qualified disabled veterans, veterans of the Vietnam Era, or other covered veterans.</w:t>
      </w:r>
      <w:r w:rsidR="006958D5">
        <w:t xml:space="preserve"> </w:t>
      </w:r>
      <w:r w:rsidRPr="0021795B">
        <w:rPr>
          <w:rFonts w:cs="Calibri"/>
          <w:color w:val="000000"/>
        </w:rPr>
        <w:t>If you are a student who is disabled as defined under the Americans with Disabilities Act and require assistance or support services, please seek assistance through the</w:t>
      </w:r>
      <w:hyperlink r:id="rId36" w:anchor="disability-services" w:tooltip="Click the link for GGC's Disability Services website, with details on our available resources." w:history="1">
        <w:r w:rsidRPr="00FC051B">
          <w:rPr>
            <w:rStyle w:val="Hyperlink"/>
            <w:u w:val="none"/>
          </w:rPr>
          <w:t xml:space="preserve"> </w:t>
        </w:r>
        <w:r w:rsidRPr="000B3E3A">
          <w:rPr>
            <w:rStyle w:val="Hyperlink"/>
          </w:rPr>
          <w:t>Office of Disability Services</w:t>
        </w:r>
      </w:hyperlink>
      <w:r w:rsidRPr="0021795B">
        <w:rPr>
          <w:rFonts w:cs="Calibri"/>
          <w:color w:val="000000"/>
        </w:rPr>
        <w:t>.</w:t>
      </w:r>
      <w:r w:rsidR="006958D5">
        <w:rPr>
          <w:rFonts w:cs="Calibri"/>
          <w:color w:val="000000"/>
        </w:rPr>
        <w:t xml:space="preserve"> </w:t>
      </w:r>
      <w:r w:rsidRPr="0021795B">
        <w:rPr>
          <w:rFonts w:cs="Calibri"/>
          <w:color w:val="000000"/>
        </w:rPr>
        <w:t>A CDS Counselor will coordinate those services.</w:t>
      </w:r>
    </w:p>
    <w:p w14:paraId="5016D4DC" w14:textId="48E7D8D9" w:rsidR="003A5DC7" w:rsidRPr="0021795B" w:rsidRDefault="003A5DC7" w:rsidP="00544AA2">
      <w:pPr>
        <w:rPr>
          <w:rFonts w:cs="Calibri"/>
          <w:color w:val="000000"/>
        </w:rPr>
      </w:pPr>
      <w:r w:rsidRPr="0021795B">
        <w:rPr>
          <w:rFonts w:cs="Calibri"/>
          <w:color w:val="000000"/>
        </w:rPr>
        <w:t xml:space="preserve">For more information, refer to </w:t>
      </w:r>
      <w:hyperlink r:id="rId37" w:tooltip="Click here for details of GGC's Policy on requests for reasonable accommodation" w:history="1">
        <w:r w:rsidR="00676230">
          <w:rPr>
            <w:rStyle w:val="Hyperlink"/>
          </w:rPr>
          <w:t xml:space="preserve">GGC's web page on the ADA and Reasonable </w:t>
        </w:r>
        <w:r w:rsidR="00684480">
          <w:rPr>
            <w:rStyle w:val="Hyperlink"/>
          </w:rPr>
          <w:t>Accommodations</w:t>
        </w:r>
      </w:hyperlink>
      <w:r w:rsidRPr="00676230">
        <w:t>.</w:t>
      </w:r>
    </w:p>
    <w:p w14:paraId="5016D4E1" w14:textId="1375E0D1" w:rsidR="009E400D" w:rsidRPr="005716CC" w:rsidRDefault="009E400D" w:rsidP="00544AA2">
      <w:pPr>
        <w:pStyle w:val="Heading3"/>
      </w:pPr>
      <w:r w:rsidRPr="005716CC">
        <w:t>Attendance Policy</w:t>
      </w:r>
    </w:p>
    <w:p w14:paraId="5016D4E2" w14:textId="683F09A1" w:rsidR="009E400D" w:rsidRPr="0021795B" w:rsidRDefault="009E400D" w:rsidP="00544AA2">
      <w:r w:rsidRPr="0021795B">
        <w:t xml:space="preserve">The classroom experience is a vital component of the college learning experience. Interaction with </w:t>
      </w:r>
      <w:r w:rsidR="003759DE">
        <w:t>faculty</w:t>
      </w:r>
      <w:r w:rsidR="00761DE0">
        <w:t xml:space="preserve"> </w:t>
      </w:r>
      <w:r w:rsidRPr="0021795B">
        <w:t xml:space="preserve">and with other students is a necessary component of the learning process. Students are expected to attend regularly and promptly all class meetings and academic appointments. Students who are absent from classes bear the responsibility of notifying their </w:t>
      </w:r>
      <w:r w:rsidR="003759DE">
        <w:t>faculty</w:t>
      </w:r>
      <w:r w:rsidR="00761DE0">
        <w:t xml:space="preserve"> </w:t>
      </w:r>
      <w:r w:rsidR="00B65674">
        <w:t xml:space="preserve">that they will be absent </w:t>
      </w:r>
      <w:r w:rsidRPr="0021795B">
        <w:t xml:space="preserve">and keeping up with class assignments in conjunction with </w:t>
      </w:r>
      <w:r w:rsidR="004F7334">
        <w:t>Faculty</w:t>
      </w:r>
      <w:r w:rsidRPr="0021795B">
        <w:t xml:space="preserve"> provisions in the course syllabus. </w:t>
      </w:r>
      <w:r w:rsidR="00B65674">
        <w:t xml:space="preserve">However, </w:t>
      </w:r>
      <w:r w:rsidR="00B65674" w:rsidRPr="00B65674">
        <w:t xml:space="preserve">faculty </w:t>
      </w:r>
      <w:r w:rsidR="003759DE">
        <w:t>will</w:t>
      </w:r>
      <w:r w:rsidR="00B65674" w:rsidRPr="00B65674">
        <w:t xml:space="preserve"> n</w:t>
      </w:r>
      <w:r w:rsidR="00B65674">
        <w:t>ot</w:t>
      </w:r>
      <w:r w:rsidR="00B65674" w:rsidRPr="00B65674">
        <w:t xml:space="preserve"> request information </w:t>
      </w:r>
      <w:r w:rsidR="00B65674">
        <w:t xml:space="preserve">from students </w:t>
      </w:r>
      <w:r w:rsidR="00B65674" w:rsidRPr="00B65674">
        <w:t>about the specific reason for the absence nor documentation from students regarding a request for an excused absence. Students are not required to give faculty the specific reasons for an absence</w:t>
      </w:r>
      <w:r w:rsidR="00B65674">
        <w:t xml:space="preserve"> and students are not</w:t>
      </w:r>
      <w:r w:rsidR="00B65674" w:rsidRPr="00B65674">
        <w:t xml:space="preserve"> expected to send any documentation </w:t>
      </w:r>
      <w:r w:rsidR="00B65674">
        <w:t xml:space="preserve">(including medical documentation) to faculty </w:t>
      </w:r>
      <w:r w:rsidR="00B65674" w:rsidRPr="00B65674">
        <w:t>regarding an absence</w:t>
      </w:r>
      <w:r w:rsidR="00B65674">
        <w:t xml:space="preserve">. </w:t>
      </w:r>
      <w:r w:rsidR="00B65674" w:rsidRPr="00B65674">
        <w:t>Students who are absent and wish to submit documentation</w:t>
      </w:r>
      <w:r w:rsidR="003759DE">
        <w:t xml:space="preserve"> (including medical documentation)</w:t>
      </w:r>
      <w:r w:rsidR="00B65674" w:rsidRPr="00B65674">
        <w:t xml:space="preserve"> regarding the absence</w:t>
      </w:r>
      <w:r w:rsidR="003759DE">
        <w:t xml:space="preserve"> in order to have the absence qualify as an excused absence</w:t>
      </w:r>
      <w:r w:rsidR="00B65674" w:rsidRPr="00B65674">
        <w:t xml:space="preserve"> can submit </w:t>
      </w:r>
      <w:r w:rsidR="003759DE">
        <w:t xml:space="preserve">the documentation </w:t>
      </w:r>
      <w:r w:rsidR="00B65674" w:rsidRPr="00B65674">
        <w:t xml:space="preserve">to the Dean of Students. </w:t>
      </w:r>
      <w:r w:rsidR="00B65674">
        <w:t xml:space="preserve">The Dean of Students </w:t>
      </w:r>
      <w:r w:rsidR="00B65674" w:rsidRPr="00B65674">
        <w:t xml:space="preserve">will verify the absence and </w:t>
      </w:r>
      <w:r w:rsidR="003759DE">
        <w:t xml:space="preserve">will </w:t>
      </w:r>
      <w:r w:rsidR="00B65674" w:rsidRPr="00B65674">
        <w:t xml:space="preserve">notify the faculty member that the request for an excused absence is justified. </w:t>
      </w:r>
      <w:r w:rsidRPr="0021795B">
        <w:t xml:space="preserve">An individual </w:t>
      </w:r>
      <w:r w:rsidR="003759DE">
        <w:t>faculty member</w:t>
      </w:r>
      <w:r w:rsidRPr="0021795B">
        <w:t xml:space="preserve"> bears the decision as to whether a student’s absence is excused or unexcused</w:t>
      </w:r>
      <w:r w:rsidR="009B3124">
        <w:t>,</w:t>
      </w:r>
      <w:r w:rsidRPr="0021795B">
        <w:t xml:space="preserve"> and whether work will be permitted to be made up</w:t>
      </w:r>
      <w:r w:rsidR="009B3124">
        <w:t>.</w:t>
      </w:r>
      <w:r w:rsidR="00B65674">
        <w:t xml:space="preserve">  </w:t>
      </w:r>
      <w:r w:rsidR="009B3124">
        <w:t>T</w:t>
      </w:r>
      <w:r w:rsidRPr="0021795B">
        <w:t xml:space="preserve">he decision of the </w:t>
      </w:r>
      <w:r w:rsidR="003759DE">
        <w:t>faculty</w:t>
      </w:r>
      <w:r w:rsidRPr="0021795B">
        <w:t xml:space="preserve"> in this case is final. Students who are absent because of participation in college-approved activities (such as field trips and extracurricular events) will be permitted to make up the work missed during their college-approved absences, provided that the student discussed with and obtained approval from the </w:t>
      </w:r>
      <w:r w:rsidR="00761DE0">
        <w:t>f</w:t>
      </w:r>
      <w:r w:rsidR="003759DE">
        <w:t>aculty</w:t>
      </w:r>
      <w:r w:rsidR="003759DE" w:rsidRPr="0021795B">
        <w:t xml:space="preserve"> </w:t>
      </w:r>
      <w:r w:rsidRPr="0021795B">
        <w:t>to make up the work</w:t>
      </w:r>
      <w:r w:rsidR="00A76AE7">
        <w:t xml:space="preserve"> </w:t>
      </w:r>
      <w:r w:rsidRPr="0021795B">
        <w:t>missed prior to the student's going on the field trip.</w:t>
      </w:r>
      <w:r w:rsidR="00F747E8">
        <w:t xml:space="preserve"> </w:t>
      </w:r>
    </w:p>
    <w:p w14:paraId="5016D4E3" w14:textId="466DEAD6" w:rsidR="009E400D" w:rsidRPr="000B3E3A" w:rsidRDefault="009E400D" w:rsidP="00544AA2">
      <w:r w:rsidRPr="0021795B">
        <w:t xml:space="preserve">Individual </w:t>
      </w:r>
      <w:r w:rsidR="003759DE">
        <w:t>faculty</w:t>
      </w:r>
      <w:r w:rsidR="003759DE" w:rsidRPr="0021795B">
        <w:t xml:space="preserve"> </w:t>
      </w:r>
      <w:r w:rsidRPr="0021795B">
        <w:t>may establish additional attendance requirements appropriate to their course’s context, e.g. lab attendance.</w:t>
      </w:r>
      <w:r w:rsidR="00A76AE7">
        <w:t xml:space="preserve"> </w:t>
      </w:r>
      <w:r w:rsidRPr="0021795B">
        <w:t>A student whose class schedule would otherwise prevent him or her from voting will be permitted an excused absence for the interval reasonably required for voting.</w:t>
      </w:r>
    </w:p>
    <w:p w14:paraId="5016D4E5" w14:textId="2AB7D06A" w:rsidR="009E400D" w:rsidRPr="00BA63BC" w:rsidRDefault="009E400D" w:rsidP="006B11C0">
      <w:pPr>
        <w:rPr>
          <w:rStyle w:val="Strong"/>
          <w:b w:val="0"/>
        </w:rPr>
      </w:pPr>
      <w:r w:rsidRPr="0021795B">
        <w:rPr>
          <w:rFonts w:cs="Arial"/>
        </w:rPr>
        <w:t xml:space="preserve">For more information, </w:t>
      </w:r>
      <w:r w:rsidR="00007026">
        <w:rPr>
          <w:rFonts w:cs="Arial"/>
        </w:rPr>
        <w:t xml:space="preserve">please refer to the </w:t>
      </w:r>
      <w:hyperlink r:id="rId38" w:anchor="student-attendance-policy" w:history="1">
        <w:r w:rsidR="00007026" w:rsidRPr="00007026">
          <w:rPr>
            <w:rStyle w:val="Hyperlink"/>
            <w:rFonts w:cs="Arial"/>
          </w:rPr>
          <w:t>Student Attendance Policy</w:t>
        </w:r>
      </w:hyperlink>
      <w:r w:rsidR="00007026">
        <w:rPr>
          <w:rFonts w:cs="Arial"/>
        </w:rPr>
        <w:t xml:space="preserve"> in the GGC online catalog, </w:t>
      </w:r>
      <w:hyperlink r:id="rId39" w:history="1">
        <w:r w:rsidR="00007026" w:rsidRPr="00007026">
          <w:rPr>
            <w:rStyle w:val="Hyperlink"/>
            <w:rFonts w:cs="Arial"/>
          </w:rPr>
          <w:t>Academic Policies and Procedures</w:t>
        </w:r>
      </w:hyperlink>
      <w:r w:rsidR="00676230" w:rsidRPr="00676230">
        <w:t>.</w:t>
      </w:r>
      <w:bookmarkStart w:id="0" w:name="_GoBack"/>
      <w:bookmarkEnd w:id="0"/>
    </w:p>
    <w:p w14:paraId="31D42F42" w14:textId="77777777" w:rsidR="007A17C7" w:rsidRPr="00934D59" w:rsidRDefault="007A17C7" w:rsidP="007A17C7">
      <w:pPr>
        <w:pStyle w:val="Heading3"/>
      </w:pPr>
      <w:r w:rsidRPr="00934D59">
        <w:t>COVID-19 Statement</w:t>
      </w:r>
    </w:p>
    <w:p w14:paraId="3425C49A" w14:textId="44BE2553" w:rsidR="007A17C7" w:rsidRPr="00D47F90" w:rsidRDefault="00CE78A3" w:rsidP="007A17C7">
      <w:r>
        <w:t xml:space="preserve">For on-campus </w:t>
      </w:r>
      <w:r w:rsidR="007A17C7" w:rsidRPr="00D47F90">
        <w:t>classes and activities</w:t>
      </w:r>
      <w:r>
        <w:t>,</w:t>
      </w:r>
      <w:r w:rsidR="007A17C7" w:rsidRPr="00D47F90">
        <w:t xml:space="preserve"> proof of vaccination is not required</w:t>
      </w:r>
      <w:r>
        <w:t>,</w:t>
      </w:r>
      <w:r w:rsidR="007A17C7" w:rsidRPr="00D47F90">
        <w:t xml:space="preserve"> but please help to keep your fellow Grizzlies healthy and get fully vaccinated</w:t>
      </w:r>
      <w:r>
        <w:t xml:space="preserve"> and boosted</w:t>
      </w:r>
      <w:r w:rsidR="007A17C7" w:rsidRPr="00D47F90">
        <w:t xml:space="preserve"> as soon as possible. Vaccination locations can be found at</w:t>
      </w:r>
      <w:r w:rsidR="0043758D">
        <w:t xml:space="preserve"> </w:t>
      </w:r>
      <w:hyperlink r:id="rId40" w:history="1">
        <w:r w:rsidR="0043758D" w:rsidRPr="001067F0">
          <w:rPr>
            <w:rStyle w:val="Hyperlink"/>
          </w:rPr>
          <w:t>https://www.vaccines.gov/</w:t>
        </w:r>
      </w:hyperlink>
    </w:p>
    <w:p w14:paraId="27F428AE" w14:textId="7E638C6D" w:rsidR="007A17C7" w:rsidRPr="00934D59" w:rsidRDefault="00CE78A3" w:rsidP="007A17C7">
      <w:r>
        <w:t>F</w:t>
      </w:r>
      <w:r w:rsidR="007A17C7" w:rsidRPr="00934D59">
        <w:t xml:space="preserve">ace masks are strongly encouraged </w:t>
      </w:r>
      <w:r>
        <w:t xml:space="preserve">on campus </w:t>
      </w:r>
      <w:r w:rsidR="007A17C7" w:rsidRPr="00934D59">
        <w:t>for those who are not fully vaccinated</w:t>
      </w:r>
      <w:r w:rsidR="0022561C">
        <w:t xml:space="preserve"> and boosted</w:t>
      </w:r>
      <w:r w:rsidR="007A17C7" w:rsidRPr="00934D59">
        <w:t>.</w:t>
      </w:r>
    </w:p>
    <w:p w14:paraId="5CC961CB" w14:textId="77777777" w:rsidR="007A17C7" w:rsidRPr="00934D59" w:rsidRDefault="007A17C7" w:rsidP="007A17C7">
      <w:r w:rsidRPr="00934D59">
        <w:t>Kindly do not enter GGC facilities if</w:t>
      </w:r>
      <w:r>
        <w:t>:</w:t>
      </w:r>
    </w:p>
    <w:p w14:paraId="34B986A2" w14:textId="77777777" w:rsidR="007A17C7" w:rsidRPr="00934D59" w:rsidRDefault="007A17C7" w:rsidP="001C4A48">
      <w:pPr>
        <w:numPr>
          <w:ilvl w:val="0"/>
          <w:numId w:val="8"/>
        </w:numPr>
        <w:spacing w:line="245" w:lineRule="auto"/>
      </w:pPr>
      <w:r w:rsidRPr="00934D59">
        <w:t>You have signs or symptoms of the cold, flu, or COVID-19</w:t>
      </w:r>
    </w:p>
    <w:p w14:paraId="4C6EBF2E" w14:textId="77777777" w:rsidR="007A17C7" w:rsidRPr="00934D59" w:rsidRDefault="007A17C7" w:rsidP="001C4A48">
      <w:pPr>
        <w:numPr>
          <w:ilvl w:val="0"/>
          <w:numId w:val="8"/>
        </w:numPr>
        <w:spacing w:line="245" w:lineRule="auto"/>
      </w:pPr>
      <w:r w:rsidRPr="00934D59">
        <w:t>You have been diagnosed with a contagious illness and are still contagious</w:t>
      </w:r>
    </w:p>
    <w:p w14:paraId="4FA928BE" w14:textId="5650816E" w:rsidR="007A17C7" w:rsidRPr="00934D59" w:rsidRDefault="007A17C7" w:rsidP="001C4A48">
      <w:pPr>
        <w:numPr>
          <w:ilvl w:val="0"/>
          <w:numId w:val="8"/>
        </w:numPr>
        <w:spacing w:line="245" w:lineRule="auto"/>
      </w:pPr>
      <w:r w:rsidRPr="00934D59">
        <w:t xml:space="preserve">You have had contact with a person that has or is suspected to have COVID-19 within the past </w:t>
      </w:r>
      <w:r w:rsidR="00CE78A3">
        <w:t>5</w:t>
      </w:r>
      <w:r w:rsidRPr="00934D59">
        <w:t xml:space="preserve"> days and have not been fully vaccinated</w:t>
      </w:r>
      <w:r w:rsidR="00CE78A3">
        <w:t xml:space="preserve"> and boosted</w:t>
      </w:r>
      <w:r w:rsidRPr="00934D59">
        <w:t xml:space="preserve">, are </w:t>
      </w:r>
      <w:r w:rsidR="00CE78A3">
        <w:t>immunocompromised</w:t>
      </w:r>
      <w:r w:rsidRPr="00934D59">
        <w:t>, and have not completed the recommended post-exposure quarantine protocol.</w:t>
      </w:r>
    </w:p>
    <w:p w14:paraId="278CE37B" w14:textId="77777777" w:rsidR="007A17C7" w:rsidRPr="00D47F90" w:rsidRDefault="007A17C7" w:rsidP="007A17C7">
      <w:r w:rsidRPr="008F6176">
        <w:t xml:space="preserve">For more information, please visit </w:t>
      </w:r>
      <w:hyperlink r:id="rId41" w:history="1">
        <w:r w:rsidRPr="008F6176">
          <w:rPr>
            <w:rStyle w:val="Hyperlink"/>
          </w:rPr>
          <w:t>GGC’s COVID-19 Health and Exposure Updates site</w:t>
        </w:r>
      </w:hyperlink>
      <w:r>
        <w:t>.</w:t>
      </w:r>
    </w:p>
    <w:p w14:paraId="27A4ADFB" w14:textId="77777777" w:rsidR="0063684F" w:rsidRPr="004810C0" w:rsidRDefault="0063684F" w:rsidP="00544AA2">
      <w:pPr>
        <w:pStyle w:val="Heading3"/>
      </w:pPr>
      <w:r w:rsidRPr="004810C0">
        <w:t>Respect for Diversity Statement</w:t>
      </w:r>
    </w:p>
    <w:p w14:paraId="3B8E675A" w14:textId="6EC7FDA5" w:rsidR="0063684F" w:rsidRPr="004810C0" w:rsidRDefault="0063684F" w:rsidP="00544AA2">
      <w:r w:rsidRPr="004810C0">
        <w:t>It is my intent that students from all diverse backgrounds and perspectives be well served by this course, that students' learning needs be addressed both in and out of class, and that the diversity that students bring to this class be viewed as a resource, strength</w:t>
      </w:r>
      <w:r w:rsidR="00A76AE7">
        <w:t>,</w:t>
      </w:r>
      <w:r w:rsidRPr="004810C0">
        <w:t xml:space="preserve"> and benefit. It is my intent to present materials and activities that are respectful of diversity: gender, sexuality, disability, age, socioeconomic status, ethnicity, race, and culture. Your suggestions are encouraged and appreciated. Please let me know ways to improve the effectiveness of the course for you personally or for other students or student groups.</w:t>
      </w:r>
    </w:p>
    <w:p w14:paraId="3BBF18D8" w14:textId="77777777" w:rsidR="0063684F" w:rsidRPr="004810C0" w:rsidRDefault="0063684F" w:rsidP="00544AA2">
      <w:pPr>
        <w:pStyle w:val="Heading3"/>
      </w:pPr>
      <w:r w:rsidRPr="004810C0">
        <w:t>Equal Opportunity and Affirmative Action Statement</w:t>
      </w:r>
    </w:p>
    <w:p w14:paraId="13B239BD" w14:textId="0F5E9E72" w:rsidR="0063684F" w:rsidRPr="004810C0" w:rsidRDefault="0063684F" w:rsidP="00544AA2">
      <w:r w:rsidRPr="004810C0">
        <w:t>Georgia Gwinnett College is an equal employment, equal access, equal educational opportunity, and affirmative action institution. It is the policy and practice of our institution to recruit, hire, train, promote, retain, and educate persons without regard to race, color, national or ethnical origin, age, disability, sex/gender, religion, sexual orientation, gender identity, genetic information, or veteran status as required by applicable state and federal laws (including Title VI, Title VII, Title IX, ADA, Sections 503 and 504 of the Rehabilitation Act, and Executive Order 11246).</w:t>
      </w:r>
    </w:p>
    <w:p w14:paraId="62B73AFE" w14:textId="095AA35F" w:rsidR="0063684F" w:rsidRPr="004810C0" w:rsidRDefault="0063684F" w:rsidP="00544AA2">
      <w:r w:rsidRPr="004810C0">
        <w:t xml:space="preserve">Additionally, Georgia Gwinnett College affirms its commitment to keeping its workplace and academic programs free of discrimination and harassment, and maintaining an environment that recognizes the inherent worth and dignity of every person. Any individual who feels that they may have been discriminated against, should contact the Office of Diversity &amp; Equity Compliance at </w:t>
      </w:r>
      <w:hyperlink r:id="rId42" w:history="1">
        <w:r w:rsidRPr="004810C0">
          <w:rPr>
            <w:rStyle w:val="Hyperlink"/>
          </w:rPr>
          <w:t>odec@ggc.edu</w:t>
        </w:r>
      </w:hyperlink>
      <w:r w:rsidRPr="004810C0">
        <w:t>.</w:t>
      </w:r>
    </w:p>
    <w:p w14:paraId="1A34081D" w14:textId="13CC0124" w:rsidR="0063684F" w:rsidRPr="004810C0" w:rsidRDefault="0063684F" w:rsidP="00544AA2">
      <w:r w:rsidRPr="004810C0">
        <w:t xml:space="preserve">Students requiring disability related accommodations, please contact the Office of Disability Services at </w:t>
      </w:r>
      <w:hyperlink r:id="rId43" w:history="1">
        <w:r w:rsidRPr="004810C0">
          <w:rPr>
            <w:rStyle w:val="Hyperlink"/>
          </w:rPr>
          <w:t>disabilityservices@ggc.edu</w:t>
        </w:r>
      </w:hyperlink>
      <w:r w:rsidRPr="004810C0">
        <w:t>.</w:t>
      </w:r>
    </w:p>
    <w:p w14:paraId="5927FEB9" w14:textId="6BCA0D43" w:rsidR="0063684F" w:rsidRPr="004810C0" w:rsidRDefault="0063684F" w:rsidP="00544AA2">
      <w:r w:rsidRPr="004810C0">
        <w:t xml:space="preserve">For more general information, please visit the </w:t>
      </w:r>
      <w:hyperlink r:id="rId44" w:history="1">
        <w:r w:rsidRPr="004810C0">
          <w:rPr>
            <w:rStyle w:val="Hyperlink"/>
          </w:rPr>
          <w:t>Office of Diversity and Equity Compliance’s</w:t>
        </w:r>
      </w:hyperlink>
      <w:r w:rsidRPr="004810C0">
        <w:t xml:space="preserve"> website.</w:t>
      </w:r>
    </w:p>
    <w:p w14:paraId="5016D4F9" w14:textId="77777777" w:rsidR="009E400D" w:rsidRPr="0063684F" w:rsidRDefault="009E400D" w:rsidP="00544AA2">
      <w:pPr>
        <w:pStyle w:val="Heading3"/>
      </w:pPr>
      <w:r w:rsidRPr="0063684F">
        <w:t>Safety and Security</w:t>
      </w:r>
    </w:p>
    <w:p w14:paraId="7B91DB1C" w14:textId="77777777" w:rsidR="00FE4678" w:rsidRPr="004810C0" w:rsidRDefault="00F0578C" w:rsidP="00544AA2">
      <w:r w:rsidRPr="004810C0">
        <w:t xml:space="preserve">View the </w:t>
      </w:r>
      <w:hyperlink r:id="rId45" w:history="1">
        <w:r w:rsidRPr="004810C0">
          <w:rPr>
            <w:rStyle w:val="Hyperlink"/>
          </w:rPr>
          <w:t>GGC Safety and Emergency Communications web page</w:t>
        </w:r>
      </w:hyperlink>
      <w:r w:rsidRPr="004810C0">
        <w:t xml:space="preserve"> for information important to you. To avoid confusion and rumo</w:t>
      </w:r>
      <w:r w:rsidR="001C757D" w:rsidRPr="004810C0">
        <w:t>r,</w:t>
      </w:r>
      <w:r w:rsidRPr="004810C0">
        <w:t xml:space="preserve"> ensure you</w:t>
      </w:r>
      <w:r w:rsidR="00FE4678" w:rsidRPr="004810C0">
        <w:t>:</w:t>
      </w:r>
    </w:p>
    <w:p w14:paraId="616107B9" w14:textId="124047A1" w:rsidR="00FE4678" w:rsidRDefault="00FE4678" w:rsidP="001C4A48">
      <w:pPr>
        <w:pStyle w:val="ListParagraph"/>
        <w:numPr>
          <w:ilvl w:val="0"/>
          <w:numId w:val="3"/>
        </w:numPr>
        <w:rPr>
          <w:rFonts w:asciiTheme="minorHAnsi" w:hAnsiTheme="minorHAnsi"/>
        </w:rPr>
      </w:pPr>
      <w:r>
        <w:rPr>
          <w:rFonts w:asciiTheme="minorHAnsi" w:hAnsiTheme="minorHAnsi"/>
        </w:rPr>
        <w:t>S</w:t>
      </w:r>
      <w:r w:rsidR="00F0578C" w:rsidRPr="00FE4678">
        <w:rPr>
          <w:rFonts w:asciiTheme="minorHAnsi" w:hAnsiTheme="minorHAnsi"/>
        </w:rPr>
        <w:t xml:space="preserve">ign up for </w:t>
      </w:r>
      <w:hyperlink r:id="rId46" w:history="1">
        <w:r w:rsidR="00F95C33" w:rsidRPr="00FE4678">
          <w:rPr>
            <w:rStyle w:val="Hyperlink"/>
            <w:rFonts w:asciiTheme="minorHAnsi" w:hAnsiTheme="minorHAnsi"/>
          </w:rPr>
          <w:t>RAVE alert text notification</w:t>
        </w:r>
      </w:hyperlink>
      <w:r>
        <w:rPr>
          <w:rStyle w:val="Hyperlink"/>
          <w:rFonts w:asciiTheme="minorHAnsi" w:hAnsiTheme="minorHAnsi"/>
        </w:rPr>
        <w:t>.</w:t>
      </w:r>
    </w:p>
    <w:p w14:paraId="49966960" w14:textId="6468F4BB" w:rsidR="00FE4678" w:rsidRDefault="00FE4678" w:rsidP="001C4A48">
      <w:pPr>
        <w:pStyle w:val="ListParagraph"/>
        <w:numPr>
          <w:ilvl w:val="0"/>
          <w:numId w:val="3"/>
        </w:numPr>
        <w:rPr>
          <w:rFonts w:asciiTheme="minorHAnsi" w:hAnsiTheme="minorHAnsi"/>
        </w:rPr>
      </w:pPr>
      <w:r>
        <w:rPr>
          <w:rFonts w:asciiTheme="minorHAnsi" w:hAnsiTheme="minorHAnsi"/>
        </w:rPr>
        <w:t>D</w:t>
      </w:r>
      <w:r w:rsidR="00F0578C" w:rsidRPr="00FE4678">
        <w:rPr>
          <w:rFonts w:asciiTheme="minorHAnsi" w:hAnsiTheme="minorHAnsi"/>
        </w:rPr>
        <w:t xml:space="preserve">ownload the LiveSafe app for </w:t>
      </w:r>
      <w:hyperlink r:id="rId47" w:tooltip="LiveSafe app free download in the Apple iTunes store" w:history="1">
        <w:r w:rsidR="00F0578C" w:rsidRPr="00FE4678">
          <w:rPr>
            <w:rStyle w:val="Hyperlink"/>
            <w:rFonts w:asciiTheme="minorHAnsi" w:hAnsiTheme="minorHAnsi"/>
          </w:rPr>
          <w:t>iPhone</w:t>
        </w:r>
      </w:hyperlink>
      <w:r w:rsidR="00F0578C" w:rsidRPr="00FE4678">
        <w:rPr>
          <w:rFonts w:asciiTheme="minorHAnsi" w:hAnsiTheme="minorHAnsi"/>
        </w:rPr>
        <w:t xml:space="preserve"> or </w:t>
      </w:r>
      <w:hyperlink r:id="rId48" w:tooltip="LiveSafe app free download in the Google Play store" w:history="1">
        <w:r w:rsidR="00F0578C" w:rsidRPr="00FE4678">
          <w:rPr>
            <w:rStyle w:val="Hyperlink"/>
            <w:rFonts w:asciiTheme="minorHAnsi" w:hAnsiTheme="minorHAnsi"/>
          </w:rPr>
          <w:t>Android</w:t>
        </w:r>
      </w:hyperlink>
      <w:r>
        <w:rPr>
          <w:rStyle w:val="Hyperlink"/>
          <w:rFonts w:asciiTheme="minorHAnsi" w:hAnsiTheme="minorHAnsi"/>
        </w:rPr>
        <w:t>.</w:t>
      </w:r>
    </w:p>
    <w:p w14:paraId="6DECA1AE" w14:textId="79D71107" w:rsidR="0085297B" w:rsidRDefault="00F0578C" w:rsidP="001C4A48">
      <w:pPr>
        <w:pStyle w:val="ListParagraph"/>
        <w:numPr>
          <w:ilvl w:val="0"/>
          <w:numId w:val="3"/>
        </w:numPr>
        <w:rPr>
          <w:rFonts w:asciiTheme="minorHAnsi" w:hAnsiTheme="minorHAnsi"/>
        </w:rPr>
      </w:pPr>
      <w:r w:rsidRPr="00FE4678">
        <w:rPr>
          <w:rFonts w:asciiTheme="minorHAnsi" w:hAnsiTheme="minorHAnsi"/>
        </w:rPr>
        <w:t>View the 15</w:t>
      </w:r>
      <w:r w:rsidR="0033664B">
        <w:rPr>
          <w:rFonts w:asciiTheme="minorHAnsi" w:hAnsiTheme="minorHAnsi"/>
        </w:rPr>
        <w:t>-</w:t>
      </w:r>
      <w:r w:rsidRPr="00FE4678">
        <w:rPr>
          <w:rFonts w:asciiTheme="minorHAnsi" w:hAnsiTheme="minorHAnsi"/>
        </w:rPr>
        <w:t xml:space="preserve">minute </w:t>
      </w:r>
      <w:hyperlink r:id="rId49" w:tooltip="Active Shooter Emergency Response Options" w:history="1">
        <w:r w:rsidRPr="00FE4678">
          <w:rPr>
            <w:rStyle w:val="Hyperlink"/>
            <w:rFonts w:asciiTheme="minorHAnsi" w:hAnsiTheme="minorHAnsi"/>
          </w:rPr>
          <w:t>Active Shooter Video</w:t>
        </w:r>
      </w:hyperlink>
      <w:r w:rsidRPr="00FE4678">
        <w:rPr>
          <w:rFonts w:asciiTheme="minorHAnsi" w:hAnsiTheme="minorHAnsi"/>
        </w:rPr>
        <w:t xml:space="preserve">. You are the additional eyes and ears for first responders. Follow the adage, </w:t>
      </w:r>
      <w:r w:rsidRPr="00FE4678">
        <w:rPr>
          <w:rFonts w:asciiTheme="minorHAnsi" w:hAnsiTheme="minorHAnsi" w:cs="Arial"/>
        </w:rPr>
        <w:t>“</w:t>
      </w:r>
      <w:r w:rsidRPr="00FE4678">
        <w:rPr>
          <w:rFonts w:asciiTheme="minorHAnsi" w:hAnsiTheme="minorHAnsi"/>
        </w:rPr>
        <w:t>If you see something, say something</w:t>
      </w:r>
      <w:r w:rsidRPr="00FE4678">
        <w:rPr>
          <w:rFonts w:asciiTheme="minorHAnsi" w:hAnsiTheme="minorHAnsi" w:cs="Arial"/>
        </w:rPr>
        <w:t>”</w:t>
      </w:r>
      <w:r w:rsidRPr="00FE4678">
        <w:rPr>
          <w:rFonts w:asciiTheme="minorHAnsi" w:hAnsiTheme="minorHAnsi"/>
        </w:rPr>
        <w:t xml:space="preserve"> to a GGC employee. Your community needs your increased vigilance and awareness.</w:t>
      </w:r>
    </w:p>
    <w:p w14:paraId="08A4E9AD" w14:textId="0AC029F6" w:rsidR="00853F4D" w:rsidRDefault="00853F4D" w:rsidP="001C4A48">
      <w:pPr>
        <w:numPr>
          <w:ilvl w:val="0"/>
          <w:numId w:val="3"/>
        </w:numPr>
      </w:pPr>
      <w:r w:rsidRPr="00853F4D">
        <w:t xml:space="preserve">For updates on COVID-19 please visit </w:t>
      </w:r>
      <w:hyperlink r:id="rId50" w:tgtFrame="_blank" w:history="1">
        <w:r>
          <w:rPr>
            <w:rStyle w:val="Hyperlink"/>
          </w:rPr>
          <w:t>our COVID-19 Public Health page</w:t>
        </w:r>
      </w:hyperlink>
      <w:r>
        <w:t>. It includes links to the latest information from the Centers for Disease Control and Prevention (CDC), the World Health Organization (WHO), and the University System of Georgia (USG), among others.</w:t>
      </w:r>
    </w:p>
    <w:p w14:paraId="5DB1440B" w14:textId="77777777" w:rsidR="0063684F" w:rsidRPr="0063684F" w:rsidRDefault="0063684F" w:rsidP="00544AA2">
      <w:pPr>
        <w:pStyle w:val="Heading3"/>
      </w:pPr>
      <w:r w:rsidRPr="0063684F">
        <w:t>Sexual Misconduct Statement</w:t>
      </w:r>
    </w:p>
    <w:p w14:paraId="748C3E8C" w14:textId="17EF0352" w:rsidR="0063684F" w:rsidRPr="004810C0" w:rsidRDefault="0063684F" w:rsidP="00544AA2">
      <w:r w:rsidRPr="004810C0">
        <w:t xml:space="preserve">Georgia Gwinnett College is committed to providing a learning, working and living environment that promotes personal integrity, civility, and mutual respect, and is free of all forms of sex discrimination, including sexual harassment, nonconsensual sexual contact, nonconsensual sexual penetration, sexual exploitation, domestic violence, dating violence, and stalking. If you or someone you know is experiencing any of these behaviors, the College has staff and resources on campus to support and assist you. For a list of resources, please visit </w:t>
      </w:r>
      <w:hyperlink r:id="rId51" w:history="1">
        <w:r w:rsidRPr="004810C0">
          <w:rPr>
            <w:rStyle w:val="Hyperlink"/>
          </w:rPr>
          <w:t>Sexual Misconduct Resources</w:t>
        </w:r>
      </w:hyperlink>
      <w:r w:rsidRPr="004810C0">
        <w:t>.</w:t>
      </w:r>
    </w:p>
    <w:p w14:paraId="4E2D6456" w14:textId="77777777" w:rsidR="0063684F" w:rsidRPr="004810C0" w:rsidRDefault="0063684F" w:rsidP="00544AA2">
      <w:r w:rsidRPr="004810C0">
        <w:t xml:space="preserve">There are both confidential and non-confidential resources and reporting options available to you. GGC is legally obligated to respond to reports of sexual misconduct, and therefore we cannot guarantee the confidentiality of a report, unless made to a confidential resource. Responses may vary from support services to formal investigations. As a faculty member, I am required to report incidents of sexual misconduct and thus cannot guarantee confidentiality. I must provide our Title IX Coordinator with relevant details such as the names of those involved in the incident. For more information about policies and resources or reporting options, please visit the </w:t>
      </w:r>
      <w:hyperlink r:id="rId52" w:history="1">
        <w:r w:rsidRPr="004810C0">
          <w:rPr>
            <w:rStyle w:val="Hyperlink"/>
          </w:rPr>
          <w:t>website of the Office of Diversity and Equity Compliance</w:t>
        </w:r>
      </w:hyperlink>
      <w:r w:rsidRPr="004810C0">
        <w:t>.</w:t>
      </w:r>
    </w:p>
    <w:sectPr w:rsidR="0063684F" w:rsidRPr="004810C0" w:rsidSect="00BA41B5">
      <w:footerReference w:type="even" r:id="rId53"/>
      <w:footerReference w:type="default" r:id="rId54"/>
      <w:footerReference w:type="first" r:id="rId55"/>
      <w:pgSz w:w="12240" w:h="15840"/>
      <w:pgMar w:top="1080" w:right="1080" w:bottom="1080" w:left="108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C8520A" w14:textId="77777777" w:rsidR="001C4A48" w:rsidRDefault="001C4A48" w:rsidP="00544AA2">
      <w:r>
        <w:separator/>
      </w:r>
    </w:p>
  </w:endnote>
  <w:endnote w:type="continuationSeparator" w:id="0">
    <w:p w14:paraId="1446D72D" w14:textId="77777777" w:rsidR="001C4A48" w:rsidRDefault="001C4A48" w:rsidP="00544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1" w14:textId="77777777" w:rsidR="008543EF" w:rsidRDefault="002E6341" w:rsidP="00544AA2">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5016D502" w14:textId="77777777" w:rsidR="008543EF" w:rsidRDefault="008543EF" w:rsidP="00544A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4" w14:textId="5EC07D75" w:rsidR="008543EF" w:rsidRPr="008F6DAC" w:rsidRDefault="002E6341" w:rsidP="008F6DAC">
    <w:pPr>
      <w:pStyle w:val="Footer"/>
      <w:jc w:val="right"/>
      <w:rPr>
        <w:i/>
      </w:rPr>
    </w:pPr>
    <w:r w:rsidRPr="00E93433">
      <w:rPr>
        <w:rStyle w:val="PageNumber"/>
        <w:i/>
      </w:rPr>
      <w:fldChar w:fldCharType="begin"/>
    </w:r>
    <w:r w:rsidRPr="00E93433">
      <w:rPr>
        <w:rStyle w:val="PageNumber"/>
        <w:i/>
      </w:rPr>
      <w:instrText xml:space="preserve">PAGE  </w:instrText>
    </w:r>
    <w:r w:rsidRPr="00E93433">
      <w:rPr>
        <w:rStyle w:val="PageNumber"/>
        <w:i/>
      </w:rPr>
      <w:fldChar w:fldCharType="separate"/>
    </w:r>
    <w:r w:rsidR="00B561BF" w:rsidRPr="00E93433">
      <w:rPr>
        <w:rStyle w:val="PageNumber"/>
        <w:i/>
        <w:noProof/>
      </w:rPr>
      <w:t>11</w:t>
    </w:r>
    <w:r w:rsidRPr="00E93433">
      <w:rPr>
        <w:rStyle w:val="PageNumber"/>
        <w: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6D505" w14:textId="44BE956C" w:rsidR="00987931" w:rsidRDefault="00C31E39" w:rsidP="00E93433">
    <w:pPr>
      <w:pStyle w:val="Footer"/>
      <w:jc w:val="right"/>
      <w:rPr>
        <w:i/>
      </w:rPr>
    </w:pPr>
    <w:r w:rsidRPr="00E93433">
      <w:rPr>
        <w:i/>
      </w:rPr>
      <w:t>Updated</w:t>
    </w:r>
    <w:r w:rsidR="004A283A" w:rsidRPr="00E93433">
      <w:rPr>
        <w:i/>
      </w:rPr>
      <w:t xml:space="preserve"> </w:t>
    </w:r>
    <w:r w:rsidR="004F7334">
      <w:rPr>
        <w:i/>
      </w:rPr>
      <w:t>7/25/2022</w:t>
    </w:r>
  </w:p>
  <w:p w14:paraId="53576E10" w14:textId="77777777" w:rsidR="004F7334" w:rsidRPr="00E93433" w:rsidRDefault="004F7334" w:rsidP="00E93433">
    <w:pPr>
      <w:pStyle w:val="Footer"/>
      <w:jc w:val="right"/>
      <w:rPr>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869E23" w14:textId="77777777" w:rsidR="001C4A48" w:rsidRDefault="001C4A48" w:rsidP="00544AA2">
      <w:r>
        <w:separator/>
      </w:r>
    </w:p>
  </w:footnote>
  <w:footnote w:type="continuationSeparator" w:id="0">
    <w:p w14:paraId="5975D1A4" w14:textId="77777777" w:rsidR="001C4A48" w:rsidRDefault="001C4A48" w:rsidP="00544A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2" w15:restartNumberingAfterBreak="0">
    <w:nsid w:val="11354501"/>
    <w:multiLevelType w:val="hybridMultilevel"/>
    <w:tmpl w:val="D082B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F0117C"/>
    <w:multiLevelType w:val="hybridMultilevel"/>
    <w:tmpl w:val="9B20A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EE42C6"/>
    <w:multiLevelType w:val="hybridMultilevel"/>
    <w:tmpl w:val="DC72C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247D81"/>
    <w:multiLevelType w:val="hybridMultilevel"/>
    <w:tmpl w:val="3DB4AEBA"/>
    <w:lvl w:ilvl="0" w:tplc="04090011">
      <w:start w:val="1"/>
      <w:numFmt w:val="decimal"/>
      <w:lvlText w:val="%1)"/>
      <w:lvlJc w:val="left"/>
      <w:pPr>
        <w:ind w:left="765"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21130D93"/>
    <w:multiLevelType w:val="hybridMultilevel"/>
    <w:tmpl w:val="C534CF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9C7C5E"/>
    <w:multiLevelType w:val="hybridMultilevel"/>
    <w:tmpl w:val="F9F4A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444A14"/>
    <w:multiLevelType w:val="hybridMultilevel"/>
    <w:tmpl w:val="D2F6A758"/>
    <w:styleLink w:val="Numberedlist123"/>
    <w:lvl w:ilvl="0" w:tplc="4180176A">
      <w:start w:val="1"/>
      <w:numFmt w:val="decimal"/>
      <w:lvlText w:val="%1."/>
      <w:lvlJc w:val="left"/>
      <w:pPr>
        <w:ind w:left="720" w:hanging="360"/>
      </w:pPr>
      <w:rPr>
        <w:rFonts w:hint="default"/>
      </w:rPr>
    </w:lvl>
    <w:lvl w:ilvl="1" w:tplc="826A8674">
      <w:start w:val="1"/>
      <w:numFmt w:val="lowerLetter"/>
      <w:lvlText w:val="%2."/>
      <w:lvlJc w:val="left"/>
      <w:pPr>
        <w:ind w:left="1440" w:hanging="360"/>
      </w:pPr>
    </w:lvl>
    <w:lvl w:ilvl="2" w:tplc="A12EE38A">
      <w:start w:val="1"/>
      <w:numFmt w:val="lowerRoman"/>
      <w:lvlText w:val="%3."/>
      <w:lvlJc w:val="right"/>
      <w:pPr>
        <w:ind w:left="2160" w:hanging="180"/>
      </w:pPr>
    </w:lvl>
    <w:lvl w:ilvl="3" w:tplc="D3F63CD6">
      <w:start w:val="1"/>
      <w:numFmt w:val="decimal"/>
      <w:lvlText w:val="%4."/>
      <w:lvlJc w:val="left"/>
      <w:pPr>
        <w:ind w:left="2880" w:hanging="360"/>
      </w:pPr>
    </w:lvl>
    <w:lvl w:ilvl="4" w:tplc="56F44B44">
      <w:start w:val="1"/>
      <w:numFmt w:val="lowerLetter"/>
      <w:lvlText w:val="%5."/>
      <w:lvlJc w:val="left"/>
      <w:pPr>
        <w:ind w:left="3600" w:hanging="360"/>
      </w:pPr>
    </w:lvl>
    <w:lvl w:ilvl="5" w:tplc="E7207964">
      <w:start w:val="1"/>
      <w:numFmt w:val="lowerRoman"/>
      <w:lvlText w:val="%6."/>
      <w:lvlJc w:val="right"/>
      <w:pPr>
        <w:ind w:left="4320" w:hanging="180"/>
      </w:pPr>
    </w:lvl>
    <w:lvl w:ilvl="6" w:tplc="895E538E">
      <w:start w:val="1"/>
      <w:numFmt w:val="decimal"/>
      <w:lvlText w:val="%7."/>
      <w:lvlJc w:val="left"/>
      <w:pPr>
        <w:ind w:left="5040" w:hanging="360"/>
      </w:pPr>
    </w:lvl>
    <w:lvl w:ilvl="7" w:tplc="CE6A5090">
      <w:start w:val="1"/>
      <w:numFmt w:val="lowerLetter"/>
      <w:lvlText w:val="%8."/>
      <w:lvlJc w:val="left"/>
      <w:pPr>
        <w:ind w:left="5760" w:hanging="360"/>
      </w:pPr>
    </w:lvl>
    <w:lvl w:ilvl="8" w:tplc="3034BFE6">
      <w:start w:val="1"/>
      <w:numFmt w:val="lowerRoman"/>
      <w:lvlText w:val="%9."/>
      <w:lvlJc w:val="right"/>
      <w:pPr>
        <w:ind w:left="6480" w:hanging="180"/>
      </w:pPr>
    </w:lvl>
  </w:abstractNum>
  <w:abstractNum w:abstractNumId="9" w15:restartNumberingAfterBreak="0">
    <w:nsid w:val="3E14582E"/>
    <w:multiLevelType w:val="hybridMultilevel"/>
    <w:tmpl w:val="A13E6096"/>
    <w:styleLink w:val="ListBullets"/>
    <w:lvl w:ilvl="0" w:tplc="E3D4C9EC">
      <w:start w:val="1"/>
      <w:numFmt w:val="bullet"/>
      <w:lvlText w:val=""/>
      <w:lvlJc w:val="left"/>
      <w:pPr>
        <w:ind w:left="360" w:hanging="360"/>
      </w:pPr>
      <w:rPr>
        <w:rFonts w:ascii="Symbol" w:hAnsi="Symbol" w:hint="default"/>
        <w:color w:val="auto"/>
      </w:rPr>
    </w:lvl>
    <w:lvl w:ilvl="1" w:tplc="DD3C0242">
      <w:start w:val="1"/>
      <w:numFmt w:val="bullet"/>
      <w:lvlText w:val=""/>
      <w:lvlJc w:val="left"/>
      <w:pPr>
        <w:ind w:left="1440" w:hanging="360"/>
      </w:pPr>
      <w:rPr>
        <w:rFonts w:ascii="Symbol" w:hAnsi="Symbol" w:hint="default"/>
      </w:rPr>
    </w:lvl>
    <w:lvl w:ilvl="2" w:tplc="FC422066">
      <w:start w:val="1"/>
      <w:numFmt w:val="lowerRoman"/>
      <w:lvlText w:val="%3."/>
      <w:lvlJc w:val="right"/>
      <w:pPr>
        <w:ind w:left="2160" w:hanging="180"/>
      </w:pPr>
    </w:lvl>
    <w:lvl w:ilvl="3" w:tplc="4AAC2346">
      <w:start w:val="1"/>
      <w:numFmt w:val="decimal"/>
      <w:lvlText w:val="%4."/>
      <w:lvlJc w:val="left"/>
      <w:pPr>
        <w:ind w:left="2880" w:hanging="360"/>
      </w:pPr>
    </w:lvl>
    <w:lvl w:ilvl="4" w:tplc="7F88F8FE">
      <w:start w:val="1"/>
      <w:numFmt w:val="lowerLetter"/>
      <w:lvlText w:val="%5."/>
      <w:lvlJc w:val="left"/>
      <w:pPr>
        <w:ind w:left="3600" w:hanging="360"/>
      </w:pPr>
    </w:lvl>
    <w:lvl w:ilvl="5" w:tplc="D00CD90C">
      <w:start w:val="1"/>
      <w:numFmt w:val="lowerRoman"/>
      <w:lvlText w:val="%6."/>
      <w:lvlJc w:val="right"/>
      <w:pPr>
        <w:ind w:left="4320" w:hanging="180"/>
      </w:pPr>
    </w:lvl>
    <w:lvl w:ilvl="6" w:tplc="3AAEA908">
      <w:start w:val="1"/>
      <w:numFmt w:val="decimal"/>
      <w:lvlText w:val="%7."/>
      <w:lvlJc w:val="left"/>
      <w:pPr>
        <w:ind w:left="5040" w:hanging="360"/>
      </w:pPr>
    </w:lvl>
    <w:lvl w:ilvl="7" w:tplc="358A51EA">
      <w:start w:val="1"/>
      <w:numFmt w:val="lowerLetter"/>
      <w:lvlText w:val="%8."/>
      <w:lvlJc w:val="left"/>
      <w:pPr>
        <w:ind w:left="5760" w:hanging="360"/>
      </w:pPr>
    </w:lvl>
    <w:lvl w:ilvl="8" w:tplc="F4C25B26">
      <w:start w:val="1"/>
      <w:numFmt w:val="lowerRoman"/>
      <w:lvlText w:val="%9."/>
      <w:lvlJc w:val="right"/>
      <w:pPr>
        <w:ind w:left="6480" w:hanging="180"/>
      </w:pPr>
    </w:lvl>
  </w:abstractNum>
  <w:abstractNum w:abstractNumId="10" w15:restartNumberingAfterBreak="0">
    <w:nsid w:val="41B45B63"/>
    <w:multiLevelType w:val="hybridMultilevel"/>
    <w:tmpl w:val="56AA4A44"/>
    <w:lvl w:ilvl="0" w:tplc="ABE2A7A2">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F36065D"/>
    <w:multiLevelType w:val="hybridMultilevel"/>
    <w:tmpl w:val="7E1A1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987471"/>
    <w:multiLevelType w:val="hybridMultilevel"/>
    <w:tmpl w:val="1A56A0D2"/>
    <w:lvl w:ilvl="0" w:tplc="69A8F1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BF85233"/>
    <w:multiLevelType w:val="hybridMultilevel"/>
    <w:tmpl w:val="7D22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5"/>
  </w:num>
  <w:num w:numId="4">
    <w:abstractNumId w:val="3"/>
  </w:num>
  <w:num w:numId="5">
    <w:abstractNumId w:val="2"/>
  </w:num>
  <w:num w:numId="6">
    <w:abstractNumId w:val="7"/>
  </w:num>
  <w:num w:numId="7">
    <w:abstractNumId w:val="4"/>
  </w:num>
  <w:num w:numId="8">
    <w:abstractNumId w:val="13"/>
  </w:num>
  <w:num w:numId="9">
    <w:abstractNumId w:val="11"/>
  </w:num>
  <w:num w:numId="10">
    <w:abstractNumId w:val="6"/>
  </w:num>
  <w:num w:numId="11">
    <w:abstractNumId w:val="1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attachedTemplate r:id="rId1"/>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YwMbewNLUAEiYmhko6SsGpxcWZ+XkgBWa1AForQ0MsAAAA"/>
  </w:docVars>
  <w:rsids>
    <w:rsidRoot w:val="00E34E15"/>
    <w:rsid w:val="00007026"/>
    <w:rsid w:val="000111FA"/>
    <w:rsid w:val="000159FD"/>
    <w:rsid w:val="0003194F"/>
    <w:rsid w:val="00037333"/>
    <w:rsid w:val="000376C9"/>
    <w:rsid w:val="000404A5"/>
    <w:rsid w:val="00046BCA"/>
    <w:rsid w:val="000515BA"/>
    <w:rsid w:val="00070E0F"/>
    <w:rsid w:val="0007486E"/>
    <w:rsid w:val="00090FEA"/>
    <w:rsid w:val="00091C2A"/>
    <w:rsid w:val="00093A37"/>
    <w:rsid w:val="00096365"/>
    <w:rsid w:val="000A5E3B"/>
    <w:rsid w:val="000A7F19"/>
    <w:rsid w:val="000B3E3A"/>
    <w:rsid w:val="000C310A"/>
    <w:rsid w:val="000C6BC3"/>
    <w:rsid w:val="000D3026"/>
    <w:rsid w:val="000D4F5F"/>
    <w:rsid w:val="000D5BB4"/>
    <w:rsid w:val="000D7508"/>
    <w:rsid w:val="000E0F64"/>
    <w:rsid w:val="000F1C17"/>
    <w:rsid w:val="00102342"/>
    <w:rsid w:val="00106E9B"/>
    <w:rsid w:val="001217E3"/>
    <w:rsid w:val="00123DD0"/>
    <w:rsid w:val="0013623B"/>
    <w:rsid w:val="001422B2"/>
    <w:rsid w:val="00154E7E"/>
    <w:rsid w:val="00176ECE"/>
    <w:rsid w:val="001815EB"/>
    <w:rsid w:val="00181E29"/>
    <w:rsid w:val="001855D4"/>
    <w:rsid w:val="00187E9F"/>
    <w:rsid w:val="00193D4A"/>
    <w:rsid w:val="001C4806"/>
    <w:rsid w:val="001C4A48"/>
    <w:rsid w:val="001C588E"/>
    <w:rsid w:val="001C757D"/>
    <w:rsid w:val="001D5495"/>
    <w:rsid w:val="001E4049"/>
    <w:rsid w:val="001E7EEF"/>
    <w:rsid w:val="001F59F3"/>
    <w:rsid w:val="0021795B"/>
    <w:rsid w:val="00220521"/>
    <w:rsid w:val="00225401"/>
    <w:rsid w:val="0022561C"/>
    <w:rsid w:val="002352C7"/>
    <w:rsid w:val="00251DB1"/>
    <w:rsid w:val="00280C0B"/>
    <w:rsid w:val="002837E1"/>
    <w:rsid w:val="002845B1"/>
    <w:rsid w:val="00287716"/>
    <w:rsid w:val="002A0487"/>
    <w:rsid w:val="002A256D"/>
    <w:rsid w:val="002A51EC"/>
    <w:rsid w:val="002B561A"/>
    <w:rsid w:val="002C5549"/>
    <w:rsid w:val="002C571B"/>
    <w:rsid w:val="002D3C27"/>
    <w:rsid w:val="002D7D22"/>
    <w:rsid w:val="002E6341"/>
    <w:rsid w:val="002F12C7"/>
    <w:rsid w:val="002F3D33"/>
    <w:rsid w:val="002F79D3"/>
    <w:rsid w:val="002F7E05"/>
    <w:rsid w:val="00306274"/>
    <w:rsid w:val="0030709F"/>
    <w:rsid w:val="00311B46"/>
    <w:rsid w:val="00316DF5"/>
    <w:rsid w:val="00320023"/>
    <w:rsid w:val="003244D0"/>
    <w:rsid w:val="003252FB"/>
    <w:rsid w:val="003336F1"/>
    <w:rsid w:val="00335F31"/>
    <w:rsid w:val="0033664B"/>
    <w:rsid w:val="0034541C"/>
    <w:rsid w:val="00355E52"/>
    <w:rsid w:val="0037266F"/>
    <w:rsid w:val="00373165"/>
    <w:rsid w:val="003734A2"/>
    <w:rsid w:val="003759DE"/>
    <w:rsid w:val="00375BEE"/>
    <w:rsid w:val="00383DD0"/>
    <w:rsid w:val="00385AEB"/>
    <w:rsid w:val="00393966"/>
    <w:rsid w:val="003A5DC7"/>
    <w:rsid w:val="003C391F"/>
    <w:rsid w:val="003C4834"/>
    <w:rsid w:val="003D33CA"/>
    <w:rsid w:val="003D51E6"/>
    <w:rsid w:val="003E254E"/>
    <w:rsid w:val="003F265B"/>
    <w:rsid w:val="003F75B3"/>
    <w:rsid w:val="00420ED0"/>
    <w:rsid w:val="0042494D"/>
    <w:rsid w:val="00430D40"/>
    <w:rsid w:val="004348A8"/>
    <w:rsid w:val="0043758D"/>
    <w:rsid w:val="00444030"/>
    <w:rsid w:val="00450001"/>
    <w:rsid w:val="004517DB"/>
    <w:rsid w:val="0045449C"/>
    <w:rsid w:val="004546A9"/>
    <w:rsid w:val="0045675B"/>
    <w:rsid w:val="004810C0"/>
    <w:rsid w:val="00481188"/>
    <w:rsid w:val="00482514"/>
    <w:rsid w:val="004A283A"/>
    <w:rsid w:val="004A2CF7"/>
    <w:rsid w:val="004A3884"/>
    <w:rsid w:val="004A5CF0"/>
    <w:rsid w:val="004B53F0"/>
    <w:rsid w:val="004C2EFC"/>
    <w:rsid w:val="004C4EDC"/>
    <w:rsid w:val="004D0D5F"/>
    <w:rsid w:val="004D1199"/>
    <w:rsid w:val="004D2152"/>
    <w:rsid w:val="004F02FE"/>
    <w:rsid w:val="004F514C"/>
    <w:rsid w:val="004F7334"/>
    <w:rsid w:val="0050080B"/>
    <w:rsid w:val="00511EE5"/>
    <w:rsid w:val="0051548C"/>
    <w:rsid w:val="00531A10"/>
    <w:rsid w:val="00535BDC"/>
    <w:rsid w:val="00544AA2"/>
    <w:rsid w:val="00555D09"/>
    <w:rsid w:val="005605C5"/>
    <w:rsid w:val="005608F6"/>
    <w:rsid w:val="00567F7B"/>
    <w:rsid w:val="005716CC"/>
    <w:rsid w:val="00587BE8"/>
    <w:rsid w:val="00592C84"/>
    <w:rsid w:val="005A3E5F"/>
    <w:rsid w:val="005A75BC"/>
    <w:rsid w:val="005B387E"/>
    <w:rsid w:val="005D4099"/>
    <w:rsid w:val="005E298C"/>
    <w:rsid w:val="005E5117"/>
    <w:rsid w:val="005F2B99"/>
    <w:rsid w:val="005F7D37"/>
    <w:rsid w:val="0060073E"/>
    <w:rsid w:val="006043A4"/>
    <w:rsid w:val="006254E9"/>
    <w:rsid w:val="00625725"/>
    <w:rsid w:val="0063684F"/>
    <w:rsid w:val="00653481"/>
    <w:rsid w:val="006613B2"/>
    <w:rsid w:val="006654CE"/>
    <w:rsid w:val="00671899"/>
    <w:rsid w:val="00674758"/>
    <w:rsid w:val="00676230"/>
    <w:rsid w:val="00676441"/>
    <w:rsid w:val="0068011B"/>
    <w:rsid w:val="00684480"/>
    <w:rsid w:val="006864FC"/>
    <w:rsid w:val="00691129"/>
    <w:rsid w:val="006958D5"/>
    <w:rsid w:val="006A4DB2"/>
    <w:rsid w:val="006A6681"/>
    <w:rsid w:val="006B0897"/>
    <w:rsid w:val="006B11C0"/>
    <w:rsid w:val="006B2507"/>
    <w:rsid w:val="006B4D68"/>
    <w:rsid w:val="006B6BDD"/>
    <w:rsid w:val="006C094B"/>
    <w:rsid w:val="006D1326"/>
    <w:rsid w:val="006D37A5"/>
    <w:rsid w:val="006F5B45"/>
    <w:rsid w:val="00715939"/>
    <w:rsid w:val="007205DA"/>
    <w:rsid w:val="00723F18"/>
    <w:rsid w:val="007240CB"/>
    <w:rsid w:val="0072536D"/>
    <w:rsid w:val="007307AE"/>
    <w:rsid w:val="00732C5E"/>
    <w:rsid w:val="00734DCA"/>
    <w:rsid w:val="0074488E"/>
    <w:rsid w:val="00744BEA"/>
    <w:rsid w:val="00754DE0"/>
    <w:rsid w:val="00761DE0"/>
    <w:rsid w:val="0079248C"/>
    <w:rsid w:val="0079771F"/>
    <w:rsid w:val="007A17C7"/>
    <w:rsid w:val="007A289F"/>
    <w:rsid w:val="007A7A06"/>
    <w:rsid w:val="007B10A5"/>
    <w:rsid w:val="007B1B0A"/>
    <w:rsid w:val="007B529A"/>
    <w:rsid w:val="007C52EA"/>
    <w:rsid w:val="007C7763"/>
    <w:rsid w:val="007D29CA"/>
    <w:rsid w:val="007D4929"/>
    <w:rsid w:val="007E5DB2"/>
    <w:rsid w:val="008001D8"/>
    <w:rsid w:val="0080115A"/>
    <w:rsid w:val="00805AC9"/>
    <w:rsid w:val="00810277"/>
    <w:rsid w:val="00813C5B"/>
    <w:rsid w:val="00820F3E"/>
    <w:rsid w:val="008238B4"/>
    <w:rsid w:val="008243C3"/>
    <w:rsid w:val="00826DDD"/>
    <w:rsid w:val="00830FDC"/>
    <w:rsid w:val="00834BF0"/>
    <w:rsid w:val="00836A20"/>
    <w:rsid w:val="0084047A"/>
    <w:rsid w:val="0084472D"/>
    <w:rsid w:val="0085297B"/>
    <w:rsid w:val="0085317A"/>
    <w:rsid w:val="00853F4D"/>
    <w:rsid w:val="008543EF"/>
    <w:rsid w:val="008544BB"/>
    <w:rsid w:val="00856922"/>
    <w:rsid w:val="00871212"/>
    <w:rsid w:val="008957BB"/>
    <w:rsid w:val="008B1250"/>
    <w:rsid w:val="008B6218"/>
    <w:rsid w:val="008D4167"/>
    <w:rsid w:val="008E3167"/>
    <w:rsid w:val="008E3F53"/>
    <w:rsid w:val="008F57D3"/>
    <w:rsid w:val="008F6DAC"/>
    <w:rsid w:val="00905250"/>
    <w:rsid w:val="00911295"/>
    <w:rsid w:val="0091546F"/>
    <w:rsid w:val="009476A3"/>
    <w:rsid w:val="0096064F"/>
    <w:rsid w:val="00974669"/>
    <w:rsid w:val="00987931"/>
    <w:rsid w:val="009B2B7A"/>
    <w:rsid w:val="009B3124"/>
    <w:rsid w:val="009C4D24"/>
    <w:rsid w:val="009D3FD3"/>
    <w:rsid w:val="009D5746"/>
    <w:rsid w:val="009D6647"/>
    <w:rsid w:val="009E400D"/>
    <w:rsid w:val="00A12A80"/>
    <w:rsid w:val="00A13D23"/>
    <w:rsid w:val="00A15E45"/>
    <w:rsid w:val="00A317FA"/>
    <w:rsid w:val="00A3208C"/>
    <w:rsid w:val="00A378FE"/>
    <w:rsid w:val="00A41F98"/>
    <w:rsid w:val="00A45A4E"/>
    <w:rsid w:val="00A50F99"/>
    <w:rsid w:val="00A5654A"/>
    <w:rsid w:val="00A63D9C"/>
    <w:rsid w:val="00A63FC9"/>
    <w:rsid w:val="00A732EB"/>
    <w:rsid w:val="00A7535F"/>
    <w:rsid w:val="00A75901"/>
    <w:rsid w:val="00A76AE7"/>
    <w:rsid w:val="00A946CD"/>
    <w:rsid w:val="00A96D98"/>
    <w:rsid w:val="00AA2C82"/>
    <w:rsid w:val="00AB0A84"/>
    <w:rsid w:val="00AB263F"/>
    <w:rsid w:val="00AB5069"/>
    <w:rsid w:val="00AC3D0C"/>
    <w:rsid w:val="00AC716F"/>
    <w:rsid w:val="00AD25F1"/>
    <w:rsid w:val="00AD4804"/>
    <w:rsid w:val="00AF204B"/>
    <w:rsid w:val="00AF2A7E"/>
    <w:rsid w:val="00B16FF3"/>
    <w:rsid w:val="00B17FF7"/>
    <w:rsid w:val="00B222D2"/>
    <w:rsid w:val="00B27BCC"/>
    <w:rsid w:val="00B311CD"/>
    <w:rsid w:val="00B4419A"/>
    <w:rsid w:val="00B47105"/>
    <w:rsid w:val="00B50230"/>
    <w:rsid w:val="00B52A64"/>
    <w:rsid w:val="00B52C0A"/>
    <w:rsid w:val="00B54110"/>
    <w:rsid w:val="00B561BF"/>
    <w:rsid w:val="00B65674"/>
    <w:rsid w:val="00B7054B"/>
    <w:rsid w:val="00B72A0B"/>
    <w:rsid w:val="00B812D7"/>
    <w:rsid w:val="00B90F60"/>
    <w:rsid w:val="00B94D62"/>
    <w:rsid w:val="00B96401"/>
    <w:rsid w:val="00BA41B5"/>
    <w:rsid w:val="00BA63BC"/>
    <w:rsid w:val="00BB18CD"/>
    <w:rsid w:val="00BB552E"/>
    <w:rsid w:val="00BC2789"/>
    <w:rsid w:val="00BC4FC7"/>
    <w:rsid w:val="00BD13EA"/>
    <w:rsid w:val="00BD7E7A"/>
    <w:rsid w:val="00BF5A60"/>
    <w:rsid w:val="00C2151B"/>
    <w:rsid w:val="00C224E1"/>
    <w:rsid w:val="00C25A16"/>
    <w:rsid w:val="00C27B70"/>
    <w:rsid w:val="00C27B94"/>
    <w:rsid w:val="00C31E39"/>
    <w:rsid w:val="00C44603"/>
    <w:rsid w:val="00C57524"/>
    <w:rsid w:val="00C66B31"/>
    <w:rsid w:val="00C7004B"/>
    <w:rsid w:val="00C73703"/>
    <w:rsid w:val="00C73BA9"/>
    <w:rsid w:val="00CB1143"/>
    <w:rsid w:val="00CB2E07"/>
    <w:rsid w:val="00CB3EC3"/>
    <w:rsid w:val="00CD263E"/>
    <w:rsid w:val="00CD795D"/>
    <w:rsid w:val="00CE78A3"/>
    <w:rsid w:val="00CF0270"/>
    <w:rsid w:val="00CF157C"/>
    <w:rsid w:val="00D01782"/>
    <w:rsid w:val="00D0447B"/>
    <w:rsid w:val="00D054C7"/>
    <w:rsid w:val="00D22F5A"/>
    <w:rsid w:val="00D44846"/>
    <w:rsid w:val="00D47A49"/>
    <w:rsid w:val="00D529A0"/>
    <w:rsid w:val="00D577E5"/>
    <w:rsid w:val="00D70838"/>
    <w:rsid w:val="00D76928"/>
    <w:rsid w:val="00D82847"/>
    <w:rsid w:val="00D82868"/>
    <w:rsid w:val="00D840B6"/>
    <w:rsid w:val="00D841AE"/>
    <w:rsid w:val="00D90C50"/>
    <w:rsid w:val="00D919BD"/>
    <w:rsid w:val="00D96701"/>
    <w:rsid w:val="00DA7E6B"/>
    <w:rsid w:val="00DB0AB5"/>
    <w:rsid w:val="00DB2BBD"/>
    <w:rsid w:val="00DB461A"/>
    <w:rsid w:val="00DB76AE"/>
    <w:rsid w:val="00DB78FC"/>
    <w:rsid w:val="00DC08D6"/>
    <w:rsid w:val="00DC60B7"/>
    <w:rsid w:val="00DD0CA1"/>
    <w:rsid w:val="00DD319D"/>
    <w:rsid w:val="00DD635C"/>
    <w:rsid w:val="00DE301D"/>
    <w:rsid w:val="00DE47E4"/>
    <w:rsid w:val="00E017FD"/>
    <w:rsid w:val="00E34E15"/>
    <w:rsid w:val="00E50642"/>
    <w:rsid w:val="00E52D3B"/>
    <w:rsid w:val="00E60901"/>
    <w:rsid w:val="00E61452"/>
    <w:rsid w:val="00E65CB5"/>
    <w:rsid w:val="00E668AA"/>
    <w:rsid w:val="00E70043"/>
    <w:rsid w:val="00E83AF2"/>
    <w:rsid w:val="00E858C8"/>
    <w:rsid w:val="00E868C7"/>
    <w:rsid w:val="00E93433"/>
    <w:rsid w:val="00EA438F"/>
    <w:rsid w:val="00EB2136"/>
    <w:rsid w:val="00EB33B3"/>
    <w:rsid w:val="00EB3704"/>
    <w:rsid w:val="00EB6CA7"/>
    <w:rsid w:val="00EC4420"/>
    <w:rsid w:val="00EE7CF7"/>
    <w:rsid w:val="00EF2996"/>
    <w:rsid w:val="00F0578C"/>
    <w:rsid w:val="00F061AE"/>
    <w:rsid w:val="00F07428"/>
    <w:rsid w:val="00F10030"/>
    <w:rsid w:val="00F1149A"/>
    <w:rsid w:val="00F3566C"/>
    <w:rsid w:val="00F52FFB"/>
    <w:rsid w:val="00F57EE2"/>
    <w:rsid w:val="00F72B15"/>
    <w:rsid w:val="00F74112"/>
    <w:rsid w:val="00F747E8"/>
    <w:rsid w:val="00F82B73"/>
    <w:rsid w:val="00F85382"/>
    <w:rsid w:val="00F941A3"/>
    <w:rsid w:val="00F95C33"/>
    <w:rsid w:val="00F96EA2"/>
    <w:rsid w:val="00FA0ADE"/>
    <w:rsid w:val="00FB06AE"/>
    <w:rsid w:val="00FB3CA3"/>
    <w:rsid w:val="00FB5202"/>
    <w:rsid w:val="00FC051B"/>
    <w:rsid w:val="00FC1BC6"/>
    <w:rsid w:val="00FD412C"/>
    <w:rsid w:val="00FD4BFA"/>
    <w:rsid w:val="00FD7D67"/>
    <w:rsid w:val="00FE4678"/>
    <w:rsid w:val="00FF196C"/>
    <w:rsid w:val="026E1518"/>
    <w:rsid w:val="037B0068"/>
    <w:rsid w:val="17124B1E"/>
    <w:rsid w:val="29D3CF43"/>
    <w:rsid w:val="29FD3224"/>
    <w:rsid w:val="3404EE35"/>
    <w:rsid w:val="35A0BE96"/>
    <w:rsid w:val="3D9B1AB9"/>
    <w:rsid w:val="45971B13"/>
    <w:rsid w:val="58611870"/>
    <w:rsid w:val="5A70EE9F"/>
    <w:rsid w:val="729F374E"/>
    <w:rsid w:val="73E1AAAB"/>
    <w:rsid w:val="7F367455"/>
    <w:rsid w:val="7FDE6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16D43B"/>
  <w15:chartTrackingRefBased/>
  <w15:docId w15:val="{9557E3A2-FDC0-49D0-9BE1-A6288F43B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Yu Mincho"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D2152"/>
    <w:pPr>
      <w:spacing w:after="160" w:line="247" w:lineRule="auto"/>
    </w:pPr>
    <w:rPr>
      <w:sz w:val="22"/>
      <w:szCs w:val="22"/>
    </w:rPr>
  </w:style>
  <w:style w:type="paragraph" w:styleId="Heading1">
    <w:name w:val="heading 1"/>
    <w:basedOn w:val="Normal"/>
    <w:next w:val="Normal"/>
    <w:link w:val="Heading1Char"/>
    <w:uiPriority w:val="9"/>
    <w:qFormat/>
    <w:rsid w:val="003D33CA"/>
    <w:pPr>
      <w:keepNext/>
      <w:keepLines/>
      <w:spacing w:line="240" w:lineRule="auto"/>
      <w:outlineLvl w:val="0"/>
    </w:pPr>
    <w:rPr>
      <w:rFonts w:ascii="Calibri Light" w:eastAsia="Yu Gothic Light" w:hAnsi="Calibri Light"/>
      <w:b/>
      <w:color w:val="000000" w:themeColor="text1"/>
      <w:spacing w:val="10"/>
      <w:sz w:val="36"/>
      <w:szCs w:val="44"/>
    </w:rPr>
  </w:style>
  <w:style w:type="paragraph" w:styleId="Heading2">
    <w:name w:val="heading 2"/>
    <w:basedOn w:val="Heading1"/>
    <w:next w:val="Normal"/>
    <w:link w:val="Heading2Char"/>
    <w:uiPriority w:val="9"/>
    <w:qFormat/>
    <w:rsid w:val="003D33CA"/>
    <w:pPr>
      <w:pBdr>
        <w:top w:val="single" w:sz="4" w:space="1" w:color="auto"/>
        <w:bottom w:val="single" w:sz="4" w:space="1" w:color="auto"/>
      </w:pBdr>
      <w:spacing w:before="360"/>
      <w:outlineLvl w:val="1"/>
    </w:pPr>
    <w:rPr>
      <w:sz w:val="30"/>
      <w:szCs w:val="30"/>
    </w:rPr>
  </w:style>
  <w:style w:type="paragraph" w:styleId="Heading3">
    <w:name w:val="heading 3"/>
    <w:basedOn w:val="Heading1"/>
    <w:next w:val="Normal"/>
    <w:link w:val="Heading3Char"/>
    <w:uiPriority w:val="9"/>
    <w:qFormat/>
    <w:rsid w:val="00090FEA"/>
    <w:pPr>
      <w:spacing w:before="360"/>
      <w:outlineLvl w:val="2"/>
    </w:pPr>
    <w:rPr>
      <w:sz w:val="28"/>
      <w:szCs w:val="28"/>
      <w:u w:val="single"/>
    </w:rPr>
  </w:style>
  <w:style w:type="paragraph" w:styleId="Heading4">
    <w:name w:val="heading 4"/>
    <w:basedOn w:val="Heading1"/>
    <w:next w:val="Normal"/>
    <w:link w:val="Heading4Char"/>
    <w:uiPriority w:val="9"/>
    <w:qFormat/>
    <w:rsid w:val="008E3F53"/>
    <w:pPr>
      <w:spacing w:before="120"/>
      <w:outlineLvl w:val="3"/>
    </w:pPr>
    <w:rPr>
      <w:rFonts w:asciiTheme="majorHAnsi" w:hAnsiTheme="majorHAnsi" w:cstheme="majorHAnsi"/>
      <w:sz w:val="26"/>
      <w:szCs w:val="26"/>
    </w:rPr>
  </w:style>
  <w:style w:type="paragraph" w:styleId="Heading5">
    <w:name w:val="heading 5"/>
    <w:basedOn w:val="Normal"/>
    <w:next w:val="Normal"/>
    <w:link w:val="Heading5Char"/>
    <w:uiPriority w:val="9"/>
    <w:unhideWhenUsed/>
    <w:rsid w:val="009E400D"/>
    <w:pPr>
      <w:keepNext/>
      <w:keepLines/>
      <w:spacing w:before="40" w:after="0"/>
      <w:outlineLvl w:val="4"/>
    </w:pPr>
    <w:rPr>
      <w:rFonts w:ascii="Calibri Light" w:eastAsia="Yu Gothic Light" w:hAnsi="Calibri Light"/>
      <w:color w:val="404040"/>
    </w:rPr>
  </w:style>
  <w:style w:type="paragraph" w:styleId="Heading6">
    <w:name w:val="heading 6"/>
    <w:basedOn w:val="Normal"/>
    <w:next w:val="Normal"/>
    <w:link w:val="Heading6Char"/>
    <w:uiPriority w:val="9"/>
    <w:semiHidden/>
    <w:rsid w:val="009E400D"/>
    <w:pPr>
      <w:keepNext/>
      <w:keepLines/>
      <w:spacing w:before="40" w:after="0"/>
      <w:outlineLvl w:val="5"/>
    </w:pPr>
    <w:rPr>
      <w:rFonts w:ascii="Calibri Light" w:eastAsia="Yu Gothic Light" w:hAnsi="Calibri Light"/>
    </w:rPr>
  </w:style>
  <w:style w:type="paragraph" w:styleId="Heading7">
    <w:name w:val="heading 7"/>
    <w:basedOn w:val="Normal"/>
    <w:next w:val="Normal"/>
    <w:link w:val="Heading7Char"/>
    <w:uiPriority w:val="9"/>
    <w:semiHidden/>
    <w:rsid w:val="009E400D"/>
    <w:pPr>
      <w:keepNext/>
      <w:keepLines/>
      <w:spacing w:before="40" w:after="0"/>
      <w:outlineLvl w:val="6"/>
    </w:pPr>
    <w:rPr>
      <w:rFonts w:ascii="Calibri Light" w:eastAsia="Yu Gothic Light" w:hAnsi="Calibri Light"/>
      <w:i/>
      <w:iCs/>
    </w:rPr>
  </w:style>
  <w:style w:type="paragraph" w:styleId="Heading8">
    <w:name w:val="heading 8"/>
    <w:basedOn w:val="Normal"/>
    <w:next w:val="Normal"/>
    <w:link w:val="Heading8Char"/>
    <w:uiPriority w:val="9"/>
    <w:semiHidden/>
    <w:rsid w:val="009E400D"/>
    <w:pPr>
      <w:keepNext/>
      <w:keepLines/>
      <w:spacing w:before="40" w:after="0"/>
      <w:outlineLvl w:val="7"/>
    </w:pPr>
    <w:rPr>
      <w:rFonts w:ascii="Calibri Light" w:eastAsia="Yu Gothic Light" w:hAnsi="Calibri Light"/>
      <w:color w:val="262626"/>
      <w:sz w:val="21"/>
      <w:szCs w:val="21"/>
    </w:rPr>
  </w:style>
  <w:style w:type="paragraph" w:styleId="Heading9">
    <w:name w:val="heading 9"/>
    <w:basedOn w:val="Normal"/>
    <w:next w:val="Normal"/>
    <w:link w:val="Heading9Char"/>
    <w:uiPriority w:val="9"/>
    <w:semiHidden/>
    <w:rsid w:val="009E400D"/>
    <w:pPr>
      <w:keepNext/>
      <w:keepLines/>
      <w:spacing w:before="40" w:after="0"/>
      <w:outlineLvl w:val="8"/>
    </w:pPr>
    <w:rPr>
      <w:rFonts w:ascii="Calibri Light" w:eastAsia="Yu Gothic Light" w:hAnsi="Calibri Light"/>
      <w:i/>
      <w:iCs/>
      <w:color w:val="262626"/>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7535F"/>
    <w:rPr>
      <w:rFonts w:asciiTheme="minorHAnsi" w:hAnsiTheme="minorHAnsi"/>
      <w:b/>
      <w:bCs/>
      <w:color w:val="000000" w:themeColor="text1"/>
      <w:spacing w:val="4"/>
    </w:rPr>
  </w:style>
  <w:style w:type="paragraph" w:styleId="Title">
    <w:name w:val="Title"/>
    <w:basedOn w:val="Normal"/>
    <w:next w:val="Normal"/>
    <w:link w:val="TitleChar"/>
    <w:uiPriority w:val="10"/>
    <w:semiHidden/>
    <w:qFormat/>
    <w:rsid w:val="009E400D"/>
    <w:pPr>
      <w:spacing w:after="0" w:line="240" w:lineRule="auto"/>
      <w:contextualSpacing/>
    </w:pPr>
    <w:rPr>
      <w:rFonts w:ascii="Calibri Light" w:eastAsia="Yu Gothic Light" w:hAnsi="Calibri Light"/>
      <w:spacing w:val="-10"/>
      <w:sz w:val="56"/>
      <w:szCs w:val="56"/>
    </w:rPr>
  </w:style>
  <w:style w:type="character" w:customStyle="1" w:styleId="TitleChar">
    <w:name w:val="Title Char"/>
    <w:link w:val="Title"/>
    <w:uiPriority w:val="10"/>
    <w:semiHidden/>
    <w:rsid w:val="003D33CA"/>
    <w:rPr>
      <w:rFonts w:ascii="Calibri Light" w:eastAsia="Yu Gothic Light" w:hAnsi="Calibri Light"/>
      <w:spacing w:val="-10"/>
      <w:sz w:val="56"/>
      <w:szCs w:val="56"/>
    </w:rPr>
  </w:style>
  <w:style w:type="character" w:customStyle="1" w:styleId="Heading2Char">
    <w:name w:val="Heading 2 Char"/>
    <w:link w:val="Heading2"/>
    <w:uiPriority w:val="9"/>
    <w:rsid w:val="003D33CA"/>
    <w:rPr>
      <w:rFonts w:ascii="Calibri Light" w:eastAsia="Yu Gothic Light" w:hAnsi="Calibri Light"/>
      <w:b/>
      <w:color w:val="000000" w:themeColor="text1"/>
      <w:spacing w:val="10"/>
      <w:sz w:val="30"/>
      <w:szCs w:val="30"/>
    </w:rPr>
  </w:style>
  <w:style w:type="character" w:customStyle="1" w:styleId="Heading1Char">
    <w:name w:val="Heading 1 Char"/>
    <w:link w:val="Heading1"/>
    <w:uiPriority w:val="9"/>
    <w:rsid w:val="003D33CA"/>
    <w:rPr>
      <w:rFonts w:ascii="Calibri Light" w:eastAsia="Yu Gothic Light" w:hAnsi="Calibri Light"/>
      <w:b/>
      <w:color w:val="000000" w:themeColor="text1"/>
      <w:spacing w:val="10"/>
      <w:sz w:val="36"/>
      <w:szCs w:val="44"/>
    </w:rPr>
  </w:style>
  <w:style w:type="character" w:customStyle="1" w:styleId="Heading3Char">
    <w:name w:val="Heading 3 Char"/>
    <w:link w:val="Heading3"/>
    <w:uiPriority w:val="9"/>
    <w:rsid w:val="00090FEA"/>
    <w:rPr>
      <w:rFonts w:ascii="Calibri Light" w:eastAsia="Yu Gothic Light" w:hAnsi="Calibri Light"/>
      <w:b/>
      <w:color w:val="000000" w:themeColor="text1"/>
      <w:spacing w:val="10"/>
      <w:sz w:val="28"/>
      <w:szCs w:val="28"/>
      <w:u w:val="single"/>
    </w:rPr>
  </w:style>
  <w:style w:type="character" w:styleId="FollowedHyperlink">
    <w:name w:val="FollowedHyperlink"/>
    <w:uiPriority w:val="99"/>
    <w:semiHidden/>
    <w:unhideWhenUsed/>
    <w:rsid w:val="000B3E3A"/>
    <w:rPr>
      <w:color w:val="954F72"/>
      <w:u w:val="single"/>
    </w:rPr>
  </w:style>
  <w:style w:type="numbering" w:customStyle="1" w:styleId="Numberedlist123">
    <w:name w:val="Numbered list 1. 2. 3."/>
    <w:basedOn w:val="NoList"/>
    <w:uiPriority w:val="99"/>
    <w:rsid w:val="002837E1"/>
    <w:pPr>
      <w:numPr>
        <w:numId w:val="1"/>
      </w:numPr>
    </w:pPr>
  </w:style>
  <w:style w:type="numbering" w:customStyle="1" w:styleId="ListBullets">
    <w:name w:val="List Bullets"/>
    <w:basedOn w:val="NoList"/>
    <w:uiPriority w:val="99"/>
    <w:rsid w:val="002837E1"/>
    <w:pPr>
      <w:numPr>
        <w:numId w:val="2"/>
      </w:numPr>
    </w:pPr>
  </w:style>
  <w:style w:type="character" w:customStyle="1" w:styleId="Heading4Char">
    <w:name w:val="Heading 4 Char"/>
    <w:link w:val="Heading4"/>
    <w:uiPriority w:val="9"/>
    <w:rsid w:val="008E3F53"/>
    <w:rPr>
      <w:rFonts w:asciiTheme="majorHAnsi" w:eastAsia="Yu Gothic Light" w:hAnsiTheme="majorHAnsi" w:cstheme="majorHAnsi"/>
      <w:b/>
      <w:color w:val="000000" w:themeColor="text1"/>
      <w:spacing w:val="10"/>
      <w:sz w:val="26"/>
      <w:szCs w:val="26"/>
    </w:rPr>
  </w:style>
  <w:style w:type="character" w:customStyle="1" w:styleId="Heading5Char">
    <w:name w:val="Heading 5 Char"/>
    <w:link w:val="Heading5"/>
    <w:uiPriority w:val="9"/>
    <w:rsid w:val="00D82847"/>
    <w:rPr>
      <w:rFonts w:ascii="Calibri Light" w:eastAsia="Yu Gothic Light" w:hAnsi="Calibri Light"/>
      <w:color w:val="404040"/>
      <w:sz w:val="22"/>
      <w:szCs w:val="22"/>
    </w:rPr>
  </w:style>
  <w:style w:type="character" w:customStyle="1" w:styleId="Heading6Char">
    <w:name w:val="Heading 6 Char"/>
    <w:link w:val="Heading6"/>
    <w:uiPriority w:val="9"/>
    <w:semiHidden/>
    <w:rsid w:val="00674758"/>
    <w:rPr>
      <w:rFonts w:ascii="Calibri Light" w:eastAsia="Yu Gothic Light" w:hAnsi="Calibri Light"/>
      <w:sz w:val="22"/>
      <w:szCs w:val="22"/>
    </w:rPr>
  </w:style>
  <w:style w:type="character" w:customStyle="1" w:styleId="Heading7Char">
    <w:name w:val="Heading 7 Char"/>
    <w:link w:val="Heading7"/>
    <w:uiPriority w:val="9"/>
    <w:semiHidden/>
    <w:rsid w:val="00674758"/>
    <w:rPr>
      <w:rFonts w:ascii="Calibri Light" w:eastAsia="Yu Gothic Light" w:hAnsi="Calibri Light"/>
      <w:i/>
      <w:iCs/>
      <w:sz w:val="22"/>
      <w:szCs w:val="22"/>
    </w:rPr>
  </w:style>
  <w:style w:type="character" w:customStyle="1" w:styleId="Heading8Char">
    <w:name w:val="Heading 8 Char"/>
    <w:link w:val="Heading8"/>
    <w:uiPriority w:val="9"/>
    <w:semiHidden/>
    <w:rsid w:val="00674758"/>
    <w:rPr>
      <w:rFonts w:ascii="Calibri Light" w:eastAsia="Yu Gothic Light" w:hAnsi="Calibri Light"/>
      <w:color w:val="262626"/>
      <w:sz w:val="21"/>
      <w:szCs w:val="21"/>
    </w:rPr>
  </w:style>
  <w:style w:type="character" w:customStyle="1" w:styleId="Heading9Char">
    <w:name w:val="Heading 9 Char"/>
    <w:link w:val="Heading9"/>
    <w:uiPriority w:val="9"/>
    <w:semiHidden/>
    <w:rsid w:val="00674758"/>
    <w:rPr>
      <w:rFonts w:ascii="Calibri Light" w:eastAsia="Yu Gothic Light" w:hAnsi="Calibri Light"/>
      <w:i/>
      <w:iCs/>
      <w:color w:val="262626"/>
      <w:sz w:val="21"/>
      <w:szCs w:val="21"/>
    </w:rPr>
  </w:style>
  <w:style w:type="paragraph" w:styleId="Footer">
    <w:name w:val="footer"/>
    <w:basedOn w:val="Normal"/>
    <w:link w:val="FooterChar"/>
    <w:uiPriority w:val="99"/>
    <w:unhideWhenUsed/>
    <w:rsid w:val="002837E1"/>
    <w:pPr>
      <w:tabs>
        <w:tab w:val="center" w:pos="4680"/>
        <w:tab w:val="right" w:pos="9360"/>
      </w:tabs>
    </w:pPr>
  </w:style>
  <w:style w:type="character" w:customStyle="1" w:styleId="FooterChar">
    <w:name w:val="Footer Char"/>
    <w:link w:val="Footer"/>
    <w:uiPriority w:val="99"/>
    <w:rsid w:val="002837E1"/>
    <w:rPr>
      <w:rFonts w:ascii="Calibri" w:eastAsia="Yu Mincho" w:hAnsi="Calibri" w:cs="Times New Roman"/>
      <w:spacing w:val="0"/>
      <w:sz w:val="22"/>
      <w:szCs w:val="22"/>
    </w:rPr>
  </w:style>
  <w:style w:type="paragraph" w:styleId="Caption">
    <w:name w:val="caption"/>
    <w:basedOn w:val="Normal"/>
    <w:next w:val="Normal"/>
    <w:uiPriority w:val="35"/>
    <w:semiHidden/>
    <w:qFormat/>
    <w:rsid w:val="00C66B31"/>
    <w:pPr>
      <w:spacing w:after="200" w:line="240" w:lineRule="auto"/>
    </w:pPr>
    <w:rPr>
      <w:rFonts w:ascii="Arial" w:hAnsi="Arial"/>
      <w:i/>
      <w:iCs/>
      <w:color w:val="000000" w:themeColor="text1"/>
      <w:spacing w:val="6"/>
      <w:szCs w:val="18"/>
    </w:rPr>
  </w:style>
  <w:style w:type="paragraph" w:styleId="Subtitle">
    <w:name w:val="Subtitle"/>
    <w:basedOn w:val="Normal"/>
    <w:next w:val="Normal"/>
    <w:link w:val="SubtitleChar"/>
    <w:uiPriority w:val="11"/>
    <w:semiHidden/>
    <w:qFormat/>
    <w:rsid w:val="009E400D"/>
    <w:pPr>
      <w:numPr>
        <w:ilvl w:val="1"/>
      </w:numPr>
    </w:pPr>
    <w:rPr>
      <w:color w:val="5A5A5A"/>
      <w:spacing w:val="15"/>
    </w:rPr>
  </w:style>
  <w:style w:type="character" w:customStyle="1" w:styleId="SubtitleChar">
    <w:name w:val="Subtitle Char"/>
    <w:link w:val="Subtitle"/>
    <w:uiPriority w:val="11"/>
    <w:semiHidden/>
    <w:rsid w:val="003D33CA"/>
    <w:rPr>
      <w:color w:val="5A5A5A"/>
      <w:spacing w:val="15"/>
      <w:sz w:val="22"/>
      <w:szCs w:val="22"/>
    </w:rPr>
  </w:style>
  <w:style w:type="character" w:styleId="Hyperlink">
    <w:name w:val="Hyperlink"/>
    <w:basedOn w:val="DefaultParagraphFont"/>
    <w:uiPriority w:val="99"/>
    <w:rsid w:val="002837E1"/>
    <w:rPr>
      <w:rFonts w:cs="Times New Roman"/>
      <w:color w:val="0000FF"/>
      <w:u w:val="single"/>
    </w:rPr>
  </w:style>
  <w:style w:type="character" w:styleId="Emphasis">
    <w:name w:val="Emphasis"/>
    <w:basedOn w:val="DefaultParagraphFont"/>
    <w:uiPriority w:val="20"/>
    <w:qFormat/>
    <w:rsid w:val="004D0D5F"/>
    <w:rPr>
      <w:rFonts w:asciiTheme="minorHAnsi" w:hAnsiTheme="minorHAnsi"/>
      <w:i/>
      <w:iCs/>
      <w:color w:val="005337" w:themeColor="accent1" w:themeShade="BF"/>
      <w:spacing w:val="4"/>
    </w:rPr>
  </w:style>
  <w:style w:type="table" w:styleId="TableGrid">
    <w:name w:val="Table Grid"/>
    <w:basedOn w:val="TableNormal"/>
    <w:uiPriority w:val="99"/>
    <w:rsid w:val="002837E1"/>
    <w:rPr>
      <w:rFonts w:ascii="Times New Roman" w:eastAsia="Calibri"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GridTable31">
    <w:name w:val="Grid Table 31"/>
    <w:basedOn w:val="Heading1"/>
    <w:next w:val="Normal"/>
    <w:uiPriority w:val="39"/>
    <w:semiHidden/>
    <w:unhideWhenUsed/>
    <w:qFormat/>
    <w:rsid w:val="009E400D"/>
    <w:pPr>
      <w:outlineLvl w:val="9"/>
    </w:pPr>
  </w:style>
  <w:style w:type="character" w:styleId="PageNumber">
    <w:name w:val="page number"/>
    <w:basedOn w:val="DefaultParagraphFont"/>
    <w:uiPriority w:val="99"/>
    <w:semiHidden/>
    <w:unhideWhenUsed/>
    <w:rsid w:val="009E400D"/>
  </w:style>
  <w:style w:type="table" w:customStyle="1" w:styleId="GridTable41">
    <w:name w:val="Grid Table 41"/>
    <w:basedOn w:val="TableNormal"/>
    <w:uiPriority w:val="49"/>
    <w:rsid w:val="009E400D"/>
    <w:rPr>
      <w:rFonts w:eastAsia="Calibri"/>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DocumentMap">
    <w:name w:val="Document Map"/>
    <w:basedOn w:val="Normal"/>
    <w:link w:val="DocumentMapChar"/>
    <w:uiPriority w:val="99"/>
    <w:semiHidden/>
    <w:unhideWhenUsed/>
    <w:rsid w:val="00D76928"/>
    <w:pPr>
      <w:spacing w:after="0" w:line="240" w:lineRule="auto"/>
    </w:pPr>
    <w:rPr>
      <w:rFonts w:ascii="Times New Roman" w:hAnsi="Times New Roman"/>
      <w:sz w:val="24"/>
      <w:szCs w:val="24"/>
    </w:rPr>
  </w:style>
  <w:style w:type="character" w:customStyle="1" w:styleId="DocumentMapChar">
    <w:name w:val="Document Map Char"/>
    <w:link w:val="DocumentMap"/>
    <w:uiPriority w:val="99"/>
    <w:semiHidden/>
    <w:rsid w:val="00D76928"/>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7BCC"/>
    <w:pPr>
      <w:spacing w:after="0" w:line="240" w:lineRule="auto"/>
    </w:pPr>
    <w:rPr>
      <w:rFonts w:ascii="Lucida Grande" w:hAnsi="Lucida Grande" w:cs="Lucida Grande"/>
      <w:sz w:val="18"/>
      <w:szCs w:val="18"/>
    </w:rPr>
  </w:style>
  <w:style w:type="character" w:customStyle="1" w:styleId="BalloonTextChar">
    <w:name w:val="Balloon Text Char"/>
    <w:link w:val="BalloonText"/>
    <w:uiPriority w:val="99"/>
    <w:semiHidden/>
    <w:rsid w:val="00B27BCC"/>
    <w:rPr>
      <w:rFonts w:ascii="Lucida Grande" w:hAnsi="Lucida Grande" w:cs="Lucida Grande"/>
      <w:sz w:val="18"/>
      <w:szCs w:val="18"/>
    </w:rPr>
  </w:style>
  <w:style w:type="table" w:styleId="ListTable3">
    <w:name w:val="List Table 3"/>
    <w:basedOn w:val="TableNormal"/>
    <w:uiPriority w:val="48"/>
    <w:rsid w:val="0079248C"/>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styleId="Header">
    <w:name w:val="header"/>
    <w:basedOn w:val="Normal"/>
    <w:link w:val="HeaderChar"/>
    <w:uiPriority w:val="99"/>
    <w:unhideWhenUsed/>
    <w:rsid w:val="003A5D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DC7"/>
    <w:rPr>
      <w:sz w:val="22"/>
      <w:szCs w:val="22"/>
    </w:rPr>
  </w:style>
  <w:style w:type="paragraph" w:styleId="ListParagraph">
    <w:name w:val="List Paragraph"/>
    <w:basedOn w:val="Normal"/>
    <w:uiPriority w:val="34"/>
    <w:qFormat/>
    <w:rsid w:val="00C66B31"/>
    <w:pPr>
      <w:ind w:left="360"/>
    </w:pPr>
  </w:style>
  <w:style w:type="paragraph" w:styleId="NoSpacing">
    <w:name w:val="No Spacing"/>
    <w:basedOn w:val="Normal"/>
    <w:uiPriority w:val="1"/>
    <w:semiHidden/>
    <w:qFormat/>
    <w:rsid w:val="00A96D98"/>
    <w:pPr>
      <w:spacing w:after="0" w:line="240" w:lineRule="auto"/>
    </w:pPr>
    <w:rPr>
      <w:rFonts w:eastAsiaTheme="minorHAnsi"/>
    </w:rPr>
  </w:style>
  <w:style w:type="character" w:styleId="IntenseEmphasis">
    <w:name w:val="Intense Emphasis"/>
    <w:basedOn w:val="DefaultParagraphFont"/>
    <w:uiPriority w:val="21"/>
    <w:qFormat/>
    <w:rsid w:val="004517DB"/>
    <w:rPr>
      <w:rFonts w:asciiTheme="minorHAnsi" w:hAnsiTheme="minorHAnsi"/>
      <w:b/>
      <w:i/>
      <w:iCs/>
      <w:color w:val="005337" w:themeColor="accent1" w:themeShade="BF"/>
      <w:spacing w:val="6"/>
    </w:rPr>
  </w:style>
  <w:style w:type="character" w:styleId="IntenseReference">
    <w:name w:val="Intense Reference"/>
    <w:basedOn w:val="DefaultParagraphFont"/>
    <w:uiPriority w:val="32"/>
    <w:semiHidden/>
    <w:qFormat/>
    <w:rsid w:val="00723F18"/>
    <w:rPr>
      <w:b/>
      <w:bCs/>
      <w:i/>
      <w:color w:val="00704A" w:themeColor="accent1"/>
      <w:spacing w:val="4"/>
    </w:rPr>
  </w:style>
  <w:style w:type="character" w:styleId="SubtleReference">
    <w:name w:val="Subtle Reference"/>
    <w:basedOn w:val="DefaultParagraphFont"/>
    <w:uiPriority w:val="31"/>
    <w:semiHidden/>
    <w:qFormat/>
    <w:rsid w:val="00C66B31"/>
    <w:rPr>
      <w:rFonts w:asciiTheme="minorHAnsi" w:hAnsiTheme="minorHAnsi"/>
      <w:i/>
      <w:color w:val="000000" w:themeColor="text1"/>
      <w:spacing w:val="6"/>
      <w:sz w:val="24"/>
      <w14:cntxtAlts w14:val="0"/>
    </w:rPr>
  </w:style>
  <w:style w:type="character" w:styleId="SubtleEmphasis">
    <w:name w:val="Subtle Emphasis"/>
    <w:basedOn w:val="DefaultParagraphFont"/>
    <w:uiPriority w:val="19"/>
    <w:qFormat/>
    <w:rsid w:val="00715939"/>
    <w:rPr>
      <w:rFonts w:asciiTheme="minorHAnsi" w:hAnsiTheme="minorHAnsi"/>
      <w:i/>
      <w:iCs/>
      <w:color w:val="000000" w:themeColor="text1"/>
      <w:spacing w:val="6"/>
      <w:w w:val="100"/>
      <w:sz w:val="22"/>
      <w14:cntxtAlts w14:val="0"/>
    </w:rPr>
  </w:style>
  <w:style w:type="paragraph" w:styleId="Quote">
    <w:name w:val="Quote"/>
    <w:basedOn w:val="Normal"/>
    <w:next w:val="Normal"/>
    <w:link w:val="QuoteChar"/>
    <w:uiPriority w:val="29"/>
    <w:semiHidden/>
    <w:qFormat/>
    <w:rsid w:val="0085297B"/>
    <w:pPr>
      <w:pBdr>
        <w:left w:val="single" w:sz="4" w:space="4" w:color="auto"/>
      </w:pBdr>
      <w:spacing w:before="200"/>
      <w:ind w:left="864" w:right="864"/>
    </w:pPr>
    <w:rPr>
      <w:iCs/>
      <w:noProof/>
      <w:color w:val="000000" w:themeColor="text1"/>
    </w:rPr>
  </w:style>
  <w:style w:type="character" w:customStyle="1" w:styleId="QuoteChar">
    <w:name w:val="Quote Char"/>
    <w:basedOn w:val="DefaultParagraphFont"/>
    <w:link w:val="Quote"/>
    <w:uiPriority w:val="29"/>
    <w:semiHidden/>
    <w:rsid w:val="004D2152"/>
    <w:rPr>
      <w:iCs/>
      <w:noProof/>
      <w:color w:val="000000" w:themeColor="text1"/>
      <w:sz w:val="22"/>
      <w:szCs w:val="22"/>
    </w:rPr>
  </w:style>
  <w:style w:type="paragraph" w:styleId="IntenseQuote">
    <w:name w:val="Intense Quote"/>
    <w:basedOn w:val="Normal"/>
    <w:next w:val="Normal"/>
    <w:link w:val="IntenseQuoteChar"/>
    <w:uiPriority w:val="30"/>
    <w:semiHidden/>
    <w:qFormat/>
    <w:rsid w:val="0085297B"/>
    <w:pPr>
      <w:pBdr>
        <w:top w:val="single" w:sz="4" w:space="10" w:color="00704A" w:themeColor="accent1"/>
        <w:bottom w:val="single" w:sz="4" w:space="10" w:color="00704A" w:themeColor="accent1"/>
      </w:pBdr>
      <w:spacing w:before="360" w:after="360"/>
      <w:ind w:left="720" w:right="1440"/>
    </w:pPr>
    <w:rPr>
      <w:iCs/>
      <w:color w:val="005337" w:themeColor="accent1" w:themeShade="BF"/>
      <w:sz w:val="28"/>
    </w:rPr>
  </w:style>
  <w:style w:type="character" w:customStyle="1" w:styleId="IntenseQuoteChar">
    <w:name w:val="Intense Quote Char"/>
    <w:basedOn w:val="DefaultParagraphFont"/>
    <w:link w:val="IntenseQuote"/>
    <w:uiPriority w:val="30"/>
    <w:semiHidden/>
    <w:rsid w:val="004D2152"/>
    <w:rPr>
      <w:iCs/>
      <w:color w:val="005337" w:themeColor="accent1" w:themeShade="BF"/>
      <w:sz w:val="28"/>
      <w:szCs w:val="22"/>
    </w:rPr>
  </w:style>
  <w:style w:type="character" w:styleId="BookTitle">
    <w:name w:val="Book Title"/>
    <w:basedOn w:val="DefaultParagraphFont"/>
    <w:uiPriority w:val="33"/>
    <w:qFormat/>
    <w:rsid w:val="002F12C7"/>
    <w:rPr>
      <w:bCs/>
      <w:i/>
      <w:iCs/>
      <w:spacing w:val="4"/>
    </w:rPr>
  </w:style>
  <w:style w:type="paragraph" w:styleId="NormalWeb">
    <w:name w:val="Normal (Web)"/>
    <w:basedOn w:val="Normal"/>
    <w:uiPriority w:val="99"/>
    <w:semiHidden/>
    <w:unhideWhenUsed/>
    <w:rsid w:val="00B222D2"/>
    <w:pPr>
      <w:spacing w:before="100" w:beforeAutospacing="1" w:after="100" w:afterAutospacing="1" w:line="240" w:lineRule="auto"/>
    </w:pPr>
    <w:rPr>
      <w:rFonts w:ascii="Times New Roman" w:eastAsia="Times New Roman" w:hAnsi="Times New Roman"/>
      <w:sz w:val="24"/>
      <w:szCs w:val="24"/>
    </w:rPr>
  </w:style>
  <w:style w:type="character" w:styleId="UnresolvedMention">
    <w:name w:val="Unresolved Mention"/>
    <w:basedOn w:val="DefaultParagraphFont"/>
    <w:uiPriority w:val="99"/>
    <w:semiHidden/>
    <w:unhideWhenUsed/>
    <w:rsid w:val="002F12C7"/>
    <w:rPr>
      <w:color w:val="605E5C"/>
      <w:shd w:val="clear" w:color="auto" w:fill="E1DFDD"/>
    </w:rPr>
  </w:style>
  <w:style w:type="character" w:styleId="CommentReference">
    <w:name w:val="annotation reference"/>
    <w:basedOn w:val="DefaultParagraphFont"/>
    <w:uiPriority w:val="99"/>
    <w:semiHidden/>
    <w:unhideWhenUsed/>
    <w:rsid w:val="003759DE"/>
    <w:rPr>
      <w:sz w:val="16"/>
      <w:szCs w:val="16"/>
    </w:rPr>
  </w:style>
  <w:style w:type="paragraph" w:styleId="CommentText">
    <w:name w:val="annotation text"/>
    <w:basedOn w:val="Normal"/>
    <w:link w:val="CommentTextChar"/>
    <w:uiPriority w:val="99"/>
    <w:semiHidden/>
    <w:unhideWhenUsed/>
    <w:rsid w:val="003759DE"/>
    <w:pPr>
      <w:spacing w:line="240" w:lineRule="auto"/>
    </w:pPr>
    <w:rPr>
      <w:sz w:val="20"/>
      <w:szCs w:val="20"/>
    </w:rPr>
  </w:style>
  <w:style w:type="character" w:customStyle="1" w:styleId="CommentTextChar">
    <w:name w:val="Comment Text Char"/>
    <w:basedOn w:val="DefaultParagraphFont"/>
    <w:link w:val="CommentText"/>
    <w:uiPriority w:val="99"/>
    <w:semiHidden/>
    <w:rsid w:val="003759DE"/>
  </w:style>
  <w:style w:type="paragraph" w:styleId="CommentSubject">
    <w:name w:val="annotation subject"/>
    <w:basedOn w:val="CommentText"/>
    <w:next w:val="CommentText"/>
    <w:link w:val="CommentSubjectChar"/>
    <w:uiPriority w:val="99"/>
    <w:semiHidden/>
    <w:unhideWhenUsed/>
    <w:rsid w:val="003759DE"/>
    <w:rPr>
      <w:b/>
      <w:bCs/>
    </w:rPr>
  </w:style>
  <w:style w:type="character" w:customStyle="1" w:styleId="CommentSubjectChar">
    <w:name w:val="Comment Subject Char"/>
    <w:basedOn w:val="CommentTextChar"/>
    <w:link w:val="CommentSubject"/>
    <w:uiPriority w:val="99"/>
    <w:semiHidden/>
    <w:rsid w:val="003759DE"/>
    <w:rPr>
      <w:b/>
      <w:bCs/>
    </w:rPr>
  </w:style>
  <w:style w:type="paragraph" w:customStyle="1" w:styleId="xmsonormal">
    <w:name w:val="x_msonormal"/>
    <w:basedOn w:val="Normal"/>
    <w:rsid w:val="00355E52"/>
    <w:pPr>
      <w:spacing w:after="0" w:line="240" w:lineRule="auto"/>
    </w:pPr>
    <w:rPr>
      <w:rFonts w:eastAsiaTheme="minorHAns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943381">
      <w:bodyDiv w:val="1"/>
      <w:marLeft w:val="0"/>
      <w:marRight w:val="0"/>
      <w:marTop w:val="0"/>
      <w:marBottom w:val="0"/>
      <w:divBdr>
        <w:top w:val="none" w:sz="0" w:space="0" w:color="auto"/>
        <w:left w:val="none" w:sz="0" w:space="0" w:color="auto"/>
        <w:bottom w:val="none" w:sz="0" w:space="0" w:color="auto"/>
        <w:right w:val="none" w:sz="0" w:space="0" w:color="auto"/>
      </w:divBdr>
    </w:div>
    <w:div w:id="555120633">
      <w:bodyDiv w:val="1"/>
      <w:marLeft w:val="0"/>
      <w:marRight w:val="0"/>
      <w:marTop w:val="0"/>
      <w:marBottom w:val="0"/>
      <w:divBdr>
        <w:top w:val="none" w:sz="0" w:space="0" w:color="auto"/>
        <w:left w:val="none" w:sz="0" w:space="0" w:color="auto"/>
        <w:bottom w:val="none" w:sz="0" w:space="0" w:color="auto"/>
        <w:right w:val="none" w:sz="0" w:space="0" w:color="auto"/>
      </w:divBdr>
      <w:divsChild>
        <w:div w:id="1756976288">
          <w:marLeft w:val="0"/>
          <w:marRight w:val="0"/>
          <w:marTop w:val="0"/>
          <w:marBottom w:val="0"/>
          <w:divBdr>
            <w:top w:val="none" w:sz="0" w:space="0" w:color="auto"/>
            <w:left w:val="none" w:sz="0" w:space="0" w:color="auto"/>
            <w:bottom w:val="none" w:sz="0" w:space="0" w:color="auto"/>
            <w:right w:val="none" w:sz="0" w:space="0" w:color="auto"/>
          </w:divBdr>
        </w:div>
      </w:divsChild>
    </w:div>
    <w:div w:id="577593847">
      <w:bodyDiv w:val="1"/>
      <w:marLeft w:val="0"/>
      <w:marRight w:val="0"/>
      <w:marTop w:val="0"/>
      <w:marBottom w:val="0"/>
      <w:divBdr>
        <w:top w:val="none" w:sz="0" w:space="0" w:color="auto"/>
        <w:left w:val="none" w:sz="0" w:space="0" w:color="auto"/>
        <w:bottom w:val="none" w:sz="0" w:space="0" w:color="auto"/>
        <w:right w:val="none" w:sz="0" w:space="0" w:color="auto"/>
      </w:divBdr>
    </w:div>
    <w:div w:id="630981278">
      <w:bodyDiv w:val="1"/>
      <w:marLeft w:val="0"/>
      <w:marRight w:val="0"/>
      <w:marTop w:val="0"/>
      <w:marBottom w:val="0"/>
      <w:divBdr>
        <w:top w:val="none" w:sz="0" w:space="0" w:color="auto"/>
        <w:left w:val="none" w:sz="0" w:space="0" w:color="auto"/>
        <w:bottom w:val="none" w:sz="0" w:space="0" w:color="auto"/>
        <w:right w:val="none" w:sz="0" w:space="0" w:color="auto"/>
      </w:divBdr>
    </w:div>
    <w:div w:id="702899424">
      <w:bodyDiv w:val="1"/>
      <w:marLeft w:val="0"/>
      <w:marRight w:val="0"/>
      <w:marTop w:val="0"/>
      <w:marBottom w:val="0"/>
      <w:divBdr>
        <w:top w:val="none" w:sz="0" w:space="0" w:color="auto"/>
        <w:left w:val="none" w:sz="0" w:space="0" w:color="auto"/>
        <w:bottom w:val="none" w:sz="0" w:space="0" w:color="auto"/>
        <w:right w:val="none" w:sz="0" w:space="0" w:color="auto"/>
      </w:divBdr>
    </w:div>
    <w:div w:id="882131935">
      <w:bodyDiv w:val="1"/>
      <w:marLeft w:val="0"/>
      <w:marRight w:val="0"/>
      <w:marTop w:val="0"/>
      <w:marBottom w:val="0"/>
      <w:divBdr>
        <w:top w:val="none" w:sz="0" w:space="0" w:color="auto"/>
        <w:left w:val="none" w:sz="0" w:space="0" w:color="auto"/>
        <w:bottom w:val="none" w:sz="0" w:space="0" w:color="auto"/>
        <w:right w:val="none" w:sz="0" w:space="0" w:color="auto"/>
      </w:divBdr>
    </w:div>
    <w:div w:id="1237088578">
      <w:bodyDiv w:val="1"/>
      <w:marLeft w:val="0"/>
      <w:marRight w:val="0"/>
      <w:marTop w:val="0"/>
      <w:marBottom w:val="0"/>
      <w:divBdr>
        <w:top w:val="none" w:sz="0" w:space="0" w:color="auto"/>
        <w:left w:val="none" w:sz="0" w:space="0" w:color="auto"/>
        <w:bottom w:val="none" w:sz="0" w:space="0" w:color="auto"/>
        <w:right w:val="none" w:sz="0" w:space="0" w:color="auto"/>
      </w:divBdr>
    </w:div>
    <w:div w:id="1283462611">
      <w:bodyDiv w:val="1"/>
      <w:marLeft w:val="0"/>
      <w:marRight w:val="0"/>
      <w:marTop w:val="0"/>
      <w:marBottom w:val="0"/>
      <w:divBdr>
        <w:top w:val="none" w:sz="0" w:space="0" w:color="auto"/>
        <w:left w:val="none" w:sz="0" w:space="0" w:color="auto"/>
        <w:bottom w:val="none" w:sz="0" w:space="0" w:color="auto"/>
        <w:right w:val="none" w:sz="0" w:space="0" w:color="auto"/>
      </w:divBdr>
    </w:div>
    <w:div w:id="1326204627">
      <w:bodyDiv w:val="1"/>
      <w:marLeft w:val="0"/>
      <w:marRight w:val="0"/>
      <w:marTop w:val="0"/>
      <w:marBottom w:val="0"/>
      <w:divBdr>
        <w:top w:val="none" w:sz="0" w:space="0" w:color="auto"/>
        <w:left w:val="none" w:sz="0" w:space="0" w:color="auto"/>
        <w:bottom w:val="none" w:sz="0" w:space="0" w:color="auto"/>
        <w:right w:val="none" w:sz="0" w:space="0" w:color="auto"/>
      </w:divBdr>
      <w:divsChild>
        <w:div w:id="2054191581">
          <w:marLeft w:val="0"/>
          <w:marRight w:val="0"/>
          <w:marTop w:val="0"/>
          <w:marBottom w:val="0"/>
          <w:divBdr>
            <w:top w:val="none" w:sz="0" w:space="0" w:color="auto"/>
            <w:left w:val="none" w:sz="0" w:space="0" w:color="auto"/>
            <w:bottom w:val="none" w:sz="0" w:space="0" w:color="auto"/>
            <w:right w:val="none" w:sz="0" w:space="0" w:color="auto"/>
          </w:divBdr>
        </w:div>
      </w:divsChild>
    </w:div>
    <w:div w:id="1497956917">
      <w:bodyDiv w:val="1"/>
      <w:marLeft w:val="0"/>
      <w:marRight w:val="0"/>
      <w:marTop w:val="0"/>
      <w:marBottom w:val="0"/>
      <w:divBdr>
        <w:top w:val="none" w:sz="0" w:space="0" w:color="auto"/>
        <w:left w:val="none" w:sz="0" w:space="0" w:color="auto"/>
        <w:bottom w:val="none" w:sz="0" w:space="0" w:color="auto"/>
        <w:right w:val="none" w:sz="0" w:space="0" w:color="auto"/>
      </w:divBdr>
    </w:div>
    <w:div w:id="1828741238">
      <w:bodyDiv w:val="1"/>
      <w:marLeft w:val="0"/>
      <w:marRight w:val="0"/>
      <w:marTop w:val="0"/>
      <w:marBottom w:val="0"/>
      <w:divBdr>
        <w:top w:val="none" w:sz="0" w:space="0" w:color="auto"/>
        <w:left w:val="none" w:sz="0" w:space="0" w:color="auto"/>
        <w:bottom w:val="none" w:sz="0" w:space="0" w:color="auto"/>
        <w:right w:val="none" w:sz="0" w:space="0" w:color="auto"/>
      </w:divBdr>
    </w:div>
    <w:div w:id="210911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eb.respondus.com/wp-content/uploads/2019/08/RLDB-Quick-Start-Guide-D2L-Student.pdf" TargetMode="External"/><Relationship Id="rId18" Type="http://schemas.openxmlformats.org/officeDocument/2006/relationships/hyperlink" Target="https://www.ggc.edu/student-life/student-services/counseling-and-psychological-services/" TargetMode="External"/><Relationship Id="rId26" Type="http://schemas.openxmlformats.org/officeDocument/2006/relationships/hyperlink" Target="https://libguides.ggc.edu/az.php?t=13203" TargetMode="External"/><Relationship Id="rId39" Type="http://schemas.openxmlformats.org/officeDocument/2006/relationships/hyperlink" Target="https://catalog.ggc.edu/content.php?catoid=33&amp;navoid=4236" TargetMode="External"/><Relationship Id="rId21" Type="http://schemas.openxmlformats.org/officeDocument/2006/relationships/hyperlink" Target="https://www.ggc.edu/about-ggc/public-safety/public-health/faq/" TargetMode="External"/><Relationship Id="rId34" Type="http://schemas.openxmlformats.org/officeDocument/2006/relationships/hyperlink" Target="https://www.ggc.edu/student-life/student-affairs/_docs/current-student-handbook.pdf" TargetMode="External"/><Relationship Id="rId42" Type="http://schemas.openxmlformats.org/officeDocument/2006/relationships/hyperlink" Target="mailto:odec@ggc.edu" TargetMode="External"/><Relationship Id="rId47" Type="http://schemas.openxmlformats.org/officeDocument/2006/relationships/hyperlink" Target="https://itunes.apple.com/us/app/livesafe/id653666211?ls=1&amp;mt=8" TargetMode="External"/><Relationship Id="rId50" Type="http://schemas.openxmlformats.org/officeDocument/2006/relationships/hyperlink" Target="https://www.ggc.edu/about-ggc/public-safety/public-health/" TargetMode="External"/><Relationship Id="rId55"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qrco.de/bbe8X3?utm_source=hs_email&amp;utm_medium=email&amp;_hsenc=p2ANqtz--aJ8DhUmJW-uxW9b6awwHNw2H521N6rULhEAG3a4zVpHxIMl9DpCIEWSn0Mg3GXqxdEZdV" TargetMode="External"/><Relationship Id="rId29" Type="http://schemas.openxmlformats.org/officeDocument/2006/relationships/hyperlink" Target="https://galileo-usg-ggc-primo.hosted.exlibrisgroup.com/primo-explore/search?tab=default_tab&amp;vid=GGC_V1&amp;sortby=rank&amp;lang=en_US" TargetMode="External"/><Relationship Id="rId11" Type="http://schemas.openxmlformats.org/officeDocument/2006/relationships/image" Target="media/image1.jpg"/><Relationship Id="rId24" Type="http://schemas.openxmlformats.org/officeDocument/2006/relationships/hyperlink" Target="mailto:disabilityservices@ggc.edu" TargetMode="External"/><Relationship Id="rId32" Type="http://schemas.openxmlformats.org/officeDocument/2006/relationships/hyperlink" Target="https://libcal.ggc.edu/appointments" TargetMode="External"/><Relationship Id="rId37" Type="http://schemas.openxmlformats.org/officeDocument/2006/relationships/hyperlink" Target="https://www.ggc.edu/community/diversity-equity-compliance/ada-and-reasonable-accommodations/" TargetMode="External"/><Relationship Id="rId40" Type="http://schemas.openxmlformats.org/officeDocument/2006/relationships/hyperlink" Target="https://www.vaccines.gov/" TargetMode="External"/><Relationship Id="rId45" Type="http://schemas.openxmlformats.org/officeDocument/2006/relationships/hyperlink" Target="http://www.ggc.edu/about-ggc/public-safety/safety-and-emergency-communications/" TargetMode="External"/><Relationship Id="rId53" Type="http://schemas.openxmlformats.org/officeDocument/2006/relationships/footer" Target="footer1.xml"/><Relationship Id="rId5" Type="http://schemas.openxmlformats.org/officeDocument/2006/relationships/numbering" Target="numbering.xml"/><Relationship Id="rId19" Type="http://schemas.openxmlformats.org/officeDocument/2006/relationships/hyperlink" Target="https://www.ggc.edu/student-life/student-affair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gc.edu/academics/schools/school-of-science-and-technology/degrees-and-programs/information-technology/laptop-requirement/" TargetMode="External"/><Relationship Id="rId22" Type="http://schemas.openxmlformats.org/officeDocument/2006/relationships/hyperlink" Target="https://cm.maxient.com/reportingform.php?GeorgiaGwinnettCollege&amp;layout_id=6" TargetMode="External"/><Relationship Id="rId27" Type="http://schemas.openxmlformats.org/officeDocument/2006/relationships/hyperlink" Target="https://galileo-usg-ggc-primo.hosted.exlibrisgroup.com/primo-explore/jsearch?vid=GGC_V1&amp;lang=en_US" TargetMode="External"/><Relationship Id="rId30" Type="http://schemas.openxmlformats.org/officeDocument/2006/relationships/hyperlink" Target="https://libguides.ggc.edu/" TargetMode="External"/><Relationship Id="rId35" Type="http://schemas.openxmlformats.org/officeDocument/2006/relationships/hyperlink" Target="https://www.ggc.edu/student-life/student-affairs/_docs/current-student-handbook.pdf" TargetMode="External"/><Relationship Id="rId43" Type="http://schemas.openxmlformats.org/officeDocument/2006/relationships/hyperlink" Target="mailto:disabilityservices@ggc.edu" TargetMode="External"/><Relationship Id="rId48" Type="http://schemas.openxmlformats.org/officeDocument/2006/relationships/hyperlink" Target="https://play.google.com/store/apps/details?id=com.livesafe.activities&amp;hl=en"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ggc.edu/community/diversity-equity-compliance/title-ix/sexual-assault-prevention-resources/" TargetMode="External"/><Relationship Id="rId3" Type="http://schemas.openxmlformats.org/officeDocument/2006/relationships/customXml" Target="../customXml/item3.xml"/><Relationship Id="rId12" Type="http://schemas.openxmlformats.org/officeDocument/2006/relationships/hyperlink" Target="https://web.respondus.com/lockdownbrowser-student-video/" TargetMode="External"/><Relationship Id="rId17" Type="http://schemas.openxmlformats.org/officeDocument/2006/relationships/hyperlink" Target="https://app.circleinapp.com/" TargetMode="External"/><Relationship Id="rId25" Type="http://schemas.openxmlformats.org/officeDocument/2006/relationships/hyperlink" Target="https://libguides.ggc.edu/az.php" TargetMode="External"/><Relationship Id="rId33" Type="http://schemas.openxmlformats.org/officeDocument/2006/relationships/hyperlink" Target="http://ggc.libcal.com/" TargetMode="External"/><Relationship Id="rId38" Type="http://schemas.openxmlformats.org/officeDocument/2006/relationships/hyperlink" Target="https://catalog.ggc.edu/content.php?catoid=33&amp;navoid=4236" TargetMode="External"/><Relationship Id="rId46" Type="http://schemas.openxmlformats.org/officeDocument/2006/relationships/hyperlink" Target="https://www.getrave.com/login/ggc" TargetMode="External"/><Relationship Id="rId20" Type="http://schemas.openxmlformats.org/officeDocument/2006/relationships/hyperlink" Target="https://www.ggc.edu/about-ggc/public-safety/in-an-emergency/student-crisis" TargetMode="External"/><Relationship Id="rId41" Type="http://schemas.openxmlformats.org/officeDocument/2006/relationships/hyperlink" Target="https://www.ggc.edu/about-ggc/public-safety/public-health/exposure"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ggc.edu/student-engagement-and-success/academic-enhancement-center/?fbclid=IwAR0_muyijRp8iqo_594bNf7tFkVvkxZ7ifikab6f5qB3Dc2AHp5liwdXo1o" TargetMode="External"/><Relationship Id="rId23" Type="http://schemas.openxmlformats.org/officeDocument/2006/relationships/hyperlink" Target="mailto:studentaffairs@ggc.edu" TargetMode="External"/><Relationship Id="rId28" Type="http://schemas.openxmlformats.org/officeDocument/2006/relationships/hyperlink" Target="https://libguides.ggc.edu/az.php?t=13201" TargetMode="External"/><Relationship Id="rId36" Type="http://schemas.openxmlformats.org/officeDocument/2006/relationships/hyperlink" Target="http://catalog.ggc.edu/content.php?catoid=1&amp;navoid=22&amp;hl=disabilities&amp;returnto=search" TargetMode="External"/><Relationship Id="rId49" Type="http://schemas.openxmlformats.org/officeDocument/2006/relationships/hyperlink" Target="https://media.ggc.edu/media/t/1_z4itrq86" TargetMode="External"/><Relationship Id="rId57" Type="http://schemas.openxmlformats.org/officeDocument/2006/relationships/theme" Target="theme/theme1.xml"/><Relationship Id="rId10" Type="http://schemas.openxmlformats.org/officeDocument/2006/relationships/endnotes" Target="endnotes.xml"/><Relationship Id="rId31" Type="http://schemas.openxmlformats.org/officeDocument/2006/relationships/hyperlink" Target="https://askalibrarian.ggc.edu/" TargetMode="External"/><Relationship Id="rId44" Type="http://schemas.openxmlformats.org/officeDocument/2006/relationships/hyperlink" Target="https://www.ggc.edu/community/diversity-equity-compliance/" TargetMode="External"/><Relationship Id="rId52" Type="http://schemas.openxmlformats.org/officeDocument/2006/relationships/hyperlink" Target="https://www.ggc.edu/community/diversity-equity-complian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robinson\Documents\Custom%20Office%20Templates\GGC_SyllabusTemplate_Dec2018.dotx" TargetMode="External"/></Relationships>
</file>

<file path=word/theme/theme1.xml><?xml version="1.0" encoding="utf-8"?>
<a:theme xmlns:a="http://schemas.openxmlformats.org/drawingml/2006/main" name="Calibri Theme 2019">
  <a:themeElements>
    <a:clrScheme name="GGC Colors">
      <a:dk1>
        <a:srgbClr val="000000"/>
      </a:dk1>
      <a:lt1>
        <a:srgbClr val="FFFFFF"/>
      </a:lt1>
      <a:dk2>
        <a:srgbClr val="004C31"/>
      </a:dk2>
      <a:lt2>
        <a:srgbClr val="E7F2DA"/>
      </a:lt2>
      <a:accent1>
        <a:srgbClr val="00704A"/>
      </a:accent1>
      <a:accent2>
        <a:srgbClr val="A5ACB0"/>
      </a:accent2>
      <a:accent3>
        <a:srgbClr val="63CAE1"/>
      </a:accent3>
      <a:accent4>
        <a:srgbClr val="6B9741"/>
      </a:accent4>
      <a:accent5>
        <a:srgbClr val="0B7CBC"/>
      </a:accent5>
      <a:accent6>
        <a:srgbClr val="CFAB7A"/>
      </a:accent6>
      <a:hlink>
        <a:srgbClr val="00704A"/>
      </a:hlink>
      <a:folHlink>
        <a:srgbClr val="4B4C4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6015849E4C0BB448AE5C79D2A5B3CE3" ma:contentTypeVersion="14" ma:contentTypeDescription="Create a new document." ma:contentTypeScope="" ma:versionID="d53af8d93e66801c70b6456311c35337">
  <xsd:schema xmlns:xsd="http://www.w3.org/2001/XMLSchema" xmlns:xs="http://www.w3.org/2001/XMLSchema" xmlns:p="http://schemas.microsoft.com/office/2006/metadata/properties" xmlns:ns3="58a657bd-954d-47e9-a834-f04f5ee8a359" xmlns:ns4="8c222443-d295-4ed9-b50b-c0887899d137" targetNamespace="http://schemas.microsoft.com/office/2006/metadata/properties" ma:root="true" ma:fieldsID="7b5d3415f563226f281a23f9dc418570" ns3:_="" ns4:_="">
    <xsd:import namespace="58a657bd-954d-47e9-a834-f04f5ee8a359"/>
    <xsd:import namespace="8c222443-d295-4ed9-b50b-c0887899d13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a657bd-954d-47e9-a834-f04f5ee8a3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222443-d295-4ed9-b50b-c0887899d13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413B8-034E-44CC-A393-79BA27303789}">
  <ds:schemaRefs>
    <ds:schemaRef ds:uri="http://schemas.microsoft.com/sharepoint/v3/contenttype/forms"/>
  </ds:schemaRefs>
</ds:datastoreItem>
</file>

<file path=customXml/itemProps2.xml><?xml version="1.0" encoding="utf-8"?>
<ds:datastoreItem xmlns:ds="http://schemas.openxmlformats.org/officeDocument/2006/customXml" ds:itemID="{38B86712-DCA2-4DA9-9609-71FFBF1D50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a657bd-954d-47e9-a834-f04f5ee8a359"/>
    <ds:schemaRef ds:uri="8c222443-d295-4ed9-b50b-c0887899d1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1338EF-CC1F-4793-9EE9-D16DD18EAB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EA784C7-A34C-4224-B151-AF1530A48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GGC_SyllabusTemplate_Dec2018</Template>
  <TotalTime>699</TotalTime>
  <Pages>14</Pages>
  <Words>5594</Words>
  <Characters>31888</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GGC_SyllabusTemplate_FA2021</vt:lpstr>
    </vt:vector>
  </TitlesOfParts>
  <Manager>Chris Robinson</Manager>
  <Company>Georgia Gwinnett College</Company>
  <LinksUpToDate>false</LinksUpToDate>
  <CharactersWithSpaces>37408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GGC_SyllabusTemplate_FA2021</dc:title>
  <dc:subject/>
  <dc:creator>Information Technology</dc:creator>
  <cp:keywords>syllabus, accessibility</cp:keywords>
  <dc:description/>
  <cp:lastModifiedBy>Sherly Abraham</cp:lastModifiedBy>
  <cp:revision>23</cp:revision>
  <dcterms:created xsi:type="dcterms:W3CDTF">2022-08-01T02:26:00Z</dcterms:created>
  <dcterms:modified xsi:type="dcterms:W3CDTF">2022-08-01T14:04:00Z</dcterms:modified>
  <cp:category>Syllabus</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0x01010006015849E4C0BB448AE5C79D2A5B3CE3</vt:lpwstr>
  </property>
  <property fmtid="{D5CDD505-2E9C-101B-9397-08002B2CF9AE}" pid="3" name="MediaServiceImageTags">
    <vt:lpwstr/>
  </property>
</Properties>
</file>