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6612" w:rsidRDefault="007D2D8D" w:rsidP="007D2D8D">
      <w:pPr>
        <w:pStyle w:val="Title"/>
      </w:pPr>
      <w:r>
        <w:t xml:space="preserve">Chapter 6: </w:t>
      </w:r>
      <w:r w:rsidR="00206612">
        <w:t>All the World</w:t>
      </w:r>
      <w:r w:rsidR="00206612">
        <w:t>’</w:t>
      </w:r>
      <w:r w:rsidR="00206612">
        <w:t>s a Stage</w:t>
      </w:r>
    </w:p>
    <w:p w:rsidR="00206612" w:rsidRDefault="00206612" w:rsidP="007D2D8D">
      <w:pPr>
        <w:pStyle w:val="Body"/>
      </w:pPr>
    </w:p>
    <w:p w:rsidR="00206612" w:rsidRDefault="00206612" w:rsidP="007D2D8D">
      <w:pPr>
        <w:pStyle w:val="Heading1"/>
      </w:pPr>
      <w:r>
        <w:t>Drama as a</w:t>
      </w:r>
      <w:r>
        <w:rPr>
          <w:spacing w:val="-2"/>
        </w:rPr>
        <w:t xml:space="preserve"> </w:t>
      </w:r>
      <w:r>
        <w:t>Genre</w:t>
      </w:r>
    </w:p>
    <w:p w:rsidR="00206612" w:rsidRDefault="00206612" w:rsidP="007D2D8D">
      <w:pPr>
        <w:pStyle w:val="Body"/>
      </w:pPr>
      <w:r>
        <w:t xml:space="preserve">Like fiction, </w:t>
      </w:r>
      <w:r>
        <w:rPr>
          <w:b/>
        </w:rPr>
        <w:t xml:space="preserve">drama </w:t>
      </w:r>
      <w:r>
        <w:t xml:space="preserve">features characters caught up in a plot. In fact, some plays have been based on novels, and novels on plays. </w:t>
      </w:r>
      <w:r>
        <w:rPr>
          <w:spacing w:val="-6"/>
        </w:rPr>
        <w:t xml:space="preserve">Yet, </w:t>
      </w:r>
      <w:r>
        <w:t xml:space="preserve">whereas the narrator of a novel can spend pages painting a picture of the </w:t>
      </w:r>
      <w:r>
        <w:rPr>
          <w:spacing w:val="-3"/>
        </w:rPr>
        <w:t xml:space="preserve">story’s </w:t>
      </w:r>
      <w:r>
        <w:t>circumstances for the reader, a play is restricted to the space of the stage and the time frame of a couple of hou</w:t>
      </w:r>
      <w:bookmarkStart w:id="0" w:name="_GoBack"/>
      <w:bookmarkEnd w:id="0"/>
      <w:r>
        <w:t>rs. What strategies are available to the playwright to ensure that the play successfully conveys its intended effects and themes?</w:t>
      </w:r>
    </w:p>
    <w:p w:rsidR="00206612" w:rsidRDefault="00206612" w:rsidP="007D2D8D">
      <w:pPr>
        <w:pStyle w:val="Body"/>
      </w:pPr>
      <w:r>
        <w:rPr>
          <w:spacing w:val="-8"/>
        </w:rPr>
        <w:t>To</w:t>
      </w:r>
      <w:r>
        <w:rPr>
          <w:spacing w:val="-6"/>
        </w:rPr>
        <w:t xml:space="preserve"> </w:t>
      </w:r>
      <w:r>
        <w:t>provide</w:t>
      </w:r>
      <w:r>
        <w:rPr>
          <w:spacing w:val="-7"/>
        </w:rPr>
        <w:t xml:space="preserve"> </w:t>
      </w:r>
      <w:r>
        <w:t>the</w:t>
      </w:r>
      <w:r>
        <w:rPr>
          <w:spacing w:val="-5"/>
        </w:rPr>
        <w:t xml:space="preserve"> </w:t>
      </w:r>
      <w:r>
        <w:rPr>
          <w:spacing w:val="-3"/>
        </w:rPr>
        <w:t>story’s</w:t>
      </w:r>
      <w:r>
        <w:rPr>
          <w:spacing w:val="-6"/>
        </w:rPr>
        <w:t xml:space="preserve"> </w:t>
      </w:r>
      <w:r>
        <w:t>setting,</w:t>
      </w:r>
      <w:r>
        <w:rPr>
          <w:spacing w:val="-7"/>
        </w:rPr>
        <w:t xml:space="preserve"> </w:t>
      </w:r>
      <w:r>
        <w:t>a</w:t>
      </w:r>
      <w:r>
        <w:rPr>
          <w:spacing w:val="-5"/>
        </w:rPr>
        <w:t xml:space="preserve"> </w:t>
      </w:r>
      <w:r>
        <w:t>play</w:t>
      </w:r>
      <w:r>
        <w:rPr>
          <w:spacing w:val="-7"/>
        </w:rPr>
        <w:t xml:space="preserve"> </w:t>
      </w:r>
      <w:r>
        <w:t>requires</w:t>
      </w:r>
      <w:r>
        <w:rPr>
          <w:spacing w:val="-7"/>
        </w:rPr>
        <w:t xml:space="preserve"> </w:t>
      </w:r>
      <w:r>
        <w:t>sets.</w:t>
      </w:r>
      <w:r>
        <w:rPr>
          <w:spacing w:val="-6"/>
        </w:rPr>
        <w:t xml:space="preserve"> </w:t>
      </w:r>
      <w:r>
        <w:t>If</w:t>
      </w:r>
      <w:r>
        <w:rPr>
          <w:spacing w:val="-6"/>
        </w:rPr>
        <w:t xml:space="preserve"> </w:t>
      </w:r>
      <w:r>
        <w:t>you’ve</w:t>
      </w:r>
      <w:r>
        <w:rPr>
          <w:spacing w:val="-5"/>
        </w:rPr>
        <w:t xml:space="preserve"> </w:t>
      </w:r>
      <w:r>
        <w:t>ever</w:t>
      </w:r>
      <w:r>
        <w:rPr>
          <w:spacing w:val="-6"/>
        </w:rPr>
        <w:t xml:space="preserve"> </w:t>
      </w:r>
      <w:r>
        <w:t xml:space="preserve">been involved with a </w:t>
      </w:r>
      <w:r>
        <w:rPr>
          <w:spacing w:val="-3"/>
        </w:rPr>
        <w:t xml:space="preserve">play, </w:t>
      </w:r>
      <w:r>
        <w:t xml:space="preserve">you know that the </w:t>
      </w:r>
      <w:r>
        <w:rPr>
          <w:b/>
        </w:rPr>
        <w:t xml:space="preserve">set </w:t>
      </w:r>
      <w:r>
        <w:t>can be made up of detailed backdrops, specifically designed props, strategic lighting, and sometimes even</w:t>
      </w:r>
      <w:r>
        <w:rPr>
          <w:spacing w:val="-9"/>
        </w:rPr>
        <w:t xml:space="preserve"> </w:t>
      </w:r>
      <w:r>
        <w:t>background</w:t>
      </w:r>
      <w:r>
        <w:rPr>
          <w:spacing w:val="-8"/>
        </w:rPr>
        <w:t xml:space="preserve"> </w:t>
      </w:r>
      <w:r>
        <w:t>noise.</w:t>
      </w:r>
      <w:r>
        <w:rPr>
          <w:spacing w:val="-20"/>
        </w:rPr>
        <w:t xml:space="preserve"> </w:t>
      </w:r>
      <w:r>
        <w:t>A</w:t>
      </w:r>
      <w:r>
        <w:rPr>
          <w:spacing w:val="-20"/>
        </w:rPr>
        <w:t xml:space="preserve"> </w:t>
      </w:r>
      <w:r>
        <w:t>set,</w:t>
      </w:r>
      <w:r>
        <w:rPr>
          <w:spacing w:val="-8"/>
        </w:rPr>
        <w:t xml:space="preserve"> </w:t>
      </w:r>
      <w:r>
        <w:t>along</w:t>
      </w:r>
      <w:r>
        <w:rPr>
          <w:spacing w:val="-8"/>
        </w:rPr>
        <w:t xml:space="preserve"> </w:t>
      </w:r>
      <w:r>
        <w:t>with</w:t>
      </w:r>
      <w:r>
        <w:rPr>
          <w:spacing w:val="-8"/>
        </w:rPr>
        <w:t xml:space="preserve"> </w:t>
      </w:r>
      <w:r>
        <w:t>the</w:t>
      </w:r>
      <w:r>
        <w:rPr>
          <w:spacing w:val="-8"/>
        </w:rPr>
        <w:t xml:space="preserve"> </w:t>
      </w:r>
      <w:r>
        <w:t>characters’</w:t>
      </w:r>
      <w:r>
        <w:rPr>
          <w:spacing w:val="-25"/>
        </w:rPr>
        <w:t xml:space="preserve"> </w:t>
      </w:r>
      <w:r>
        <w:t>subtle</w:t>
      </w:r>
      <w:r>
        <w:rPr>
          <w:spacing w:val="-8"/>
        </w:rPr>
        <w:t xml:space="preserve"> </w:t>
      </w:r>
      <w:r>
        <w:t>indications of the scene, can generate a full setting in the audience’s</w:t>
      </w:r>
      <w:r>
        <w:rPr>
          <w:spacing w:val="-18"/>
        </w:rPr>
        <w:t xml:space="preserve"> </w:t>
      </w:r>
      <w:r>
        <w:t>imagination.</w:t>
      </w:r>
    </w:p>
    <w:p w:rsidR="00206612" w:rsidRDefault="00206612" w:rsidP="007D2D8D">
      <w:pPr>
        <w:pStyle w:val="Body"/>
      </w:pPr>
      <w:r>
        <w:t xml:space="preserve">Another </w:t>
      </w:r>
      <w:r>
        <w:rPr>
          <w:spacing w:val="-3"/>
        </w:rPr>
        <w:t xml:space="preserve">difference </w:t>
      </w:r>
      <w:r>
        <w:t xml:space="preserve">between fiction and drama is that usually a </w:t>
      </w:r>
      <w:r>
        <w:rPr>
          <w:spacing w:val="-4"/>
        </w:rPr>
        <w:t xml:space="preserve">play’s </w:t>
      </w:r>
      <w:r>
        <w:rPr>
          <w:b/>
        </w:rPr>
        <w:t>plot</w:t>
      </w:r>
      <w:r>
        <w:rPr>
          <w:b/>
          <w:spacing w:val="-24"/>
        </w:rPr>
        <w:t xml:space="preserve"> </w:t>
      </w:r>
      <w:r>
        <w:t>is</w:t>
      </w:r>
      <w:r>
        <w:rPr>
          <w:spacing w:val="-24"/>
        </w:rPr>
        <w:t xml:space="preserve"> </w:t>
      </w:r>
      <w:r>
        <w:t>primarily</w:t>
      </w:r>
      <w:r>
        <w:rPr>
          <w:spacing w:val="-24"/>
        </w:rPr>
        <w:t xml:space="preserve"> </w:t>
      </w:r>
      <w:r>
        <w:t>forwarded</w:t>
      </w:r>
      <w:r>
        <w:rPr>
          <w:spacing w:val="-24"/>
        </w:rPr>
        <w:t xml:space="preserve"> </w:t>
      </w:r>
      <w:r>
        <w:t>through</w:t>
      </w:r>
      <w:r>
        <w:rPr>
          <w:spacing w:val="-25"/>
        </w:rPr>
        <w:t xml:space="preserve"> </w:t>
      </w:r>
      <w:r>
        <w:t>dialogue</w:t>
      </w:r>
      <w:r>
        <w:rPr>
          <w:spacing w:val="-24"/>
        </w:rPr>
        <w:t xml:space="preserve"> </w:t>
      </w:r>
      <w:r>
        <w:t>and</w:t>
      </w:r>
      <w:r>
        <w:rPr>
          <w:spacing w:val="-24"/>
        </w:rPr>
        <w:t xml:space="preserve"> </w:t>
      </w:r>
      <w:r>
        <w:t>action.</w:t>
      </w:r>
      <w:r>
        <w:rPr>
          <w:spacing w:val="-34"/>
        </w:rPr>
        <w:t xml:space="preserve"> </w:t>
      </w:r>
      <w:r>
        <w:t>Although</w:t>
      </w:r>
      <w:r>
        <w:rPr>
          <w:spacing w:val="-24"/>
        </w:rPr>
        <w:t xml:space="preserve"> </w:t>
      </w:r>
      <w:r>
        <w:t>a</w:t>
      </w:r>
      <w:r>
        <w:rPr>
          <w:spacing w:val="-24"/>
        </w:rPr>
        <w:t xml:space="preserve"> </w:t>
      </w:r>
      <w:r>
        <w:rPr>
          <w:spacing w:val="-4"/>
        </w:rPr>
        <w:t xml:space="preserve">novel’s </w:t>
      </w:r>
      <w:r>
        <w:t>narrator</w:t>
      </w:r>
      <w:r>
        <w:rPr>
          <w:spacing w:val="-27"/>
        </w:rPr>
        <w:t xml:space="preserve"> </w:t>
      </w:r>
      <w:r>
        <w:t>can</w:t>
      </w:r>
      <w:r>
        <w:rPr>
          <w:spacing w:val="-27"/>
        </w:rPr>
        <w:t xml:space="preserve"> </w:t>
      </w:r>
      <w:r>
        <w:t>describe</w:t>
      </w:r>
      <w:r>
        <w:rPr>
          <w:spacing w:val="-27"/>
        </w:rPr>
        <w:t xml:space="preserve"> </w:t>
      </w:r>
      <w:r>
        <w:t>in</w:t>
      </w:r>
      <w:r>
        <w:rPr>
          <w:spacing w:val="-27"/>
        </w:rPr>
        <w:t xml:space="preserve"> </w:t>
      </w:r>
      <w:r>
        <w:t>detail</w:t>
      </w:r>
      <w:r>
        <w:rPr>
          <w:spacing w:val="-27"/>
        </w:rPr>
        <w:t xml:space="preserve"> </w:t>
      </w:r>
      <w:r>
        <w:t>the</w:t>
      </w:r>
      <w:r>
        <w:rPr>
          <w:spacing w:val="-27"/>
        </w:rPr>
        <w:t xml:space="preserve"> </w:t>
      </w:r>
      <w:r>
        <w:t>thoughts</w:t>
      </w:r>
      <w:r>
        <w:rPr>
          <w:spacing w:val="-27"/>
        </w:rPr>
        <w:t xml:space="preserve"> </w:t>
      </w:r>
      <w:r>
        <w:t>and</w:t>
      </w:r>
      <w:r>
        <w:rPr>
          <w:spacing w:val="-27"/>
        </w:rPr>
        <w:t xml:space="preserve"> </w:t>
      </w:r>
      <w:r>
        <w:t>impressions</w:t>
      </w:r>
      <w:r>
        <w:rPr>
          <w:spacing w:val="-27"/>
        </w:rPr>
        <w:t xml:space="preserve"> </w:t>
      </w:r>
      <w:r>
        <w:t>of</w:t>
      </w:r>
      <w:r>
        <w:rPr>
          <w:spacing w:val="-27"/>
        </w:rPr>
        <w:t xml:space="preserve"> </w:t>
      </w:r>
      <w:r>
        <w:t>its</w:t>
      </w:r>
      <w:r>
        <w:rPr>
          <w:spacing w:val="-27"/>
        </w:rPr>
        <w:t xml:space="preserve"> </w:t>
      </w:r>
      <w:r>
        <w:t xml:space="preserve">characters, a </w:t>
      </w:r>
      <w:r>
        <w:rPr>
          <w:spacing w:val="-4"/>
        </w:rPr>
        <w:t xml:space="preserve">play’s </w:t>
      </w:r>
      <w:r>
        <w:rPr>
          <w:spacing w:val="-3"/>
        </w:rPr>
        <w:t xml:space="preserve">effects </w:t>
      </w:r>
      <w:r>
        <w:t xml:space="preserve">depend much more heavily on what the characters say </w:t>
      </w:r>
      <w:r>
        <w:rPr>
          <w:spacing w:val="-2"/>
        </w:rPr>
        <w:t xml:space="preserve">and </w:t>
      </w:r>
      <w:r>
        <w:t>do.</w:t>
      </w:r>
      <w:r>
        <w:rPr>
          <w:spacing w:val="-19"/>
        </w:rPr>
        <w:t xml:space="preserve"> </w:t>
      </w:r>
      <w:r>
        <w:t>A</w:t>
      </w:r>
      <w:r>
        <w:rPr>
          <w:spacing w:val="-19"/>
        </w:rPr>
        <w:t xml:space="preserve"> </w:t>
      </w:r>
      <w:r>
        <w:t>play</w:t>
      </w:r>
      <w:r>
        <w:rPr>
          <w:spacing w:val="-8"/>
        </w:rPr>
        <w:t xml:space="preserve"> </w:t>
      </w:r>
      <w:r>
        <w:t>is</w:t>
      </w:r>
      <w:r>
        <w:rPr>
          <w:spacing w:val="-9"/>
        </w:rPr>
        <w:t xml:space="preserve"> </w:t>
      </w:r>
      <w:r>
        <w:t>a</w:t>
      </w:r>
      <w:r>
        <w:rPr>
          <w:spacing w:val="-8"/>
        </w:rPr>
        <w:t xml:space="preserve"> </w:t>
      </w:r>
      <w:r>
        <w:t>performance,</w:t>
      </w:r>
      <w:r>
        <w:rPr>
          <w:spacing w:val="-8"/>
        </w:rPr>
        <w:t xml:space="preserve"> </w:t>
      </w:r>
      <w:r>
        <w:t>a</w:t>
      </w:r>
      <w:r>
        <w:rPr>
          <w:spacing w:val="-8"/>
        </w:rPr>
        <w:t xml:space="preserve"> </w:t>
      </w:r>
      <w:r>
        <w:t>spectacle,</w:t>
      </w:r>
      <w:r>
        <w:rPr>
          <w:spacing w:val="-8"/>
        </w:rPr>
        <w:t xml:space="preserve"> </w:t>
      </w:r>
      <w:r>
        <w:t>rather</w:t>
      </w:r>
      <w:r>
        <w:rPr>
          <w:spacing w:val="-9"/>
        </w:rPr>
        <w:t xml:space="preserve"> </w:t>
      </w:r>
      <w:r>
        <w:t>than</w:t>
      </w:r>
      <w:r>
        <w:rPr>
          <w:spacing w:val="-8"/>
        </w:rPr>
        <w:t xml:space="preserve"> </w:t>
      </w:r>
      <w:r>
        <w:t>words</w:t>
      </w:r>
      <w:r>
        <w:rPr>
          <w:spacing w:val="-8"/>
        </w:rPr>
        <w:t xml:space="preserve"> </w:t>
      </w:r>
      <w:r>
        <w:t>on</w:t>
      </w:r>
      <w:r>
        <w:rPr>
          <w:spacing w:val="-8"/>
        </w:rPr>
        <w:t xml:space="preserve"> </w:t>
      </w:r>
      <w:r>
        <w:rPr>
          <w:spacing w:val="-4"/>
        </w:rPr>
        <w:t>paper.</w:t>
      </w:r>
      <w:r>
        <w:rPr>
          <w:spacing w:val="-9"/>
        </w:rPr>
        <w:t xml:space="preserve"> </w:t>
      </w:r>
      <w:r>
        <w:t>Some plays</w:t>
      </w:r>
      <w:r>
        <w:rPr>
          <w:spacing w:val="-19"/>
        </w:rPr>
        <w:t xml:space="preserve"> </w:t>
      </w:r>
      <w:r>
        <w:t>do</w:t>
      </w:r>
      <w:r>
        <w:rPr>
          <w:spacing w:val="-18"/>
        </w:rPr>
        <w:t xml:space="preserve"> </w:t>
      </w:r>
      <w:r>
        <w:t>include</w:t>
      </w:r>
      <w:r>
        <w:rPr>
          <w:spacing w:val="-18"/>
        </w:rPr>
        <w:t xml:space="preserve"> </w:t>
      </w:r>
      <w:r>
        <w:t>a</w:t>
      </w:r>
      <w:r>
        <w:rPr>
          <w:spacing w:val="-18"/>
        </w:rPr>
        <w:t xml:space="preserve"> </w:t>
      </w:r>
      <w:r>
        <w:t>narrator</w:t>
      </w:r>
      <w:r>
        <w:rPr>
          <w:spacing w:val="-18"/>
        </w:rPr>
        <w:t xml:space="preserve"> </w:t>
      </w:r>
      <w:r>
        <w:t>or</w:t>
      </w:r>
      <w:r>
        <w:rPr>
          <w:spacing w:val="-18"/>
        </w:rPr>
        <w:t xml:space="preserve"> </w:t>
      </w:r>
      <w:r>
        <w:t>a</w:t>
      </w:r>
      <w:r>
        <w:rPr>
          <w:spacing w:val="-18"/>
        </w:rPr>
        <w:t xml:space="preserve"> </w:t>
      </w:r>
      <w:r>
        <w:t>chorus,</w:t>
      </w:r>
      <w:r>
        <w:rPr>
          <w:spacing w:val="-18"/>
        </w:rPr>
        <w:t xml:space="preserve"> </w:t>
      </w:r>
      <w:r>
        <w:t>to</w:t>
      </w:r>
      <w:r>
        <w:rPr>
          <w:spacing w:val="-18"/>
        </w:rPr>
        <w:t xml:space="preserve"> </w:t>
      </w:r>
      <w:r>
        <w:t>introduce</w:t>
      </w:r>
      <w:r>
        <w:rPr>
          <w:spacing w:val="-18"/>
        </w:rPr>
        <w:t xml:space="preserve"> </w:t>
      </w:r>
      <w:r>
        <w:t>the</w:t>
      </w:r>
      <w:r>
        <w:rPr>
          <w:spacing w:val="-18"/>
        </w:rPr>
        <w:t xml:space="preserve"> </w:t>
      </w:r>
      <w:r>
        <w:t>scene</w:t>
      </w:r>
      <w:r>
        <w:rPr>
          <w:spacing w:val="-18"/>
        </w:rPr>
        <w:t xml:space="preserve"> </w:t>
      </w:r>
      <w:r>
        <w:t>or</w:t>
      </w:r>
      <w:r>
        <w:rPr>
          <w:spacing w:val="-18"/>
        </w:rPr>
        <w:t xml:space="preserve"> </w:t>
      </w:r>
      <w:r>
        <w:t>set</w:t>
      </w:r>
      <w:r>
        <w:rPr>
          <w:spacing w:val="-18"/>
        </w:rPr>
        <w:t xml:space="preserve"> </w:t>
      </w:r>
      <w:r>
        <w:t>the</w:t>
      </w:r>
      <w:r>
        <w:rPr>
          <w:spacing w:val="-18"/>
        </w:rPr>
        <w:t xml:space="preserve"> </w:t>
      </w:r>
      <w:r>
        <w:t xml:space="preserve">tone of the </w:t>
      </w:r>
      <w:r>
        <w:rPr>
          <w:spacing w:val="-5"/>
        </w:rPr>
        <w:t xml:space="preserve">play, </w:t>
      </w:r>
      <w:r>
        <w:t xml:space="preserve">but the bulk of the </w:t>
      </w:r>
      <w:r>
        <w:rPr>
          <w:spacing w:val="-3"/>
        </w:rPr>
        <w:t xml:space="preserve">production’s effect </w:t>
      </w:r>
      <w:r>
        <w:t xml:space="preserve">is generated through </w:t>
      </w:r>
      <w:r>
        <w:rPr>
          <w:spacing w:val="-2"/>
        </w:rPr>
        <w:t xml:space="preserve">the </w:t>
      </w:r>
      <w:r>
        <w:t xml:space="preserve">dialogue and its visual devices, and since the </w:t>
      </w:r>
      <w:r>
        <w:rPr>
          <w:spacing w:val="-4"/>
        </w:rPr>
        <w:t xml:space="preserve">play’s </w:t>
      </w:r>
      <w:r>
        <w:rPr>
          <w:b/>
        </w:rPr>
        <w:t xml:space="preserve">script </w:t>
      </w:r>
      <w:r>
        <w:t xml:space="preserve">dictates what the characters will say and often, through </w:t>
      </w:r>
      <w:r>
        <w:rPr>
          <w:b/>
        </w:rPr>
        <w:t xml:space="preserve">stage </w:t>
      </w:r>
      <w:r>
        <w:rPr>
          <w:b/>
          <w:spacing w:val="-3"/>
        </w:rPr>
        <w:t>direction</w:t>
      </w:r>
      <w:r>
        <w:rPr>
          <w:spacing w:val="-3"/>
        </w:rPr>
        <w:t xml:space="preserve">, </w:t>
      </w:r>
      <w:r>
        <w:t>its production strategies</w:t>
      </w:r>
      <w:r>
        <w:rPr>
          <w:spacing w:val="-7"/>
        </w:rPr>
        <w:t xml:space="preserve"> </w:t>
      </w:r>
      <w:r>
        <w:t>as</w:t>
      </w:r>
      <w:r>
        <w:rPr>
          <w:spacing w:val="-6"/>
        </w:rPr>
        <w:t xml:space="preserve"> </w:t>
      </w:r>
      <w:r>
        <w:t>well,</w:t>
      </w:r>
      <w:r>
        <w:rPr>
          <w:spacing w:val="-6"/>
        </w:rPr>
        <w:t xml:space="preserve"> </w:t>
      </w:r>
      <w:r>
        <w:t>the</w:t>
      </w:r>
      <w:r>
        <w:rPr>
          <w:spacing w:val="-6"/>
        </w:rPr>
        <w:t xml:space="preserve"> </w:t>
      </w:r>
      <w:r>
        <w:t>script</w:t>
      </w:r>
      <w:r>
        <w:rPr>
          <w:spacing w:val="-6"/>
        </w:rPr>
        <w:t xml:space="preserve"> </w:t>
      </w:r>
      <w:r>
        <w:t>is</w:t>
      </w:r>
      <w:r>
        <w:rPr>
          <w:spacing w:val="-6"/>
        </w:rPr>
        <w:t xml:space="preserve"> </w:t>
      </w:r>
      <w:r>
        <w:t>crucial</w:t>
      </w:r>
      <w:r>
        <w:rPr>
          <w:spacing w:val="-6"/>
        </w:rPr>
        <w:t xml:space="preserve"> </w:t>
      </w:r>
      <w:r>
        <w:t>to</w:t>
      </w:r>
      <w:r>
        <w:rPr>
          <w:spacing w:val="-6"/>
        </w:rPr>
        <w:t xml:space="preserve"> </w:t>
      </w:r>
      <w:r>
        <w:t>a</w:t>
      </w:r>
      <w:r>
        <w:rPr>
          <w:spacing w:val="-6"/>
        </w:rPr>
        <w:t xml:space="preserve"> </w:t>
      </w:r>
      <w:r>
        <w:t>successful</w:t>
      </w:r>
      <w:r>
        <w:rPr>
          <w:spacing w:val="-6"/>
        </w:rPr>
        <w:t xml:space="preserve"> </w:t>
      </w:r>
      <w:r>
        <w:rPr>
          <w:spacing w:val="-2"/>
        </w:rPr>
        <w:t>performance.</w:t>
      </w:r>
    </w:p>
    <w:p w:rsidR="00206612" w:rsidRDefault="00206612" w:rsidP="007D2D8D">
      <w:pPr>
        <w:pStyle w:val="Body"/>
      </w:pPr>
    </w:p>
    <w:p w:rsidR="00206612" w:rsidRDefault="00206612" w:rsidP="007D2D8D">
      <w:pPr>
        <w:pStyle w:val="Heading1"/>
      </w:pPr>
      <w:r>
        <w:t>A One-Act</w:t>
      </w:r>
      <w:r>
        <w:rPr>
          <w:spacing w:val="-13"/>
        </w:rPr>
        <w:t xml:space="preserve"> </w:t>
      </w:r>
      <w:r>
        <w:t>Play</w:t>
      </w:r>
    </w:p>
    <w:p w:rsidR="00206612" w:rsidRDefault="00206612" w:rsidP="007D2D8D">
      <w:pPr>
        <w:pStyle w:val="Body"/>
      </w:pPr>
      <w:r>
        <w:t xml:space="preserve">Although the following script is only that, a script, it does give us a place to start as we investigate drama as a genre. </w:t>
      </w:r>
      <w:r>
        <w:rPr>
          <w:i/>
          <w:spacing w:val="-3"/>
        </w:rPr>
        <w:t xml:space="preserve">Trifles </w:t>
      </w:r>
      <w:r>
        <w:t xml:space="preserve">is a </w:t>
      </w:r>
      <w:r>
        <w:rPr>
          <w:b/>
        </w:rPr>
        <w:t>one-act</w:t>
      </w:r>
      <w:r>
        <w:rPr>
          <w:b/>
          <w:spacing w:val="-30"/>
        </w:rPr>
        <w:t xml:space="preserve"> </w:t>
      </w:r>
      <w:r>
        <w:rPr>
          <w:b/>
        </w:rPr>
        <w:t>play</w:t>
      </w:r>
      <w:r>
        <w:t>,</w:t>
      </w:r>
      <w:r w:rsidR="007D2D8D">
        <w:t xml:space="preserve"> </w:t>
      </w:r>
      <w:r>
        <w:rPr>
          <w:color w:val="231F20"/>
          <w:spacing w:val="-4"/>
        </w:rPr>
        <w:t>which</w:t>
      </w:r>
      <w:r>
        <w:rPr>
          <w:color w:val="231F20"/>
          <w:spacing w:val="-20"/>
        </w:rPr>
        <w:t xml:space="preserve"> </w:t>
      </w:r>
      <w:r>
        <w:rPr>
          <w:color w:val="231F20"/>
        </w:rPr>
        <w:t>is</w:t>
      </w:r>
      <w:r>
        <w:rPr>
          <w:color w:val="231F20"/>
          <w:spacing w:val="-19"/>
        </w:rPr>
        <w:t xml:space="preserve"> </w:t>
      </w:r>
      <w:r>
        <w:rPr>
          <w:color w:val="231F20"/>
        </w:rPr>
        <w:t>a</w:t>
      </w:r>
      <w:r>
        <w:rPr>
          <w:color w:val="231F20"/>
          <w:spacing w:val="-20"/>
        </w:rPr>
        <w:t xml:space="preserve"> </w:t>
      </w:r>
      <w:r>
        <w:rPr>
          <w:color w:val="231F20"/>
          <w:spacing w:val="-4"/>
        </w:rPr>
        <w:t>drama</w:t>
      </w:r>
      <w:r>
        <w:rPr>
          <w:color w:val="231F20"/>
          <w:spacing w:val="-19"/>
        </w:rPr>
        <w:t xml:space="preserve"> </w:t>
      </w:r>
      <w:r>
        <w:rPr>
          <w:color w:val="231F20"/>
          <w:spacing w:val="-3"/>
        </w:rPr>
        <w:t>that</w:t>
      </w:r>
      <w:r>
        <w:rPr>
          <w:color w:val="231F20"/>
          <w:spacing w:val="-19"/>
        </w:rPr>
        <w:t xml:space="preserve"> </w:t>
      </w:r>
      <w:r>
        <w:rPr>
          <w:color w:val="231F20"/>
          <w:spacing w:val="-3"/>
        </w:rPr>
        <w:t>can</w:t>
      </w:r>
      <w:r>
        <w:rPr>
          <w:color w:val="231F20"/>
          <w:spacing w:val="-20"/>
        </w:rPr>
        <w:t xml:space="preserve"> </w:t>
      </w:r>
      <w:r>
        <w:rPr>
          <w:color w:val="231F20"/>
          <w:spacing w:val="-4"/>
        </w:rPr>
        <w:t>usually</w:t>
      </w:r>
      <w:r>
        <w:rPr>
          <w:color w:val="231F20"/>
          <w:spacing w:val="-19"/>
        </w:rPr>
        <w:t xml:space="preserve"> </w:t>
      </w:r>
      <w:r>
        <w:rPr>
          <w:color w:val="231F20"/>
        </w:rPr>
        <w:t>be</w:t>
      </w:r>
      <w:r>
        <w:rPr>
          <w:color w:val="231F20"/>
          <w:spacing w:val="-19"/>
        </w:rPr>
        <w:t xml:space="preserve"> </w:t>
      </w:r>
      <w:r>
        <w:rPr>
          <w:color w:val="231F20"/>
          <w:spacing w:val="-4"/>
        </w:rPr>
        <w:t>performed</w:t>
      </w:r>
      <w:r>
        <w:rPr>
          <w:color w:val="231F20"/>
          <w:spacing w:val="-20"/>
        </w:rPr>
        <w:t xml:space="preserve"> </w:t>
      </w:r>
      <w:r>
        <w:rPr>
          <w:color w:val="231F20"/>
        </w:rPr>
        <w:t>in</w:t>
      </w:r>
      <w:r>
        <w:rPr>
          <w:color w:val="231F20"/>
          <w:spacing w:val="-19"/>
        </w:rPr>
        <w:t xml:space="preserve"> </w:t>
      </w:r>
      <w:r>
        <w:rPr>
          <w:color w:val="231F20"/>
        </w:rPr>
        <w:t>an</w:t>
      </w:r>
      <w:r>
        <w:rPr>
          <w:color w:val="231F20"/>
          <w:spacing w:val="-19"/>
        </w:rPr>
        <w:t xml:space="preserve"> </w:t>
      </w:r>
      <w:r>
        <w:rPr>
          <w:color w:val="231F20"/>
          <w:spacing w:val="-3"/>
        </w:rPr>
        <w:t>hour</w:t>
      </w:r>
      <w:r>
        <w:rPr>
          <w:color w:val="231F20"/>
          <w:spacing w:val="-20"/>
        </w:rPr>
        <w:t xml:space="preserve"> </w:t>
      </w:r>
      <w:r>
        <w:rPr>
          <w:color w:val="231F20"/>
        </w:rPr>
        <w:t>or</w:t>
      </w:r>
      <w:r>
        <w:rPr>
          <w:color w:val="231F20"/>
          <w:spacing w:val="-19"/>
        </w:rPr>
        <w:t xml:space="preserve"> </w:t>
      </w:r>
      <w:r>
        <w:rPr>
          <w:color w:val="231F20"/>
          <w:spacing w:val="-3"/>
        </w:rPr>
        <w:t>less</w:t>
      </w:r>
      <w:r>
        <w:rPr>
          <w:color w:val="231F20"/>
          <w:spacing w:val="-19"/>
        </w:rPr>
        <w:t xml:space="preserve"> </w:t>
      </w:r>
      <w:r>
        <w:rPr>
          <w:color w:val="231F20"/>
          <w:spacing w:val="-3"/>
        </w:rPr>
        <w:t>and</w:t>
      </w:r>
      <w:r>
        <w:rPr>
          <w:color w:val="231F20"/>
          <w:spacing w:val="-20"/>
        </w:rPr>
        <w:t xml:space="preserve"> </w:t>
      </w:r>
      <w:r>
        <w:rPr>
          <w:color w:val="231F20"/>
        </w:rPr>
        <w:t>in</w:t>
      </w:r>
      <w:r>
        <w:rPr>
          <w:color w:val="231F20"/>
          <w:spacing w:val="-19"/>
        </w:rPr>
        <w:t xml:space="preserve"> </w:t>
      </w:r>
      <w:r>
        <w:rPr>
          <w:color w:val="231F20"/>
          <w:spacing w:val="-4"/>
        </w:rPr>
        <w:t xml:space="preserve">which </w:t>
      </w:r>
      <w:r>
        <w:rPr>
          <w:color w:val="231F20"/>
          <w:spacing w:val="-3"/>
        </w:rPr>
        <w:t>the</w:t>
      </w:r>
      <w:r>
        <w:rPr>
          <w:color w:val="231F20"/>
          <w:spacing w:val="-17"/>
        </w:rPr>
        <w:t xml:space="preserve"> </w:t>
      </w:r>
      <w:r>
        <w:rPr>
          <w:color w:val="231F20"/>
          <w:spacing w:val="-4"/>
        </w:rPr>
        <w:t>entire</w:t>
      </w:r>
      <w:r>
        <w:rPr>
          <w:color w:val="231F20"/>
          <w:spacing w:val="-16"/>
        </w:rPr>
        <w:t xml:space="preserve"> </w:t>
      </w:r>
      <w:r>
        <w:rPr>
          <w:color w:val="231F20"/>
          <w:spacing w:val="-4"/>
        </w:rPr>
        <w:t>story</w:t>
      </w:r>
      <w:r>
        <w:rPr>
          <w:color w:val="231F20"/>
          <w:spacing w:val="-16"/>
        </w:rPr>
        <w:t xml:space="preserve"> </w:t>
      </w:r>
      <w:r>
        <w:rPr>
          <w:color w:val="231F20"/>
        </w:rPr>
        <w:t>is</w:t>
      </w:r>
      <w:r>
        <w:rPr>
          <w:color w:val="231F20"/>
          <w:spacing w:val="-17"/>
        </w:rPr>
        <w:t xml:space="preserve"> </w:t>
      </w:r>
      <w:r>
        <w:rPr>
          <w:color w:val="231F20"/>
          <w:spacing w:val="-4"/>
        </w:rPr>
        <w:t>performed</w:t>
      </w:r>
      <w:r>
        <w:rPr>
          <w:color w:val="231F20"/>
          <w:spacing w:val="-16"/>
        </w:rPr>
        <w:t xml:space="preserve"> </w:t>
      </w:r>
      <w:r>
        <w:rPr>
          <w:color w:val="231F20"/>
        </w:rPr>
        <w:t>in</w:t>
      </w:r>
      <w:r>
        <w:rPr>
          <w:color w:val="231F20"/>
          <w:spacing w:val="-16"/>
        </w:rPr>
        <w:t xml:space="preserve"> </w:t>
      </w:r>
      <w:r>
        <w:rPr>
          <w:color w:val="231F20"/>
          <w:spacing w:val="-3"/>
        </w:rPr>
        <w:t>one</w:t>
      </w:r>
      <w:r>
        <w:rPr>
          <w:color w:val="231F20"/>
          <w:spacing w:val="-16"/>
        </w:rPr>
        <w:t xml:space="preserve"> </w:t>
      </w:r>
      <w:r>
        <w:rPr>
          <w:i/>
          <w:color w:val="231F20"/>
          <w:spacing w:val="-3"/>
        </w:rPr>
        <w:t>act</w:t>
      </w:r>
      <w:r>
        <w:rPr>
          <w:i/>
          <w:color w:val="231F20"/>
          <w:spacing w:val="-17"/>
        </w:rPr>
        <w:t xml:space="preserve"> </w:t>
      </w:r>
      <w:r>
        <w:rPr>
          <w:color w:val="231F20"/>
        </w:rPr>
        <w:t>as</w:t>
      </w:r>
      <w:r>
        <w:rPr>
          <w:color w:val="231F20"/>
          <w:spacing w:val="-16"/>
        </w:rPr>
        <w:t xml:space="preserve"> </w:t>
      </w:r>
      <w:r>
        <w:rPr>
          <w:color w:val="231F20"/>
          <w:spacing w:val="-4"/>
        </w:rPr>
        <w:t>opposed</w:t>
      </w:r>
      <w:r>
        <w:rPr>
          <w:color w:val="231F20"/>
          <w:spacing w:val="-16"/>
        </w:rPr>
        <w:t xml:space="preserve"> </w:t>
      </w:r>
      <w:r>
        <w:rPr>
          <w:color w:val="231F20"/>
        </w:rPr>
        <w:t>to</w:t>
      </w:r>
      <w:r>
        <w:rPr>
          <w:color w:val="231F20"/>
          <w:spacing w:val="-16"/>
        </w:rPr>
        <w:t xml:space="preserve"> </w:t>
      </w:r>
      <w:r>
        <w:rPr>
          <w:color w:val="231F20"/>
          <w:spacing w:val="-4"/>
        </w:rPr>
        <w:t>several.</w:t>
      </w:r>
      <w:r>
        <w:rPr>
          <w:color w:val="231F20"/>
          <w:spacing w:val="-29"/>
        </w:rPr>
        <w:t xml:space="preserve"> </w:t>
      </w:r>
      <w:r>
        <w:rPr>
          <w:color w:val="231F20"/>
          <w:spacing w:val="-4"/>
        </w:rPr>
        <w:t>Although</w:t>
      </w:r>
      <w:r>
        <w:rPr>
          <w:color w:val="231F20"/>
          <w:spacing w:val="-16"/>
        </w:rPr>
        <w:t xml:space="preserve"> </w:t>
      </w:r>
      <w:r>
        <w:rPr>
          <w:color w:val="231F20"/>
        </w:rPr>
        <w:t>a</w:t>
      </w:r>
      <w:r>
        <w:rPr>
          <w:color w:val="231F20"/>
          <w:spacing w:val="-16"/>
        </w:rPr>
        <w:t xml:space="preserve"> </w:t>
      </w:r>
      <w:r>
        <w:rPr>
          <w:color w:val="231F20"/>
          <w:spacing w:val="-4"/>
        </w:rPr>
        <w:t xml:space="preserve">one- </w:t>
      </w:r>
      <w:r>
        <w:rPr>
          <w:color w:val="231F20"/>
          <w:spacing w:val="-3"/>
        </w:rPr>
        <w:t xml:space="preserve">act play can </w:t>
      </w:r>
      <w:r>
        <w:rPr>
          <w:color w:val="231F20"/>
          <w:spacing w:val="-4"/>
        </w:rPr>
        <w:t xml:space="preserve">contain scene changes, </w:t>
      </w:r>
      <w:r>
        <w:rPr>
          <w:color w:val="231F20"/>
          <w:spacing w:val="-3"/>
        </w:rPr>
        <w:t xml:space="preserve">this one only </w:t>
      </w:r>
      <w:r>
        <w:rPr>
          <w:color w:val="231F20"/>
          <w:spacing w:val="-4"/>
        </w:rPr>
        <w:t xml:space="preserve">employs </w:t>
      </w:r>
      <w:r>
        <w:rPr>
          <w:color w:val="231F20"/>
          <w:spacing w:val="-3"/>
        </w:rPr>
        <w:t>one</w:t>
      </w:r>
      <w:r>
        <w:rPr>
          <w:color w:val="231F20"/>
          <w:spacing w:val="-35"/>
        </w:rPr>
        <w:t xml:space="preserve"> </w:t>
      </w:r>
      <w:r>
        <w:rPr>
          <w:color w:val="231F20"/>
          <w:spacing w:val="-4"/>
        </w:rPr>
        <w:t>scene.</w:t>
      </w:r>
    </w:p>
    <w:p w:rsidR="00206612" w:rsidRDefault="00206612" w:rsidP="007D2D8D">
      <w:pPr>
        <w:pStyle w:val="Body"/>
      </w:pPr>
    </w:p>
    <w:p w:rsidR="007D2D8D" w:rsidRPr="007D2D8D" w:rsidRDefault="007D2D8D" w:rsidP="007D2D8D">
      <w:pPr>
        <w:pStyle w:val="BlockQuote"/>
        <w:jc w:val="center"/>
        <w:rPr>
          <w:rFonts w:eastAsiaTheme="minorEastAsia"/>
          <w:i/>
          <w:lang w:bidi="ar-SA"/>
        </w:rPr>
      </w:pPr>
      <w:r w:rsidRPr="007D2D8D">
        <w:rPr>
          <w:rFonts w:eastAsiaTheme="minorEastAsia"/>
          <w:i/>
          <w:lang w:bidi="ar-SA"/>
        </w:rPr>
        <w:t>Trifles</w:t>
      </w:r>
    </w:p>
    <w:p w:rsidR="007D2D8D" w:rsidRPr="007D2D8D" w:rsidRDefault="007D2D8D" w:rsidP="007D2D8D">
      <w:pPr>
        <w:pStyle w:val="BlockQuote"/>
        <w:jc w:val="center"/>
        <w:rPr>
          <w:rFonts w:eastAsiaTheme="minorEastAsia"/>
          <w:b/>
          <w:bCs/>
          <w:lang w:bidi="ar-SA"/>
        </w:rPr>
      </w:pPr>
      <w:r w:rsidRPr="007D2D8D">
        <w:rPr>
          <w:rFonts w:eastAsiaTheme="minorEastAsia"/>
          <w:lang w:bidi="ar-SA"/>
        </w:rPr>
        <w:t>By Susan Glaspell</w:t>
      </w:r>
    </w:p>
    <w:p w:rsidR="007D2D8D" w:rsidRPr="007D2D8D" w:rsidRDefault="007D2D8D" w:rsidP="007D2D8D">
      <w:pPr>
        <w:widowControl/>
        <w:adjustRightInd w:val="0"/>
        <w:spacing w:line="264" w:lineRule="atLeast"/>
        <w:ind w:left="720" w:right="720"/>
        <w:textAlignment w:val="center"/>
        <w:rPr>
          <w:rFonts w:eastAsiaTheme="minorEastAsia"/>
          <w:color w:val="000000"/>
          <w:lang w:bidi="ar-SA"/>
        </w:rPr>
      </w:pP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First performed by the Provincetown Players at the Wharf Theatre, Provincetown, Mass., August 8, 1916.</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GEORGE HENDERSON (County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HENRY PETERS (Sheriff)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LEWIS HALE, A neighboring farmer</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SCENE: </w:t>
      </w:r>
      <w:r w:rsidRPr="007D2D8D">
        <w:rPr>
          <w:rFonts w:ascii="Georgia" w:eastAsiaTheme="minorEastAsia" w:hAnsi="Georgia"/>
          <w:i/>
          <w:iCs/>
          <w:lang w:bidi="ar-SA"/>
        </w:rPr>
        <w:t>The kitchen is the now abandoned farmhouse of</w:t>
      </w:r>
      <w:r w:rsidRPr="007D2D8D">
        <w:rPr>
          <w:rFonts w:ascii="Georgia" w:eastAsiaTheme="minorEastAsia" w:hAnsi="Georgia"/>
          <w:lang w:bidi="ar-SA"/>
        </w:rPr>
        <w:t xml:space="preserve"> JOHN WRIGHT, </w:t>
      </w:r>
      <w:r w:rsidRPr="007D2D8D">
        <w:rPr>
          <w:rFonts w:ascii="Georgia" w:eastAsiaTheme="minorEastAsia" w:hAnsi="Georgia"/>
          <w:i/>
          <w:iCs/>
          <w:lang w:bidi="ar-SA"/>
        </w:rPr>
        <w:t>a gloomy kitchen, and left without having been put in order—unwashed pans under the sink, a loaf of bread outside the bread-box, a dish-towel on the table—other signs of incompleted work. At the rear the outer door opens and the</w:t>
      </w:r>
      <w:r w:rsidRPr="007D2D8D">
        <w:rPr>
          <w:rFonts w:ascii="Georgia" w:eastAsiaTheme="minorEastAsia" w:hAnsi="Georgia"/>
          <w:lang w:bidi="ar-SA"/>
        </w:rPr>
        <w:t xml:space="preserve"> SHERIFF </w:t>
      </w:r>
      <w:r w:rsidRPr="007D2D8D">
        <w:rPr>
          <w:rFonts w:ascii="Georgia" w:eastAsiaTheme="minorEastAsia" w:hAnsi="Georgia"/>
          <w:i/>
          <w:iCs/>
          <w:lang w:bidi="ar-SA"/>
        </w:rPr>
        <w:t>comes in followed by the</w:t>
      </w:r>
      <w:r w:rsidRPr="007D2D8D">
        <w:rPr>
          <w:rFonts w:ascii="Georgia" w:eastAsiaTheme="minorEastAsia" w:hAnsi="Georgia"/>
          <w:lang w:bidi="ar-SA"/>
        </w:rPr>
        <w:t xml:space="preserve"> COUNTY ATTORNEY </w:t>
      </w:r>
      <w:r w:rsidRPr="007D2D8D">
        <w:rPr>
          <w:rFonts w:ascii="Georgia" w:eastAsiaTheme="minorEastAsia" w:hAnsi="Georgia"/>
          <w:i/>
          <w:iCs/>
          <w:lang w:bidi="ar-SA"/>
        </w:rPr>
        <w:t>and</w:t>
      </w:r>
      <w:r w:rsidRPr="007D2D8D">
        <w:rPr>
          <w:rFonts w:ascii="Georgia" w:eastAsiaTheme="minorEastAsia" w:hAnsi="Georgia"/>
          <w:lang w:bidi="ar-SA"/>
        </w:rPr>
        <w:t xml:space="preserve"> HALE. </w:t>
      </w:r>
      <w:r w:rsidRPr="007D2D8D">
        <w:rPr>
          <w:rFonts w:ascii="Georgia" w:eastAsiaTheme="minorEastAsia" w:hAnsi="Georgia"/>
          <w:i/>
          <w:iCs/>
          <w:lang w:bidi="ar-SA"/>
        </w:rPr>
        <w:t>The</w:t>
      </w:r>
      <w:r w:rsidRPr="007D2D8D">
        <w:rPr>
          <w:rFonts w:ascii="Georgia" w:eastAsiaTheme="minorEastAsia" w:hAnsi="Georgia"/>
          <w:lang w:bidi="ar-SA"/>
        </w:rPr>
        <w:t xml:space="preserve"> SHERIFF </w:t>
      </w:r>
      <w:r w:rsidRPr="007D2D8D">
        <w:rPr>
          <w:rFonts w:ascii="Georgia" w:eastAsiaTheme="minorEastAsia" w:hAnsi="Georgia"/>
          <w:i/>
          <w:iCs/>
          <w:lang w:bidi="ar-SA"/>
        </w:rPr>
        <w:t>and</w:t>
      </w:r>
      <w:r w:rsidRPr="007D2D8D">
        <w:rPr>
          <w:rFonts w:ascii="Georgia" w:eastAsiaTheme="minorEastAsia" w:hAnsi="Georgia"/>
          <w:lang w:bidi="ar-SA"/>
        </w:rPr>
        <w:t xml:space="preserve"> HALE </w:t>
      </w:r>
      <w:r w:rsidRPr="007D2D8D">
        <w:rPr>
          <w:rFonts w:ascii="Georgia" w:eastAsiaTheme="minorEastAsia" w:hAnsi="Georgia"/>
          <w:i/>
          <w:iCs/>
          <w:lang w:bidi="ar-SA"/>
        </w:rPr>
        <w:t>are men in middle life, the</w:t>
      </w:r>
      <w:r w:rsidRPr="007D2D8D">
        <w:rPr>
          <w:rFonts w:ascii="Georgia" w:eastAsiaTheme="minorEastAsia" w:hAnsi="Georgia"/>
          <w:lang w:bidi="ar-SA"/>
        </w:rPr>
        <w:t xml:space="preserve"> COUNTY ATTORNEY </w:t>
      </w:r>
      <w:r w:rsidRPr="007D2D8D">
        <w:rPr>
          <w:rFonts w:ascii="Georgia" w:eastAsiaTheme="minorEastAsia" w:hAnsi="Georgia"/>
          <w:i/>
          <w:iCs/>
          <w:lang w:bidi="ar-SA"/>
        </w:rPr>
        <w:t>is a young man; all are much bundled up and go at once to the stove. They are followed by the two women—the</w:t>
      </w:r>
      <w:r w:rsidRPr="007D2D8D">
        <w:rPr>
          <w:rFonts w:ascii="Georgia" w:eastAsiaTheme="minorEastAsia" w:hAnsi="Georgia"/>
          <w:lang w:bidi="ar-SA"/>
        </w:rPr>
        <w:t xml:space="preserve"> SHERIFF</w:t>
      </w:r>
      <w:r w:rsidRPr="007D2D8D">
        <w:rPr>
          <w:rFonts w:ascii="Georgia" w:eastAsiaTheme="minorEastAsia" w:hAnsi="Georgia"/>
          <w:i/>
          <w:iCs/>
          <w:lang w:bidi="ar-SA"/>
        </w:rPr>
        <w:t>’s wife first; she is a slight wiry woman, a thin nervous face</w:t>
      </w:r>
      <w:r w:rsidRPr="007D2D8D">
        <w:rPr>
          <w:rFonts w:ascii="Georgia" w:eastAsiaTheme="minorEastAsia" w:hAnsi="Georgia"/>
          <w:lang w:bidi="ar-SA"/>
        </w:rPr>
        <w:t xml:space="preserve">. MRS. HALE </w:t>
      </w:r>
      <w:r w:rsidRPr="007D2D8D">
        <w:rPr>
          <w:rFonts w:ascii="Georgia" w:eastAsiaTheme="minorEastAsia" w:hAnsi="Georgia"/>
          <w:i/>
          <w:iCs/>
          <w:lang w:bidi="ar-SA"/>
        </w:rPr>
        <w:t>is larger and would ordinarily be called more comfortable looking, but she is disturbed now and looks fearfully about as she enters. The women have come in slowly, and stand close together near the door</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rubbing his hands</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This feels good. Come up to the fire, ladies.</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after taking a step forward</w:t>
      </w:r>
      <w:r w:rsidRPr="007D2D8D">
        <w:rPr>
          <w:rFonts w:ascii="Georgia" w:eastAsiaTheme="minorEastAsia" w:hAnsi="Georgia"/>
          <w:lang w:bidi="ar-SA"/>
        </w:rPr>
        <w:t xml:space="preserve">) </w:t>
      </w:r>
    </w:p>
    <w:p w:rsid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I’m not—cold.</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unbuttoning his overcoat and stepping away from the stove as if to mark the beginning of official business</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Now, Mr. Hale, before we move things about, you explain to Mr. Henderson just what you saw when you came here yesterday morning.</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By the way, has anything been moved? Are things just as you left them yesterday?</w:t>
      </w:r>
    </w:p>
    <w:p w:rsidR="007D2D8D" w:rsidRPr="007D2D8D" w:rsidRDefault="007D2D8D" w:rsidP="007D2D8D">
      <w:pPr>
        <w:pStyle w:val="BlockQuote"/>
        <w:rPr>
          <w:rFonts w:ascii="Georgia" w:eastAsiaTheme="minorEastAsia" w:hAnsi="Georgia"/>
          <w:spacing w:val="-2"/>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lastRenderedPageBreak/>
        <w:t>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looking about</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It’s just the same. When it dropped below zero last night I thought I’d better send Frank out this morning to make a fire for us—no use getting pneumonia with a big case on, but I told him not to touch anything except the stove—and you know Frank.</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Somebody should have been left here yesterday.</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Oh—yesterday. When I had to send Frank to Morris Center for that man who went crazy—I want you to know I had my hands full yesterday. I knew you could get back from Omaha by today and as long as I went over everything here myself—</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Well, Mr. Hale, tell just what happened when you came here yesterday morning.</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HALE</w:t>
      </w:r>
    </w:p>
    <w:p w:rsidR="007D2D8D" w:rsidRPr="007D2D8D" w:rsidRDefault="007D2D8D" w:rsidP="007D2D8D">
      <w:pPr>
        <w:pStyle w:val="BlockQuote"/>
        <w:rPr>
          <w:rFonts w:ascii="Georgia" w:eastAsiaTheme="minorEastAsia" w:hAnsi="Georgia"/>
          <w:spacing w:val="-2"/>
          <w:lang w:bidi="ar-SA"/>
        </w:rPr>
      </w:pPr>
      <w:r w:rsidRPr="007D2D8D">
        <w:rPr>
          <w:rFonts w:ascii="Georgia" w:eastAsiaTheme="minorEastAsia" w:hAnsi="Georgia"/>
          <w:spacing w:val="-2"/>
          <w:lang w:bidi="ar-SA"/>
        </w:rPr>
        <w:t>Harry and I had started to town with a load of potatoes. We came along the road from my place and as I got here I said, I’m going to see if I can’t get John Wright to go in with me on a party telephone.’ I spoke to Wright about it once before and he put me off, saying folks talked too much anyway, and all he asked was peace and quiet—I guess you know about how much he talked himself; but I thought maybe if I went to the house and talked about it before his wife, though I said to Harry that I didn’t know as what his wife wanted made much difference to John—</w:t>
      </w:r>
    </w:p>
    <w:p w:rsidR="007D2D8D" w:rsidRPr="007D2D8D" w:rsidRDefault="007D2D8D" w:rsidP="007D2D8D">
      <w:pPr>
        <w:pStyle w:val="BlockQuote"/>
        <w:rPr>
          <w:rFonts w:ascii="Georgia" w:eastAsiaTheme="minorEastAsia" w:hAnsi="Georgia"/>
          <w:spacing w:val="-2"/>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Let’s talk about that later, Mr. Hale. I do want to talk about that, but tell now just what happened when you got to the house.</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 didn’t hear or see anything; I knocked at the door, and still it was all quiet inside. I knew they must be up, it was past eight o’clock. So I knocked again, and I thought I heard somebody say, ‘Come in.’ I wasn’t sure, I’m not sure yet, but I opened the door—this door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w:t>
      </w:r>
      <w:r w:rsidRPr="007D2D8D">
        <w:rPr>
          <w:rFonts w:ascii="Georgia" w:eastAsiaTheme="minorEastAsia" w:hAnsi="Georgia"/>
          <w:i/>
          <w:iCs/>
          <w:lang w:bidi="ar-SA"/>
        </w:rPr>
        <w:t>indicating the door by which the two women are still standing</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and there in that rocker—</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pointing to it</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sat Mrs. Wright.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They all look at the rocker</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What—was she doing?</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She was rockin’ back and forth. She had her apron in her hand and was kind of—pleating it.</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And how did she—look?</w:t>
      </w:r>
    </w:p>
    <w:p w:rsidR="007D2D8D" w:rsidRPr="007D2D8D" w:rsidRDefault="007D2D8D" w:rsidP="007D2D8D">
      <w:pPr>
        <w:pStyle w:val="BlockQuote"/>
        <w:rPr>
          <w:rFonts w:ascii="Georgia" w:eastAsiaTheme="minorEastAsia" w:hAnsi="Georgia"/>
          <w:lang w:bidi="ar-SA"/>
        </w:rPr>
      </w:pPr>
    </w:p>
    <w:p w:rsidR="007D2D8D" w:rsidRPr="007D2D8D" w:rsidRDefault="007D2D8D" w:rsidP="007D2D8D">
      <w:pPr>
        <w:pStyle w:val="BlockQuote"/>
        <w:jc w:val="center"/>
        <w:rPr>
          <w:rFonts w:ascii="Georgia" w:eastAsiaTheme="minorEastAsia" w:hAnsi="Georgia"/>
          <w:lang w:bidi="ar-SA"/>
        </w:rPr>
      </w:pPr>
      <w:r w:rsidRPr="007D2D8D">
        <w:rPr>
          <w:rFonts w:ascii="Georgia" w:eastAsiaTheme="minorEastAsia" w:hAnsi="Georgia"/>
          <w:lang w:bidi="ar-SA"/>
        </w:rPr>
        <w:t>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Well, she looked queer.</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How do you mean—queer?</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Well, as if she didn’t know what she was going to do next. And kind of done up.</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How did she seem to feel about your coming?</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Why, I don’t think she minded—one way or other. She didn’t pay much attention. I said, ‘How do, Mrs. Wright it’s cold, ain’t it?’ And she said, ‘Is it?’—and went on kind of pleating at her apron. Well, I was surprised; she didn’t ask me to come up to the stove, or to set down, but just sat there, not even looking at me, so I said, ‘I want to see John.’ And then she—laughed. I guess you would call it a laugh. I thought of Harry and the team outside, </w:t>
      </w:r>
      <w:r w:rsidRPr="007D2D8D">
        <w:rPr>
          <w:rFonts w:ascii="Georgia" w:eastAsiaTheme="minorEastAsia" w:hAnsi="Georgia"/>
          <w:lang w:bidi="ar-SA"/>
        </w:rPr>
        <w:lastRenderedPageBreak/>
        <w:t xml:space="preserve">so I said a little sharp: ‘Can’t I see John?’ ‘No’, she says, kind o’ dull like. ‘Ain’t he home?’ says I. ‘Yes’, says she, ‘he’s home’. ‘Then why can’t I see him?’ I asked her, out of patience. ‘’Cause he’s dead’, says she. </w:t>
      </w:r>
      <w:r w:rsidRPr="007D2D8D">
        <w:rPr>
          <w:rFonts w:ascii="Georgia" w:eastAsiaTheme="minorEastAsia" w:hAnsi="Georgia"/>
          <w:i/>
          <w:iCs/>
          <w:lang w:bidi="ar-SA"/>
        </w:rPr>
        <w:t>‘Dead</w:t>
      </w:r>
      <w:r w:rsidRPr="007D2D8D">
        <w:rPr>
          <w:rFonts w:ascii="Georgia" w:eastAsiaTheme="minorEastAsia" w:hAnsi="Georgia"/>
          <w:lang w:bidi="ar-SA"/>
        </w:rPr>
        <w:t xml:space="preserve">?’ says I. She just nodded her head, not getting a bit excited, but rockin’ back and forth. ‘Why—where is he?’ says I, not knowing what to say. She just pointed upstairs—like that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himself pointing to the room above.</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 got up, with the idea of going up there. I walked from there to here—then I says, ‘Why, what did he die of?’ ‘He died of a rope round his neck’, says she, and just went on pleatin’ at her apron. Well, I went out and called Harry. I thought I might—need help. We went upstairs and there he was lyin’—</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 think I’d rather have you go into that upstairs, where you can point it all out. Just go on now with the rest of the story.</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Well, my first thought was to get that rope off. It looked...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stops, his face twitches</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but Harry, he went up to him, and he said, ‘No, he’s dead all right, and we’d better not touch anything.’ So we went back down stairs. She was still sitting that same way. ‘Has anybody been notified?’ I asked. ‘No’, says she unconcerned. ‘Who did this, Mrs. Wright?’ said </w:t>
      </w:r>
      <w:r w:rsidRPr="007D2D8D">
        <w:rPr>
          <w:rFonts w:ascii="Georgia" w:eastAsiaTheme="minorEastAsia" w:hAnsi="Georgia"/>
          <w:spacing w:val="-2"/>
          <w:lang w:bidi="ar-SA"/>
        </w:rPr>
        <w:t xml:space="preserve">Harry. He said it business-like—and she stopped pleatin’ of her apron. ‘I don’t know’, she says. ‘You don’t </w:t>
      </w:r>
      <w:r w:rsidRPr="007D2D8D">
        <w:rPr>
          <w:rFonts w:ascii="Georgia" w:eastAsiaTheme="minorEastAsia" w:hAnsi="Georgia"/>
          <w:i/>
          <w:iCs/>
          <w:spacing w:val="-2"/>
          <w:lang w:bidi="ar-SA"/>
        </w:rPr>
        <w:t>know</w:t>
      </w:r>
      <w:r w:rsidRPr="007D2D8D">
        <w:rPr>
          <w:rFonts w:ascii="Georgia" w:eastAsiaTheme="minorEastAsia" w:hAnsi="Georgia"/>
          <w:spacing w:val="-2"/>
          <w:lang w:bidi="ar-SA"/>
        </w:rPr>
        <w:t>?’ says Harry. ‘No’, says she. ‘Weren’t you sleepin’ in the bed with him?’ says Harry. ‘Yes’, says she, ‘but I was on the inside’. ‘Somebody slipped a rope round his neck and strangled him and you didn’t wake up?’ says Harry. ‘I didn’t wake up’, she said after him. We must ‘a looked as if we didn’t see how that could be, for after a minute she said, ‘I sleep sound’. Harry was going to ask her more questions but I said maybe we ought to let her tell her story first to the coroner, or the sheriff, so Harry went fast as he could to Rivers’ place, where there’s a telephone.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And what did Mrs. Wright do when she knew that you had gone for the coroner?</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 xml:space="preserve">She moved from that chair to this one over here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pointing to a small chair in the corner</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and just sat there with her hands held together and looking down. I got a feeling that I ought to make some conversation, so I said I had come in to see if John wanted to put in a telephone, and at that she started to laugh, and then she stopped and looked at me—scared,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w:t>
      </w:r>
      <w:r w:rsidRPr="007D2D8D">
        <w:rPr>
          <w:rFonts w:ascii="Georgia" w:eastAsiaTheme="minorEastAsia" w:hAnsi="Georgia"/>
          <w:lang w:bidi="ar-SA"/>
        </w:rPr>
        <w:t xml:space="preserve"> COUNTY ATTORNEY, </w:t>
      </w:r>
      <w:r w:rsidRPr="007D2D8D">
        <w:rPr>
          <w:rFonts w:ascii="Georgia" w:eastAsiaTheme="minorEastAsia" w:hAnsi="Georgia"/>
          <w:i/>
          <w:iCs/>
          <w:lang w:bidi="ar-SA"/>
        </w:rPr>
        <w:t>who has had his notebook out, makes a note.</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 dunno, maybe it wasn’t scared. I wouldn’t like to say it was. Soon Harry got back, and then Dr. Lloyd came, and you, Mr. Peters, and so I guess that’s all I know that you don’t.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looking around.</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 guess we’ll go upstairs first—and then out to the barn and around there,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to the</w:t>
      </w:r>
      <w:r w:rsidRPr="007D2D8D">
        <w:rPr>
          <w:rFonts w:ascii="Georgia" w:eastAsiaTheme="minorEastAsia" w:hAnsi="Georgia"/>
          <w:lang w:bidi="ar-SA"/>
        </w:rPr>
        <w:t xml:space="preserve"> 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You’re convinced that there was nothing important here—nothing that would point to any motive.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Nothing here but kitchen things.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w:t>
      </w:r>
      <w:r w:rsidRPr="007D2D8D">
        <w:rPr>
          <w:rFonts w:ascii="Georgia" w:eastAsiaTheme="minorEastAsia" w:hAnsi="Georgia"/>
          <w:lang w:bidi="ar-SA"/>
        </w:rPr>
        <w:t xml:space="preserve"> COUNTY ATTORNEY, </w:t>
      </w:r>
      <w:r w:rsidRPr="007D2D8D">
        <w:rPr>
          <w:rFonts w:ascii="Georgia" w:eastAsiaTheme="minorEastAsia" w:hAnsi="Georgia"/>
          <w:i/>
          <w:iCs/>
          <w:lang w:bidi="ar-SA"/>
        </w:rPr>
        <w:t>after again looking around the kitchen, opens the door of a cupboard closet. He gets up on a chair and looks on a shelf. Pulls his hand away, sticky</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spacing w:val="-2"/>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Here’s a nice mess.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 women draw nearer</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to the other woman</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Oh, her fruit; it did freeze,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to the</w:t>
      </w:r>
      <w:r w:rsidRPr="007D2D8D">
        <w:rPr>
          <w:rFonts w:ascii="Georgia" w:eastAsiaTheme="minorEastAsia" w:hAnsi="Georgia"/>
          <w:lang w:bidi="ar-SA"/>
        </w:rPr>
        <w:t xml:space="preserve"> LAWYER)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She worried about that when it turned so cold. She said the fire’d go out and her jars would break.</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Well, can you beat the women! Held for murder and worryin’ about her preserves.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 guess before we’re through she may have something more serious than preserves to worry about.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Well, women are used to worrying over trifles.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 two women move a little closer together</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with the gallantry of a young politician</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And yet, for all their worries, what would we do without the ladies?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 women do not unbend. He goes to the sink, takes a dipperful of water from the pail and pouring it into a basin, washes his hands. Starts to wipe them on the roller-towel, turns it for a cleaner place</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Dirty towels!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kicks his foot against the pans under the sink</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Not much of a housekeeper, would you say, ladies?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stiffly</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There’s a great deal of work to be done on a farm.</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To be sure. And yet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with a little bow to her</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 know there are some Dickson county farmhouses which do not have such roller towels.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He gives it a pull to expose its length again</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Those towels get dirty awful quick. Men’s hands aren’t always as clean as they might be.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 xml:space="preserve"> Ah, loyal to your sex, I see. But you and Mrs. Wright were neighbors. I suppose you were friends, too.</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shaking her head</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I’ve not seen much of her of late years. I’ve not been in this house—it’s more than a year.</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And why was that? You didn’t like her?</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spacing w:val="1"/>
          <w:lang w:bidi="ar-SA"/>
        </w:rPr>
        <w:t>I liked her all well enough. Farmers’ wives have their hands full, Mr. Henderson. And then—</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Yes—?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looking about.</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It never seemed a very cheerful place.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No—it’s not cheerful. I shouldn’t say she had the homemaking instinct.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Well, I don’t know as Wright had, either.</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You mean that they didn’t get on very well?</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No, I don’t mean anything. But I don’t think a place’d be any cheerfuller for John Wright’s being in it.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lastRenderedPageBreak/>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I’d like to talk more of that a little later. I want to get the lay of things upstairs now.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spacing w:val="-2"/>
          <w:w w:val="99"/>
          <w:lang w:bidi="ar-SA"/>
        </w:rPr>
        <w:t>(</w:t>
      </w:r>
      <w:r w:rsidRPr="007D2D8D">
        <w:rPr>
          <w:rFonts w:ascii="Georgia" w:eastAsiaTheme="minorEastAsia" w:hAnsi="Georgia"/>
          <w:i/>
          <w:iCs/>
          <w:spacing w:val="-2"/>
          <w:w w:val="99"/>
          <w:lang w:bidi="ar-SA"/>
        </w:rPr>
        <w:t>He goes to the left, where three steps lead to a stair door</w:t>
      </w:r>
      <w:r w:rsidRPr="007D2D8D">
        <w:rPr>
          <w:rFonts w:ascii="Georgia" w:eastAsiaTheme="minorEastAsia" w:hAnsi="Georgia"/>
          <w:spacing w:val="-2"/>
          <w:w w:val="99"/>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spacing w:val="1"/>
          <w:lang w:bidi="ar-SA"/>
        </w:rPr>
        <w:t>I suppose anything Mrs. Peters does’ll be all right. She was to take in some clothes for her, you know, and a few little things. We left in such a hurry yesterday.</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spacing w:val="-3"/>
          <w:lang w:bidi="ar-SA"/>
        </w:rPr>
        <w:t>Yes, but I would like to see what you take, Mrs. Peters, and keep an eye out for anything that might be of use to us.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Yes, Mr. Henderson.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 women listen to the men’s steps on the stairs, then look about the kitchen</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spacing w:val="-2"/>
          <w:lang w:bidi="ar-SA"/>
        </w:rPr>
      </w:pPr>
      <w:r w:rsidRPr="007D2D8D">
        <w:rPr>
          <w:rFonts w:ascii="Georgia" w:eastAsiaTheme="minorEastAsia" w:hAnsi="Georgia"/>
          <w:lang w:bidi="ar-SA"/>
        </w:rPr>
        <w:t xml:space="preserve">I’d hate to have men coming into my kitchen, snooping around and criticizing.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She arranges the pans under sink which the</w:t>
      </w:r>
      <w:r w:rsidRPr="007D2D8D">
        <w:rPr>
          <w:rFonts w:ascii="Georgia" w:eastAsiaTheme="minorEastAsia" w:hAnsi="Georgia"/>
          <w:lang w:bidi="ar-SA"/>
        </w:rPr>
        <w:t xml:space="preserve"> LAWYER </w:t>
      </w:r>
      <w:r w:rsidRPr="007D2D8D">
        <w:rPr>
          <w:rFonts w:ascii="Georgia" w:eastAsiaTheme="minorEastAsia" w:hAnsi="Georgia"/>
          <w:i/>
          <w:iCs/>
          <w:lang w:bidi="ar-SA"/>
        </w:rPr>
        <w:t>had shoved out of place</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Of course it’s no more than their duty.</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Duty’s all right, but I guess that deputy sheriff that came out to make the fire might have got a little of this on.</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gives the roller towel a pull.</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Wish I’d thought of that sooner. Seems mean to talk about her for not having things slicked up when she had to come away in such a hurry.</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who has gone to a small table in the left rear corner of the room, and lifted one end of a towel that covers a pan</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She had bread set.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w:t>
      </w:r>
      <w:r w:rsidRPr="007D2D8D">
        <w:rPr>
          <w:rFonts w:ascii="Georgia" w:eastAsiaTheme="minorEastAsia" w:hAnsi="Georgia"/>
          <w:i/>
          <w:iCs/>
          <w:lang w:bidi="ar-SA"/>
        </w:rPr>
        <w:t>Stands still</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eyes fixed on a loaf of bread beside the bread-box, which is on a low shelf at the other side of the room. Moves slowly toward it.</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She was going to put this in there,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picks up loaf, then abruptly drops it. In a manner of returning to familiar things.</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It’s a shame about her fruit. I wonder if it’s all gone.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gets up on the chair and looks.</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 think there’s some here that’s all right, Mrs. Peters. Yes—here;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holding it toward the window.</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this is cherries, too.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looking again.</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I declare I believe that’s the only one.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gets down, bottle in her hand. Goes to the sink and wipes it off on the outside.</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She’ll feel awful bad after all her hard work in the hot weather. I remember the afternoon I put up my cherries last summer.</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She puts the bottle on the big kitchen table, center of the room. With a sigh, is about to sit down in the rocking-chair. Before she is seated realizes what chair it is; with a slow look at it, steps back. The chair which she has touched rocks back and forth</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Well, I must get those things from the front room closet,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she goes to the door at the right, but after looking into the other room, steps back.</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You coming with me, Mrs. Hale? You could help me carry them.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They go in the other room; reappear,</w:t>
      </w:r>
      <w:r w:rsidRPr="007D2D8D">
        <w:rPr>
          <w:rFonts w:ascii="Georgia" w:eastAsiaTheme="minorEastAsia" w:hAnsi="Georgia"/>
          <w:lang w:bidi="ar-SA"/>
        </w:rPr>
        <w:t xml:space="preserve"> MRS. PETERS </w:t>
      </w:r>
      <w:r w:rsidRPr="007D2D8D">
        <w:rPr>
          <w:rFonts w:ascii="Georgia" w:eastAsiaTheme="minorEastAsia" w:hAnsi="Georgia"/>
          <w:i/>
          <w:iCs/>
          <w:lang w:bidi="ar-SA"/>
        </w:rPr>
        <w:t>carrying a dress and skirt,</w:t>
      </w:r>
      <w:r w:rsidRPr="007D2D8D">
        <w:rPr>
          <w:rFonts w:ascii="Georgia" w:eastAsiaTheme="minorEastAsia" w:hAnsi="Georgia"/>
          <w:lang w:bidi="ar-SA"/>
        </w:rPr>
        <w:t xml:space="preserve"> MRS. HALE </w:t>
      </w:r>
      <w:r w:rsidRPr="007D2D8D">
        <w:rPr>
          <w:rFonts w:ascii="Georgia" w:eastAsiaTheme="minorEastAsia" w:hAnsi="Georgia"/>
          <w:i/>
          <w:iCs/>
          <w:lang w:bidi="ar-SA"/>
        </w:rPr>
        <w:t>following with a pair of shoes.</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My, it’s cold in there.</w:t>
      </w:r>
      <w:r w:rsidR="007F4762">
        <w:rPr>
          <w:rFonts w:ascii="Georgia" w:eastAsiaTheme="minorEastAsia" w:hAnsi="Georgia"/>
          <w:lang w:bidi="ar-SA"/>
        </w:rPr>
        <w:t xml:space="preserve"> </w:t>
      </w:r>
    </w:p>
    <w:p w:rsid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She puts the clothes on the big table, and hurries to the stove.</w:t>
      </w:r>
      <w:r w:rsidRPr="007D2D8D">
        <w:rPr>
          <w:rFonts w:ascii="Georgia" w:eastAsiaTheme="minorEastAsia" w:hAnsi="Georgia"/>
          <w:lang w:bidi="ar-SA"/>
        </w:rPr>
        <w:t>)</w:t>
      </w:r>
    </w:p>
    <w:p w:rsidR="004667CA" w:rsidRPr="007D2D8D" w:rsidRDefault="004667CA"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examining the skirt.</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spacing w:val="-2"/>
          <w:lang w:bidi="ar-SA"/>
        </w:rPr>
      </w:pPr>
      <w:r w:rsidRPr="007D2D8D">
        <w:rPr>
          <w:rFonts w:ascii="Georgia" w:eastAsiaTheme="minorEastAsia" w:hAnsi="Georgia"/>
          <w:spacing w:val="-2"/>
          <w:lang w:bidi="ar-SA"/>
        </w:rPr>
        <w:lastRenderedPageBreak/>
        <w:t>Wright was close. I think maybe that’s why she kept so much to herself. She didn’t even belong to the Ladies Aid. I suppose she felt she couldn’t do her part, and then you don’t enjoy things when you feel shabby. She used to wear pretty clothes and be lively, when she was Minnie Foster, one of the town girls singing in the choir. But that—oh, that was thirty years ago. This all you was to take in?</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She said she wanted an apron. Funny thing to want, for there isn’t much to get you dirty in jail, goodness knows. But I suppose just to make her feel more natural. She said they was in the top drawer in this cupboard. Yes, here. And then her little shawl that always hung behind the door.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opens stair door and looks.</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Yes, here it is.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Quickly shuts door leading upstairs.</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abruptly moving toward her</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Yes, Mrs. Hale?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Do you think she did it?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in a frightened voice</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Oh, I don’t know.</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Well, I don’t think she did. Asking for an apron and her little shawl. Worrying about her fruit.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w:t>
      </w:r>
      <w:r w:rsidRPr="007D2D8D">
        <w:rPr>
          <w:rFonts w:ascii="Georgia" w:eastAsiaTheme="minorEastAsia" w:hAnsi="Georgia"/>
          <w:i/>
          <w:iCs/>
          <w:lang w:bidi="ar-SA"/>
        </w:rPr>
        <w:t>starts to speak, glances up, where footsteps are heard in the room above. In a low voice</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Mr. Peters says it looks bad for her. Mr. Henderson is awful sarcastic in a speech and he’ll make fun of her sayin’ she didn’t wake up.</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Well, I guess John Wright didn’t wake when they was slipping that rope under his neck.</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No, it’s strange. It must have been done awful crafty and still. They say it was such a—funny way to kill a man, rigging it all up like that.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That’s just what Mr. Hale said. There was a gun in the house. He says that’s what he can’t understand.</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Mr. Henderson said coming out that what was needed for the case was a motive; something to show anger, or—sudden feeling.</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who is standing by the table.</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Well, I don’t see any signs of anger around here,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she puts her hand on the dish towel which lies on the table, stands looking down at table, one half of which is clean, the other half messy.</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It’s wiped to here,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makes a move as if to finish work, then turns and looks at loaf of bread outside the breadbox. Drops towel. In that voice of coming back to familiar things.</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spacing w:val="-4"/>
          <w:lang w:bidi="ar-SA"/>
        </w:rPr>
        <w:t>Wonder how they are finding things upstairs. I hope she had it a little more red-up up there. You know, it seems kind of sneaking. Locking her up in town and then coming out here and trying to get her own house to turn against her!</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But Mrs. Hale, the law is the law.</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lastRenderedPageBreak/>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 s’pose ‘tis,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unbuttoning her coat.</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Better loosen up your things, Mrs. Peters. You won’t feel them when you go out.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(MRS. PETERS </w:t>
      </w:r>
      <w:r w:rsidRPr="007D2D8D">
        <w:rPr>
          <w:rFonts w:ascii="Georgia" w:eastAsiaTheme="minorEastAsia" w:hAnsi="Georgia"/>
          <w:i/>
          <w:iCs/>
          <w:lang w:bidi="ar-SA"/>
        </w:rPr>
        <w:t>takes off her fur tippet, goes to hang it on hook at back of room, stands looking at the under part of the small corner table</w:t>
      </w:r>
      <w:r w:rsidRPr="007D2D8D">
        <w:rPr>
          <w:rFonts w:ascii="Georgia" w:eastAsiaTheme="minorEastAsia" w:hAnsi="Georgia"/>
          <w:lang w:bidi="ar-SA"/>
        </w:rPr>
        <w:t>.)</w:t>
      </w:r>
    </w:p>
    <w:p w:rsidR="007D2D8D" w:rsidRPr="007D2D8D" w:rsidRDefault="007D2D8D" w:rsidP="004667CA">
      <w:pPr>
        <w:pStyle w:val="BlockQuote"/>
        <w:jc w:val="center"/>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She was piecing a quilt.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She brings the large sewing basket and they look at the bright pieces</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It’s log cabin pattern. Pretty, isn’t it? I wonder if she was goin’ to quilt it or just knot it?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Footsteps have been heard coming down the stairs</w:t>
      </w:r>
      <w:r w:rsidRPr="007D2D8D">
        <w:rPr>
          <w:rFonts w:ascii="Georgia" w:eastAsiaTheme="minorEastAsia" w:hAnsi="Georgia"/>
          <w:lang w:bidi="ar-SA"/>
        </w:rPr>
        <w:t>. The SHERIFF enters followed by HALE and the COUNTY ATTORNEY.)</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They wonder if she was going to quilt it or just knot it!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 men laugh, the women look abashed</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rubbing his hands over the stove</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Frank’s fire didn’t do much up there, did it? Well, let’s go out to the barn and get that cleared up.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 men go outside</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resentfully</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 don’t know as there’s anything so strange, our takin’ up our time with little things while we’re waiting for them to get the evidence.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she sits down at the big table smoothing out a block with decision</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 don’t see as it’s anything to laugh about.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w:t>
      </w:r>
      <w:r w:rsidRPr="007D2D8D">
        <w:rPr>
          <w:rFonts w:ascii="Georgia" w:eastAsiaTheme="minorEastAsia" w:hAnsi="Georgia"/>
          <w:i/>
          <w:iCs/>
          <w:lang w:bidi="ar-SA"/>
        </w:rPr>
        <w:t>apologetically</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Of course they’ve got awful important things on their minds.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Pulls up a chair and joins MRS HALE at the table</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examining another block</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Mrs. Peters, look at this one. Here, this is the one she was working on, and look at the sewing! All the rest of it has been so nice and even. And look at this! It’s all over the place! Why, it looks as if she didn’t know what she was about!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After she has said this they look at each other, then start to glance back at the door. After an instant</w:t>
      </w:r>
      <w:r w:rsidRPr="007D2D8D">
        <w:rPr>
          <w:rFonts w:ascii="Georgia" w:eastAsiaTheme="minorEastAsia" w:hAnsi="Georgia"/>
          <w:lang w:bidi="ar-SA"/>
        </w:rPr>
        <w:t xml:space="preserve"> MRS. HALE </w:t>
      </w:r>
      <w:r w:rsidRPr="007D2D8D">
        <w:rPr>
          <w:rFonts w:ascii="Georgia" w:eastAsiaTheme="minorEastAsia" w:hAnsi="Georgia"/>
          <w:i/>
          <w:iCs/>
          <w:lang w:bidi="ar-SA"/>
        </w:rPr>
        <w:t>has pulled at a knot and ripped the sewing</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Oh, what are you doing, Mrs. Hale?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mildly</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spacing w:val="-2"/>
          <w:lang w:bidi="ar-SA"/>
        </w:rPr>
        <w:t xml:space="preserve">Just pulling out a stitch or two that’s not sewed very good.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threading a needle</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Bad sewing always made me fidgety.</w:t>
      </w:r>
    </w:p>
    <w:p w:rsidR="007D2D8D" w:rsidRPr="007D2D8D" w:rsidRDefault="007D2D8D" w:rsidP="007D2D8D">
      <w:pPr>
        <w:pStyle w:val="BlockQuote"/>
        <w:rPr>
          <w:rFonts w:ascii="Georgia" w:eastAsiaTheme="minorEastAsia" w:hAnsi="Georgia"/>
          <w:spacing w:val="-2"/>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(nervously)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 don’t think we ought to touch things.</w:t>
      </w:r>
    </w:p>
    <w:p w:rsidR="007D2D8D" w:rsidRPr="007D2D8D" w:rsidRDefault="007D2D8D" w:rsidP="007D2D8D">
      <w:pPr>
        <w:pStyle w:val="BlockQuote"/>
        <w:rPr>
          <w:rFonts w:ascii="Georgia" w:eastAsiaTheme="minorEastAsia" w:hAnsi="Georgia"/>
          <w:spacing w:val="-2"/>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I’ll just finish up this end.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suddenly stopping and leaning forward</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Mrs. Peters?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Yes, Mrs. Hale?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What do you suppose she was so nervous about?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Oh—I don’t know. I don’t know as she was nervous. I sometimes sew awful queer when I’m just tired.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(MRS. HALE </w:t>
      </w:r>
      <w:r w:rsidRPr="007D2D8D">
        <w:rPr>
          <w:rFonts w:ascii="Georgia" w:eastAsiaTheme="minorEastAsia" w:hAnsi="Georgia"/>
          <w:i/>
          <w:iCs/>
          <w:lang w:bidi="ar-SA"/>
        </w:rPr>
        <w:t>starts to say something, looks at</w:t>
      </w:r>
      <w:r w:rsidRPr="007D2D8D">
        <w:rPr>
          <w:rFonts w:ascii="Georgia" w:eastAsiaTheme="minorEastAsia" w:hAnsi="Georgia"/>
          <w:lang w:bidi="ar-SA"/>
        </w:rPr>
        <w:t xml:space="preserve"> MRS. PETERS, </w:t>
      </w:r>
      <w:r w:rsidRPr="007D2D8D">
        <w:rPr>
          <w:rFonts w:ascii="Georgia" w:eastAsiaTheme="minorEastAsia" w:hAnsi="Georgia"/>
          <w:i/>
          <w:iCs/>
          <w:lang w:bidi="ar-SA"/>
        </w:rPr>
        <w:t>then goes on sewing</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Well I must get these things wrapped up. They may be through sooner than we think,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putting apron and other things together</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I wonder where I can find a piece of paper, and string.</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In that cupboard, maybe.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looking in cupboard</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Why, here’s a bird-cage,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holds it up.</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Did she have a bird, Mrs. Hale?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Why, I don’t know whether she did or not—I’ve not been here for so long. There was a man around last year selling canaries cheap, but I don’t know as she took one; maybe she did. She used to sing real pretty herself.</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glancing around.</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Seems funny to think of a bird here. But she must have had one, or why would she have a cage? I wonder what happened to it.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 s’pose maybe the cat got it.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No, she didn’t have a cat. She’s got that feeling some people have about cats—being afraid </w:t>
      </w:r>
      <w:r w:rsidRPr="007D2D8D">
        <w:rPr>
          <w:rFonts w:ascii="Georgia" w:eastAsiaTheme="minorEastAsia" w:hAnsi="Georgia"/>
          <w:lang w:bidi="ar-SA"/>
        </w:rPr>
        <w:lastRenderedPageBreak/>
        <w:t>of them. My cat got in her room and she was real upset and asked me to take it out.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My sister Bessie was like that. Queer, ain’t it?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examining the cage.</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spacing w:val="-2"/>
          <w:w w:val="98"/>
          <w:lang w:bidi="ar-SA"/>
        </w:rPr>
      </w:pPr>
      <w:r w:rsidRPr="007D2D8D">
        <w:rPr>
          <w:rFonts w:ascii="Georgia" w:eastAsiaTheme="minorEastAsia" w:hAnsi="Georgia"/>
          <w:spacing w:val="-2"/>
          <w:w w:val="98"/>
          <w:lang w:bidi="ar-SA"/>
        </w:rPr>
        <w:t>Why, look at this door. It’s broke. One hinge is pulled apart.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looking too.</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Looks as if someone must have been rough with it.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Why, yes.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She brings the cage forward and puts it on the table</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 wish if they’re going to find any evidence they’d be about it. I don’t like this place.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But I’m awful glad you came with me, Mrs. Hale. It would be lonesome for me sitting here alone.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It would, wouldn’t it?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dropping her sewing</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But I tell you what I do wish, Mrs. Peters. I wish I had come over sometimes when </w:t>
      </w:r>
      <w:r w:rsidRPr="007D2D8D">
        <w:rPr>
          <w:rFonts w:ascii="Georgia" w:eastAsiaTheme="minorEastAsia" w:hAnsi="Georgia"/>
          <w:i/>
          <w:iCs/>
          <w:lang w:bidi="ar-SA"/>
        </w:rPr>
        <w:t>she</w:t>
      </w:r>
      <w:r w:rsidRPr="007D2D8D">
        <w:rPr>
          <w:rFonts w:ascii="Georgia" w:eastAsiaTheme="minorEastAsia" w:hAnsi="Georgia"/>
          <w:lang w:bidi="ar-SA"/>
        </w:rPr>
        <w:t xml:space="preserve"> was here. I—</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looking around the room</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—wish I had.</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spacing w:val="2"/>
          <w:lang w:bidi="ar-SA"/>
        </w:rPr>
        <w:t>But of course you were awful busy, Mrs. Hale—your house and your children.</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 could’ve come. I stayed away because it weren’t cheerful—and that’s why I ought to have come. I—I’ve never liked this place. Maybe because it’s down in a hollow and you don’t see the road. I dunno what it is, but it’s a lonesome place and always was. I wish I had come over to see Minnie Foster sometimes. I can see now—</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shakes her head</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Well, you mustn’t reproach yourself, Mrs. Hale. Somehow we just don’t see how it is with other folks until—something comes up.</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Not having children makes less work—but it makes a quiet house, and Wright out to work all day, and no company when he did come in. Did you know John Wright, Mrs. Peters?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Not to know him; I’ve seen him in town. They say he was a good man.</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Yes—good; he didn’t drink, and kept his word as well as most, I guess, and paid his debts. But he was a hard man, Mrs. Peters. Just to pass the time of day with him—</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shivers.</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Like a raw wind that gets to the bone,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pauses, her eye falling on the cage.</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I should think she would ‘a wanted a bird. But what do you suppose went with it?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 don’t know, unless it got sick and died. </w:t>
      </w:r>
    </w:p>
    <w:p w:rsidR="007D2D8D" w:rsidRPr="007D2D8D" w:rsidRDefault="007D2D8D" w:rsidP="007D2D8D">
      <w:pPr>
        <w:pStyle w:val="BlockQuote"/>
        <w:rPr>
          <w:rFonts w:ascii="Georgia" w:eastAsiaTheme="minorEastAsia" w:hAnsi="Georgia"/>
          <w:spacing w:val="-1"/>
          <w:lang w:bidi="ar-SA"/>
        </w:rPr>
      </w:pPr>
      <w:r w:rsidRPr="007D2D8D">
        <w:rPr>
          <w:rFonts w:ascii="Georgia" w:eastAsiaTheme="minorEastAsia" w:hAnsi="Georgia"/>
          <w:spacing w:val="-1"/>
          <w:lang w:bidi="ar-SA"/>
        </w:rPr>
        <w:t>(</w:t>
      </w:r>
      <w:r w:rsidRPr="007D2D8D">
        <w:rPr>
          <w:rFonts w:ascii="Georgia" w:eastAsiaTheme="minorEastAsia" w:hAnsi="Georgia"/>
          <w:i/>
          <w:iCs/>
          <w:spacing w:val="-1"/>
          <w:lang w:bidi="ar-SA"/>
        </w:rPr>
        <w:t>She reaches over and swings the broken door, swings it again, both women watch it</w:t>
      </w:r>
      <w:r w:rsidRPr="007D2D8D">
        <w:rPr>
          <w:rFonts w:ascii="Georgia" w:eastAsiaTheme="minorEastAsia" w:hAnsi="Georgia"/>
          <w:spacing w:val="-1"/>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You weren’t raised round here, were you?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MRS. PETERS shakes her head.</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You didn’t know—her?</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Not till they brought her yesterday.</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She—come to think of it, she was kind of like a bird herself—real sweet and pretty, but kind of timid and—fluttery. How—she—did—change.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w:t>
      </w:r>
      <w:r w:rsidRPr="007D2D8D">
        <w:rPr>
          <w:rFonts w:ascii="Georgia" w:eastAsiaTheme="minorEastAsia" w:hAnsi="Georgia"/>
          <w:i/>
          <w:iCs/>
          <w:lang w:bidi="ar-SA"/>
        </w:rPr>
        <w:t>silence; then as if struck by a happy thought and relieved to get back to everyday things.</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Tell you what, Mrs. Peters, why don’t you take the quilt in with you? It might take up her mind.</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Why, I think that’s a real nice idea, Mrs. Hale. There couldn’t possibly be any objection to it, could there? Now, just what would I take? I wonder if her patches are in here—and her things.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They look in the sewing basket</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Here’s some red. I expect this has got sewing things in it.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brings out a fancy box</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What a pretty box. Looks like something somebody would give you. Maybe her scissors are in here.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Opens box. Suddenly puts her hand to her nose</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Why—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(MRS. PETERS </w:t>
      </w:r>
      <w:r w:rsidRPr="007D2D8D">
        <w:rPr>
          <w:rFonts w:ascii="Georgia" w:eastAsiaTheme="minorEastAsia" w:hAnsi="Georgia"/>
          <w:i/>
          <w:iCs/>
          <w:lang w:bidi="ar-SA"/>
        </w:rPr>
        <w:t>bends nearer, then turns her face away</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There’s something wrapped up in this piece of silk.</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Why, this isn’t her scissors.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lifting the silk</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 xml:space="preserve">Oh, Mrs. Peters—it’s—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(MRS. PETERS </w:t>
      </w:r>
      <w:r w:rsidRPr="007D2D8D">
        <w:rPr>
          <w:rFonts w:ascii="Georgia" w:eastAsiaTheme="minorEastAsia" w:hAnsi="Georgia"/>
          <w:i/>
          <w:iCs/>
          <w:lang w:bidi="ar-SA"/>
        </w:rPr>
        <w:t>bends closer</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It’s the bird.</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jumping up</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But, Mrs. Peters—look at it! It’s neck! Look at its neck! It’s all—other side </w:t>
      </w:r>
      <w:r w:rsidRPr="007D2D8D">
        <w:rPr>
          <w:rFonts w:ascii="Georgia" w:eastAsiaTheme="minorEastAsia" w:hAnsi="Georgia"/>
          <w:i/>
          <w:iCs/>
          <w:lang w:bidi="ar-SA"/>
        </w:rPr>
        <w:t>to</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Somebody—wrung—its—neck.</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Their eyes meet. A look of growing comprehension, of horror. Steps are heard outside</w:t>
      </w:r>
      <w:r w:rsidRPr="007D2D8D">
        <w:rPr>
          <w:rFonts w:ascii="Georgia" w:eastAsiaTheme="minorEastAsia" w:hAnsi="Georgia"/>
          <w:lang w:bidi="ar-SA"/>
        </w:rPr>
        <w:t xml:space="preserve">. MRS. HALE </w:t>
      </w:r>
      <w:r w:rsidRPr="007D2D8D">
        <w:rPr>
          <w:rFonts w:ascii="Georgia" w:eastAsiaTheme="minorEastAsia" w:hAnsi="Georgia"/>
          <w:i/>
          <w:iCs/>
          <w:lang w:bidi="ar-SA"/>
        </w:rPr>
        <w:t>slips box under quilt pieces, and sinks into her chair. Enter</w:t>
      </w:r>
      <w:r w:rsidRPr="007D2D8D">
        <w:rPr>
          <w:rFonts w:ascii="Georgia" w:eastAsiaTheme="minorEastAsia" w:hAnsi="Georgia"/>
          <w:lang w:bidi="ar-SA"/>
        </w:rPr>
        <w:t xml:space="preserve"> SHERIFF </w:t>
      </w:r>
      <w:r w:rsidRPr="007D2D8D">
        <w:rPr>
          <w:rFonts w:ascii="Georgia" w:eastAsiaTheme="minorEastAsia" w:hAnsi="Georgia"/>
          <w:i/>
          <w:iCs/>
          <w:lang w:bidi="ar-SA"/>
        </w:rPr>
        <w:t>and</w:t>
      </w:r>
      <w:r w:rsidRPr="007D2D8D">
        <w:rPr>
          <w:rFonts w:ascii="Georgia" w:eastAsiaTheme="minorEastAsia" w:hAnsi="Georgia"/>
          <w:lang w:bidi="ar-SA"/>
        </w:rPr>
        <w:t xml:space="preserve"> COUNTY ATTORNEY. MRS. PETERS </w:t>
      </w:r>
      <w:r w:rsidRPr="007D2D8D">
        <w:rPr>
          <w:rFonts w:ascii="Georgia" w:eastAsiaTheme="minorEastAsia" w:hAnsi="Georgia"/>
          <w:i/>
          <w:iCs/>
          <w:lang w:bidi="ar-SA"/>
        </w:rPr>
        <w:t>rises</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as one turning from serious things to little pleasantries</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Well ladies, have you decided whether she was going to quilt it or knot it?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 think she was going to—knot it.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Well, that’s interesting, I’m sure.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seeing the birdcage</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 Has the bird flown?</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putting more quilt pieces over the box</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 think the—cat got it.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preoccupied</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Is there a cat?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(MRS. HALE </w:t>
      </w:r>
      <w:r w:rsidRPr="007D2D8D">
        <w:rPr>
          <w:rFonts w:ascii="Georgia" w:eastAsiaTheme="minorEastAsia" w:hAnsi="Georgia"/>
          <w:i/>
          <w:iCs/>
          <w:lang w:bidi="ar-SA"/>
        </w:rPr>
        <w:t>glances in a quick covert way at</w:t>
      </w:r>
      <w:r w:rsidRPr="007D2D8D">
        <w:rPr>
          <w:rFonts w:ascii="Georgia" w:eastAsiaTheme="minorEastAsia" w:hAnsi="Georgia"/>
          <w:lang w:bidi="ar-SA"/>
        </w:rPr>
        <w:t xml:space="preserve"> MRS. PETERS.)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Well, not now. They’re superstitious, you know. They leave.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to</w:t>
      </w:r>
      <w:r w:rsidRPr="007D2D8D">
        <w:rPr>
          <w:rFonts w:ascii="Georgia" w:eastAsiaTheme="minorEastAsia" w:hAnsi="Georgia"/>
          <w:lang w:bidi="ar-SA"/>
        </w:rPr>
        <w:t xml:space="preserve"> SHERIFF PETERS, </w:t>
      </w:r>
      <w:r w:rsidRPr="007D2D8D">
        <w:rPr>
          <w:rFonts w:ascii="Georgia" w:eastAsiaTheme="minorEastAsia" w:hAnsi="Georgia"/>
          <w:i/>
          <w:iCs/>
          <w:lang w:bidi="ar-SA"/>
        </w:rPr>
        <w:t>continuing an interrupted conversation</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No sign at all of anyone having come from the outside. Their own rope. Now let’s go up again and go over it piece by piece.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they start upstairs</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spacing w:val="-2"/>
          <w:lang w:bidi="ar-SA"/>
        </w:rPr>
        <w:t xml:space="preserve">It would have to have been someone who knew just the—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(MRS. PETERS </w:t>
      </w:r>
      <w:r w:rsidRPr="007D2D8D">
        <w:rPr>
          <w:rFonts w:ascii="Georgia" w:eastAsiaTheme="minorEastAsia" w:hAnsi="Georgia"/>
          <w:i/>
          <w:iCs/>
          <w:lang w:bidi="ar-SA"/>
        </w:rPr>
        <w:t>sits down. The two women sit there not looking at one another, but as if peering into something and at the same time holding back. When they talk now it is in the manner of feeling their way over strange ground, as if afraid of what they are saying, but as if they can not help saying it</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She liked the bird. She was going to bury it in that pretty box.</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in a whisper</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When I was a girl—my kitten—there was a boy took a hatchet, and before my eyes—and before I could get there—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covers her face an instant</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If they hadn’t held me back I would have—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catches herself, looks upstairs where steps are heard, falters weakly</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—hurt him.</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with a slow look around her</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 wonder how it would seem never to have had any children around,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pause</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No, Wright wouldn’t like the bird—a thing that sang. She used to sing. He killed that, too.</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w:t>
      </w:r>
      <w:r w:rsidRPr="007D2D8D">
        <w:rPr>
          <w:rFonts w:ascii="Georgia" w:eastAsiaTheme="minorEastAsia" w:hAnsi="Georgia"/>
          <w:i/>
          <w:iCs/>
          <w:lang w:bidi="ar-SA"/>
        </w:rPr>
        <w:t>moving uneasily</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 don’t know who killed the bird.</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 knew John Wright.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It was an awful thing was done in this house that night, Mrs. Hale. Killing a man while he slept, slipping a rope around his neck that choked the life out of him.</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His neck. Choked the life out of him.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Her hand goes out and rests on the bird-cage</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with rising voice</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We don’t know who killed him. We don’t </w:t>
      </w:r>
      <w:r w:rsidRPr="007D2D8D">
        <w:rPr>
          <w:rFonts w:ascii="Georgia" w:eastAsiaTheme="minorEastAsia" w:hAnsi="Georgia"/>
          <w:i/>
          <w:iCs/>
          <w:lang w:bidi="ar-SA"/>
        </w:rPr>
        <w:t>know</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her own feeling not interrupted</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spacing w:val="-4"/>
          <w:lang w:bidi="ar-SA"/>
        </w:rPr>
      </w:pPr>
      <w:r w:rsidRPr="007D2D8D">
        <w:rPr>
          <w:rFonts w:ascii="Georgia" w:eastAsiaTheme="minorEastAsia" w:hAnsi="Georgia"/>
          <w:spacing w:val="-4"/>
          <w:lang w:bidi="ar-SA"/>
        </w:rPr>
        <w:t>If there’d been years and years of nothing, then a bird to sing to you, it would be awful—still, after the bird was still.</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something within her speaking.</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 know what stillness is. When we homesteaded in Dakota, and my first baby died—after he was two years old, and me with no other then—</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moving.</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How soon do you suppose they’ll be through, looking for the evidence?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 know what stillness is.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w:t>
      </w:r>
      <w:r w:rsidRPr="007D2D8D">
        <w:rPr>
          <w:rFonts w:ascii="Georgia" w:eastAsiaTheme="minorEastAsia" w:hAnsi="Georgia"/>
          <w:i/>
          <w:iCs/>
          <w:lang w:bidi="ar-SA"/>
        </w:rPr>
        <w:t>pulling herself back.</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The law has got to punish crime, Mrs. Hale.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not as if answering that.</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 wish you’d seen Minnie Foster when she wore a white dress with blue ribbons and stood up there in the choir and sang.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a look around the room.</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Oh, I </w:t>
      </w:r>
      <w:r w:rsidRPr="007D2D8D">
        <w:rPr>
          <w:rFonts w:ascii="Georgia" w:eastAsiaTheme="minorEastAsia" w:hAnsi="Georgia"/>
          <w:i/>
          <w:iCs/>
          <w:lang w:bidi="ar-SA"/>
        </w:rPr>
        <w:t>wish</w:t>
      </w:r>
      <w:r w:rsidRPr="007D2D8D">
        <w:rPr>
          <w:rFonts w:ascii="Georgia" w:eastAsiaTheme="minorEastAsia" w:hAnsi="Georgia"/>
          <w:lang w:bidi="ar-SA"/>
        </w:rPr>
        <w:t xml:space="preserve"> I’d come over here once in a while! That was a crime! That was a crime! Who’s going to punish that?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looking upstairs.</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 mustn’t—take on.</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 might have known she needed help! I know how things can be—for women. I tell you, it’s queer, Mrs. Peters. We live close together and we live far apart. We all go through the same things—it’s all just a different kind of the same thing,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brushes her eyes, noticing the bottle of fruit, reaches out for it.</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If</w:t>
      </w:r>
      <w:r w:rsidRPr="007D2D8D">
        <w:rPr>
          <w:rFonts w:ascii="Georgia" w:eastAsiaTheme="minorEastAsia" w:hAnsi="Georgia"/>
          <w:spacing w:val="-4"/>
          <w:lang w:bidi="ar-SA"/>
        </w:rPr>
        <w:t xml:space="preserve"> I was you, I wouldn’t tell her her fruit was gone. Tell her it </w:t>
      </w:r>
      <w:r w:rsidRPr="007D2D8D">
        <w:rPr>
          <w:rFonts w:ascii="Georgia" w:eastAsiaTheme="minorEastAsia" w:hAnsi="Georgia"/>
          <w:i/>
          <w:iCs/>
          <w:spacing w:val="-4"/>
          <w:lang w:bidi="ar-SA"/>
        </w:rPr>
        <w:t>ain’t</w:t>
      </w:r>
      <w:r w:rsidRPr="007D2D8D">
        <w:rPr>
          <w:rFonts w:ascii="Georgia" w:eastAsiaTheme="minorEastAsia" w:hAnsi="Georgia"/>
          <w:spacing w:val="-4"/>
          <w:lang w:bidi="ar-SA"/>
        </w:rPr>
        <w:t>. Tell her it’s all right. Take this in to prove it to her. She—she may never know whether it was broke or not.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takes the bottle, looks about for something to wrap it in; takes petticoat from the clothes brought from the other room, very nervously begins winding this around the bottle. In a false voice.</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My, it’s a good thing the men couldn’t hear us. Wouldn’t they just laugh! Getting all stirred up over a little thing like a—dead canary. As if that could have anything to do with—with—wouldn’t they </w:t>
      </w:r>
      <w:r w:rsidRPr="007D2D8D">
        <w:rPr>
          <w:rFonts w:ascii="Georgia" w:eastAsiaTheme="minorEastAsia" w:hAnsi="Georgia"/>
          <w:i/>
          <w:iCs/>
          <w:lang w:bidi="ar-SA"/>
        </w:rPr>
        <w:t>laugh</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 men are heard coming down stairs</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under her breath.</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Maybe they would—maybe they wouldn’t.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No, Peters, it’s all perfectly clear except a reason for doing it. But you know juries when it comes to women. If there was some definite thing. Something to show—something to make a story about—a thing that would connect up with this strange way of doing it—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 women’s eyes meet for an instant. Enter HALE from outer door</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Well, I’ve got the team around. Pretty cold out there.</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I’m going to stay here a while by myself,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to the</w:t>
      </w:r>
      <w:r w:rsidRPr="007D2D8D">
        <w:rPr>
          <w:rFonts w:ascii="Georgia" w:eastAsiaTheme="minorEastAsia" w:hAnsi="Georgia"/>
          <w:lang w:bidi="ar-SA"/>
        </w:rPr>
        <w:t xml:space="preserve"> 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You can send Frank out for me, can’t you? I want to go over everything. I’m not satisfied that we can’t do better.</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Do you want to see what Mrs. Peters is going to take in?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The</w:t>
      </w:r>
      <w:r w:rsidRPr="007D2D8D">
        <w:rPr>
          <w:rFonts w:ascii="Georgia" w:eastAsiaTheme="minorEastAsia" w:hAnsi="Georgia"/>
          <w:lang w:bidi="ar-SA"/>
        </w:rPr>
        <w:t xml:space="preserve"> LAWYER </w:t>
      </w:r>
      <w:r w:rsidRPr="007D2D8D">
        <w:rPr>
          <w:rFonts w:ascii="Georgia" w:eastAsiaTheme="minorEastAsia" w:hAnsi="Georgia"/>
          <w:i/>
          <w:iCs/>
          <w:lang w:bidi="ar-SA"/>
        </w:rPr>
        <w:t>goes to the table, picks up the apron, laughs</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Oh, I guess they’re not very dangerous things the ladies have picked out.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Moves a few things about, disturbing the quilt pieces which cover the box. Steps back</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No, Mrs. Peters doesn’t need supervising. For that matter, a sheriff’s wife is married to the law. Ever think of it that way, Mrs. Peters?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PETERS</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Not—just that way.</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chuckling</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Married to the law.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moves toward the other room</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lastRenderedPageBreak/>
        <w:t>I just want you to come in here a minute, George. We ought to take a look at these windows.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scoffingly</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Oh, windows!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SHERIFF</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We’ll be right out, Mr. Hale.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 xml:space="preserve">(HALE </w:t>
      </w:r>
      <w:r w:rsidRPr="007D2D8D">
        <w:rPr>
          <w:rFonts w:ascii="Georgia" w:eastAsiaTheme="minorEastAsia" w:hAnsi="Georgia"/>
          <w:i/>
          <w:iCs/>
          <w:lang w:bidi="ar-SA"/>
        </w:rPr>
        <w:t>goes outside. The</w:t>
      </w:r>
      <w:r w:rsidRPr="007D2D8D">
        <w:rPr>
          <w:rFonts w:ascii="Georgia" w:eastAsiaTheme="minorEastAsia" w:hAnsi="Georgia"/>
          <w:lang w:bidi="ar-SA"/>
        </w:rPr>
        <w:t xml:space="preserve"> SHERIFF </w:t>
      </w:r>
      <w:r w:rsidRPr="007D2D8D">
        <w:rPr>
          <w:rFonts w:ascii="Georgia" w:eastAsiaTheme="minorEastAsia" w:hAnsi="Georgia"/>
          <w:i/>
          <w:iCs/>
          <w:lang w:bidi="ar-SA"/>
        </w:rPr>
        <w:t>follows the</w:t>
      </w:r>
      <w:r w:rsidRPr="007D2D8D">
        <w:rPr>
          <w:rFonts w:ascii="Georgia" w:eastAsiaTheme="minorEastAsia" w:hAnsi="Georgia"/>
          <w:lang w:bidi="ar-SA"/>
        </w:rPr>
        <w:t xml:space="preserve"> COUNTY ATTORNEY </w:t>
      </w:r>
      <w:r w:rsidRPr="007D2D8D">
        <w:rPr>
          <w:rFonts w:ascii="Georgia" w:eastAsiaTheme="minorEastAsia" w:hAnsi="Georgia"/>
          <w:i/>
          <w:iCs/>
          <w:lang w:bidi="ar-SA"/>
        </w:rPr>
        <w:t>into the other room. Then</w:t>
      </w:r>
      <w:r w:rsidRPr="007D2D8D">
        <w:rPr>
          <w:rFonts w:ascii="Georgia" w:eastAsiaTheme="minorEastAsia" w:hAnsi="Georgia"/>
          <w:lang w:bidi="ar-SA"/>
        </w:rPr>
        <w:t xml:space="preserve"> MRS. HALE </w:t>
      </w:r>
      <w:r w:rsidRPr="007D2D8D">
        <w:rPr>
          <w:rFonts w:ascii="Georgia" w:eastAsiaTheme="minorEastAsia" w:hAnsi="Georgia"/>
          <w:i/>
          <w:iCs/>
          <w:lang w:bidi="ar-SA"/>
        </w:rPr>
        <w:t>rises, hands tight together, looking intensely at</w:t>
      </w:r>
      <w:r w:rsidRPr="007D2D8D">
        <w:rPr>
          <w:rFonts w:ascii="Georgia" w:eastAsiaTheme="minorEastAsia" w:hAnsi="Georgia"/>
          <w:lang w:bidi="ar-SA"/>
        </w:rPr>
        <w:t xml:space="preserve"> MRS. PETERS, </w:t>
      </w:r>
      <w:r w:rsidRPr="007D2D8D">
        <w:rPr>
          <w:rFonts w:ascii="Georgia" w:eastAsiaTheme="minorEastAsia" w:hAnsi="Georgia"/>
          <w:i/>
          <w:iCs/>
          <w:lang w:bidi="ar-SA"/>
        </w:rPr>
        <w:t>whose eyes make a slow turn, finally meeting</w:t>
      </w:r>
      <w:r w:rsidRPr="007D2D8D">
        <w:rPr>
          <w:rFonts w:ascii="Georgia" w:eastAsiaTheme="minorEastAsia" w:hAnsi="Georgia"/>
          <w:lang w:bidi="ar-SA"/>
        </w:rPr>
        <w:t xml:space="preserve"> MRS. HALE</w:t>
      </w:r>
      <w:r w:rsidRPr="007D2D8D">
        <w:rPr>
          <w:rFonts w:ascii="Georgia" w:eastAsiaTheme="minorEastAsia" w:hAnsi="Georgia"/>
          <w:i/>
          <w:iCs/>
          <w:lang w:bidi="ar-SA"/>
        </w:rPr>
        <w:t>’s. A moment</w:t>
      </w:r>
      <w:r w:rsidRPr="007D2D8D">
        <w:rPr>
          <w:rFonts w:ascii="Georgia" w:eastAsiaTheme="minorEastAsia" w:hAnsi="Georgia"/>
          <w:lang w:bidi="ar-SA"/>
        </w:rPr>
        <w:t xml:space="preserve"> MRS. HALE </w:t>
      </w:r>
      <w:r w:rsidRPr="007D2D8D">
        <w:rPr>
          <w:rFonts w:ascii="Georgia" w:eastAsiaTheme="minorEastAsia" w:hAnsi="Georgia"/>
          <w:i/>
          <w:iCs/>
          <w:lang w:bidi="ar-SA"/>
        </w:rPr>
        <w:t>holds her, then her own eyes point the way to where the box is concealed. Suddenly</w:t>
      </w:r>
      <w:r w:rsidRPr="007D2D8D">
        <w:rPr>
          <w:rFonts w:ascii="Georgia" w:eastAsiaTheme="minorEastAsia" w:hAnsi="Georgia"/>
          <w:lang w:bidi="ar-SA"/>
        </w:rPr>
        <w:t xml:space="preserve"> MRS. PETERS </w:t>
      </w:r>
      <w:r w:rsidRPr="007D2D8D">
        <w:rPr>
          <w:rFonts w:ascii="Georgia" w:eastAsiaTheme="minorEastAsia" w:hAnsi="Georgia"/>
          <w:i/>
          <w:iCs/>
          <w:lang w:bidi="ar-SA"/>
        </w:rPr>
        <w:t>throws back quilt pieces and tries to put the box in the bag she is wearing. It is too big. She opens box, starts to take bird out, cannot touch it, goes to pieces, stands there helpless. Sound of a knob turning in the other room</w:t>
      </w:r>
      <w:r w:rsidRPr="007D2D8D">
        <w:rPr>
          <w:rFonts w:ascii="Georgia" w:eastAsiaTheme="minorEastAsia" w:hAnsi="Georgia"/>
          <w:lang w:bidi="ar-SA"/>
        </w:rPr>
        <w:t xml:space="preserve">. MRS. HALE </w:t>
      </w:r>
      <w:r w:rsidRPr="007D2D8D">
        <w:rPr>
          <w:rFonts w:ascii="Georgia" w:eastAsiaTheme="minorEastAsia" w:hAnsi="Georgia"/>
          <w:i/>
          <w:iCs/>
          <w:lang w:bidi="ar-SA"/>
        </w:rPr>
        <w:t>snatches the box and puts it in the pocket of her big coat. Enter</w:t>
      </w:r>
      <w:r w:rsidRPr="007D2D8D">
        <w:rPr>
          <w:rFonts w:ascii="Georgia" w:eastAsiaTheme="minorEastAsia" w:hAnsi="Georgia"/>
          <w:lang w:bidi="ar-SA"/>
        </w:rPr>
        <w:t xml:space="preserve"> COUNTY ATTORNEY </w:t>
      </w:r>
      <w:r w:rsidRPr="007D2D8D">
        <w:rPr>
          <w:rFonts w:ascii="Georgia" w:eastAsiaTheme="minorEastAsia" w:hAnsi="Georgia"/>
          <w:i/>
          <w:iCs/>
          <w:lang w:bidi="ar-SA"/>
        </w:rPr>
        <w:t>and</w:t>
      </w:r>
      <w:r w:rsidRPr="007D2D8D">
        <w:rPr>
          <w:rFonts w:ascii="Georgia" w:eastAsiaTheme="minorEastAsia" w:hAnsi="Georgia"/>
          <w:lang w:bidi="ar-SA"/>
        </w:rPr>
        <w:t xml:space="preserve"> SHERIFF.)</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COUNTY ATTORNEY</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facetiously</w:t>
      </w:r>
      <w:r w:rsidRPr="007D2D8D">
        <w:rPr>
          <w:rFonts w:ascii="Georgia" w:eastAsiaTheme="minorEastAsia" w:hAnsi="Georgia"/>
          <w:lang w:bidi="ar-SA"/>
        </w:rPr>
        <w:t>)</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spacing w:val="-2"/>
          <w:lang w:bidi="ar-SA"/>
        </w:rPr>
        <w:t>Well, Henry, at least we found out that she was not going to quilt it. She was going to—what is it you call it, ladies?</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MRS. HALE</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t>
      </w:r>
      <w:r w:rsidRPr="007D2D8D">
        <w:rPr>
          <w:rFonts w:ascii="Georgia" w:eastAsiaTheme="minorEastAsia" w:hAnsi="Georgia"/>
          <w:i/>
          <w:iCs/>
          <w:lang w:bidi="ar-SA"/>
        </w:rPr>
        <w:t>her hand against her pocket</w:t>
      </w:r>
      <w:r w:rsidRPr="007D2D8D">
        <w:rPr>
          <w:rFonts w:ascii="Georgia" w:eastAsiaTheme="minorEastAsia" w:hAnsi="Georgia"/>
          <w:lang w:bidi="ar-SA"/>
        </w:rPr>
        <w:t xml:space="preserve">) </w:t>
      </w:r>
    </w:p>
    <w:p w:rsidR="007D2D8D" w:rsidRPr="007D2D8D" w:rsidRDefault="007D2D8D" w:rsidP="007D2D8D">
      <w:pPr>
        <w:pStyle w:val="BlockQuote"/>
        <w:rPr>
          <w:rFonts w:ascii="Georgia" w:eastAsiaTheme="minorEastAsia" w:hAnsi="Georgia"/>
          <w:lang w:bidi="ar-SA"/>
        </w:rPr>
      </w:pPr>
      <w:r w:rsidRPr="007D2D8D">
        <w:rPr>
          <w:rFonts w:ascii="Georgia" w:eastAsiaTheme="minorEastAsia" w:hAnsi="Georgia"/>
          <w:lang w:bidi="ar-SA"/>
        </w:rPr>
        <w:t>We call it—knot it, Mr. Henderson.</w:t>
      </w:r>
    </w:p>
    <w:p w:rsidR="007D2D8D" w:rsidRPr="007D2D8D" w:rsidRDefault="007D2D8D" w:rsidP="007D2D8D">
      <w:pPr>
        <w:pStyle w:val="BlockQuote"/>
        <w:rPr>
          <w:rFonts w:ascii="Georgia" w:eastAsiaTheme="minorEastAsia" w:hAnsi="Georgia"/>
          <w:lang w:bidi="ar-SA"/>
        </w:rPr>
      </w:pPr>
    </w:p>
    <w:p w:rsidR="007D2D8D" w:rsidRPr="007D2D8D" w:rsidRDefault="007D2D8D" w:rsidP="004667CA">
      <w:pPr>
        <w:pStyle w:val="BlockQuote"/>
        <w:jc w:val="center"/>
        <w:rPr>
          <w:rFonts w:ascii="Georgia" w:eastAsiaTheme="minorEastAsia" w:hAnsi="Georgia"/>
          <w:lang w:bidi="ar-SA"/>
        </w:rPr>
      </w:pPr>
      <w:r w:rsidRPr="007D2D8D">
        <w:rPr>
          <w:rFonts w:ascii="Georgia" w:eastAsiaTheme="minorEastAsia" w:hAnsi="Georgia"/>
          <w:lang w:bidi="ar-SA"/>
        </w:rPr>
        <w:t>(CURTAIN)</w:t>
      </w:r>
    </w:p>
    <w:p w:rsidR="00206612" w:rsidRPr="007D2D8D" w:rsidRDefault="007D2D8D" w:rsidP="004667CA">
      <w:pPr>
        <w:pStyle w:val="BlockQuote"/>
        <w:jc w:val="right"/>
        <w:rPr>
          <w:rFonts w:ascii="Georgia" w:hAnsi="Georgia"/>
        </w:rPr>
      </w:pPr>
      <w:r w:rsidRPr="007D2D8D">
        <w:rPr>
          <w:rFonts w:ascii="Georgia" w:eastAsiaTheme="minorEastAsia" w:hAnsi="Georgia"/>
          <w:lang w:bidi="ar-SA"/>
        </w:rPr>
        <w:t>(1916)</w:t>
      </w:r>
    </w:p>
    <w:p w:rsidR="00206612" w:rsidRDefault="00206612" w:rsidP="007C5FEB">
      <w:pPr>
        <w:pStyle w:val="Heading3"/>
      </w:pPr>
      <w:r>
        <w:t>Questions for Consideration:</w:t>
      </w:r>
    </w:p>
    <w:p w:rsidR="00206612" w:rsidRDefault="00206612" w:rsidP="007C5FEB">
      <w:pPr>
        <w:pStyle w:val="ListNumber"/>
      </w:pPr>
      <w:r>
        <w:t xml:space="preserve">Discuss what sort of backdrop, props, and costumes would be required to perform this </w:t>
      </w:r>
      <w:r>
        <w:rPr>
          <w:spacing w:val="-3"/>
        </w:rPr>
        <w:t xml:space="preserve">play. </w:t>
      </w:r>
      <w:r>
        <w:t>How much of this detail is dictated by the stage directions and how much of it is left for the director to</w:t>
      </w:r>
      <w:r>
        <w:rPr>
          <w:spacing w:val="2"/>
        </w:rPr>
        <w:t xml:space="preserve"> </w:t>
      </w:r>
      <w:r>
        <w:t>create?</w:t>
      </w:r>
    </w:p>
    <w:p w:rsidR="00206612" w:rsidRDefault="00206612" w:rsidP="007C5FEB">
      <w:pPr>
        <w:pStyle w:val="ListNumber"/>
      </w:pPr>
      <w:r>
        <w:t xml:space="preserve">How are the characters revealed? Which lines of dialogue are especially tell-tale regarding certain characters’ values </w:t>
      </w:r>
      <w:r>
        <w:rPr>
          <w:spacing w:val="-4"/>
        </w:rPr>
        <w:t xml:space="preserve">and </w:t>
      </w:r>
      <w:r>
        <w:t>personalities?</w:t>
      </w:r>
    </w:p>
    <w:p w:rsidR="00206612" w:rsidRDefault="00206612" w:rsidP="007C5FEB">
      <w:pPr>
        <w:pStyle w:val="ListNumber"/>
      </w:pPr>
      <w:r>
        <w:lastRenderedPageBreak/>
        <w:t>How does the play develop the audience’s impression of Mrs. Wright, though she never appears in the</w:t>
      </w:r>
      <w:r>
        <w:rPr>
          <w:spacing w:val="-3"/>
        </w:rPr>
        <w:t xml:space="preserve"> </w:t>
      </w:r>
      <w:r>
        <w:t>play?</w:t>
      </w:r>
    </w:p>
    <w:p w:rsidR="00206612" w:rsidRDefault="00206612" w:rsidP="007C5FEB">
      <w:pPr>
        <w:pStyle w:val="ListNumber"/>
      </w:pPr>
      <w:r>
        <w:t xml:space="preserve">In light of the </w:t>
      </w:r>
      <w:r>
        <w:rPr>
          <w:spacing w:val="-3"/>
        </w:rPr>
        <w:t xml:space="preserve">play’s </w:t>
      </w:r>
      <w:r>
        <w:t xml:space="preserve">themes, what does the bird cage symbolize? How does that symbol develop our impression of </w:t>
      </w:r>
      <w:r>
        <w:rPr>
          <w:spacing w:val="-5"/>
        </w:rPr>
        <w:t xml:space="preserve">Mr. </w:t>
      </w:r>
      <w:r>
        <w:t>and Mrs. Wright?</w:t>
      </w:r>
    </w:p>
    <w:p w:rsidR="00206612" w:rsidRDefault="00206612" w:rsidP="007C5FEB">
      <w:pPr>
        <w:pStyle w:val="ListNumber"/>
      </w:pPr>
      <w:r>
        <w:t>How does the metaphor of the quilt serve to develop the theme</w:t>
      </w:r>
      <w:r>
        <w:rPr>
          <w:spacing w:val="-18"/>
        </w:rPr>
        <w:t xml:space="preserve"> </w:t>
      </w:r>
      <w:r>
        <w:t xml:space="preserve">of </w:t>
      </w:r>
      <w:r>
        <w:rPr>
          <w:spacing w:val="-3"/>
        </w:rPr>
        <w:t xml:space="preserve">women’s </w:t>
      </w:r>
      <w:r>
        <w:t>undervalued</w:t>
      </w:r>
      <w:r>
        <w:rPr>
          <w:spacing w:val="1"/>
        </w:rPr>
        <w:t xml:space="preserve"> </w:t>
      </w:r>
      <w:r>
        <w:t>work?</w:t>
      </w:r>
    </w:p>
    <w:p w:rsidR="00206612" w:rsidRDefault="00206612" w:rsidP="007C5FEB">
      <w:pPr>
        <w:pStyle w:val="ListNumber"/>
      </w:pPr>
      <w:r>
        <w:t>Consider the order and pace whereby clues are revealed to the audience. How does the plot unfold to generate suspense and interest for the audience?</w:t>
      </w:r>
    </w:p>
    <w:p w:rsidR="00206612" w:rsidRDefault="00206612" w:rsidP="00206612">
      <w:pPr>
        <w:pStyle w:val="BodyText"/>
        <w:spacing w:before="7"/>
        <w:rPr>
          <w:sz w:val="26"/>
        </w:rPr>
      </w:pPr>
    </w:p>
    <w:p w:rsidR="00206612" w:rsidRDefault="00206612" w:rsidP="007C5FEB">
      <w:pPr>
        <w:pStyle w:val="Body"/>
      </w:pPr>
      <w:r>
        <w:t xml:space="preserve">In </w:t>
      </w:r>
      <w:r>
        <w:rPr>
          <w:i/>
          <w:spacing w:val="-3"/>
        </w:rPr>
        <w:t>Trifles</w:t>
      </w:r>
      <w:r>
        <w:rPr>
          <w:spacing w:val="-3"/>
        </w:rPr>
        <w:t xml:space="preserve">, </w:t>
      </w:r>
      <w:r>
        <w:t>Glaspell employs some round characters and some flat, or stock,</w:t>
      </w:r>
      <w:r>
        <w:rPr>
          <w:spacing w:val="-16"/>
        </w:rPr>
        <w:t xml:space="preserve"> </w:t>
      </w:r>
      <w:r>
        <w:t>characters.</w:t>
      </w:r>
      <w:r>
        <w:rPr>
          <w:spacing w:val="-16"/>
        </w:rPr>
        <w:t xml:space="preserve"> </w:t>
      </w:r>
      <w:r>
        <w:t>Round,</w:t>
      </w:r>
      <w:r>
        <w:rPr>
          <w:spacing w:val="-15"/>
        </w:rPr>
        <w:t xml:space="preserve"> </w:t>
      </w:r>
      <w:r>
        <w:t>complex</w:t>
      </w:r>
      <w:r>
        <w:rPr>
          <w:spacing w:val="-16"/>
        </w:rPr>
        <w:t xml:space="preserve"> </w:t>
      </w:r>
      <w:r>
        <w:t>characters,</w:t>
      </w:r>
      <w:r>
        <w:rPr>
          <w:spacing w:val="-16"/>
        </w:rPr>
        <w:t xml:space="preserve"> </w:t>
      </w:r>
      <w:r>
        <w:t>like</w:t>
      </w:r>
      <w:r>
        <w:rPr>
          <w:spacing w:val="-15"/>
        </w:rPr>
        <w:t xml:space="preserve"> </w:t>
      </w:r>
      <w:r>
        <w:t>Mrs.</w:t>
      </w:r>
      <w:r>
        <w:rPr>
          <w:spacing w:val="-20"/>
        </w:rPr>
        <w:t xml:space="preserve"> </w:t>
      </w:r>
      <w:r>
        <w:t>Wright,</w:t>
      </w:r>
      <w:r>
        <w:rPr>
          <w:spacing w:val="-15"/>
        </w:rPr>
        <w:t xml:space="preserve"> </w:t>
      </w:r>
      <w:r>
        <w:t>Mrs.</w:t>
      </w:r>
      <w:r>
        <w:rPr>
          <w:spacing w:val="-16"/>
        </w:rPr>
        <w:t xml:space="preserve"> </w:t>
      </w:r>
      <w:r>
        <w:t>Hale, and Mrs. Peters, reflect the complicated personalities and experiences that most of us can identify with. When Mrs. Peters seems torn between following</w:t>
      </w:r>
      <w:r>
        <w:rPr>
          <w:spacing w:val="-8"/>
        </w:rPr>
        <w:t xml:space="preserve"> </w:t>
      </w:r>
      <w:r>
        <w:t>the</w:t>
      </w:r>
      <w:r>
        <w:rPr>
          <w:spacing w:val="-7"/>
        </w:rPr>
        <w:t xml:space="preserve"> </w:t>
      </w:r>
      <w:r>
        <w:t>wishes</w:t>
      </w:r>
      <w:r>
        <w:rPr>
          <w:spacing w:val="-7"/>
        </w:rPr>
        <w:t xml:space="preserve"> </w:t>
      </w:r>
      <w:r>
        <w:t>of</w:t>
      </w:r>
      <w:r>
        <w:rPr>
          <w:spacing w:val="-7"/>
        </w:rPr>
        <w:t xml:space="preserve"> </w:t>
      </w:r>
      <w:r>
        <w:t>her</w:t>
      </w:r>
      <w:r>
        <w:rPr>
          <w:spacing w:val="-7"/>
        </w:rPr>
        <w:t xml:space="preserve"> </w:t>
      </w:r>
      <w:r>
        <w:t>husband,</w:t>
      </w:r>
      <w:r>
        <w:rPr>
          <w:spacing w:val="-7"/>
        </w:rPr>
        <w:t xml:space="preserve"> </w:t>
      </w:r>
      <w:r>
        <w:t>who</w:t>
      </w:r>
      <w:r>
        <w:rPr>
          <w:spacing w:val="-7"/>
        </w:rPr>
        <w:t xml:space="preserve"> </w:t>
      </w:r>
      <w:r>
        <w:t>represents</w:t>
      </w:r>
      <w:r>
        <w:rPr>
          <w:spacing w:val="-8"/>
        </w:rPr>
        <w:t xml:space="preserve"> </w:t>
      </w:r>
      <w:r>
        <w:t>the</w:t>
      </w:r>
      <w:r>
        <w:rPr>
          <w:spacing w:val="-7"/>
        </w:rPr>
        <w:t xml:space="preserve"> </w:t>
      </w:r>
      <w:r>
        <w:rPr>
          <w:spacing w:val="-4"/>
        </w:rPr>
        <w:t>law,</w:t>
      </w:r>
      <w:r>
        <w:rPr>
          <w:spacing w:val="-7"/>
        </w:rPr>
        <w:t xml:space="preserve"> </w:t>
      </w:r>
      <w:r>
        <w:t>and</w:t>
      </w:r>
      <w:r>
        <w:rPr>
          <w:spacing w:val="-7"/>
        </w:rPr>
        <w:t xml:space="preserve"> </w:t>
      </w:r>
      <w:r>
        <w:t xml:space="preserve">showing sympathy with Mrs. Wright, we understand her conflict. Most of us have encountered similar conflicts in our daily lives. However, we tend to dislike </w:t>
      </w:r>
      <w:r>
        <w:rPr>
          <w:spacing w:val="-5"/>
        </w:rPr>
        <w:t xml:space="preserve">Mr. </w:t>
      </w:r>
      <w:r>
        <w:t xml:space="preserve">Henderson, partly because he insults Mrs. Wright, but also, notably, because he is a flat character. He does not reveal the capacity or the habit of complex thought, but rather reacts to his surroundings based on his stereotype-based assumptions. Since the male characters represent dominant male </w:t>
      </w:r>
      <w:r>
        <w:rPr>
          <w:spacing w:val="-3"/>
        </w:rPr>
        <w:t xml:space="preserve">society, </w:t>
      </w:r>
      <w:r>
        <w:t xml:space="preserve">including familiar patriarchs </w:t>
      </w:r>
      <w:r>
        <w:rPr>
          <w:spacing w:val="-4"/>
        </w:rPr>
        <w:t xml:space="preserve">(Mr. </w:t>
      </w:r>
      <w:r>
        <w:t>Wright is the authority in his house), a society in which women have not yet been granted</w:t>
      </w:r>
      <w:r>
        <w:rPr>
          <w:spacing w:val="-14"/>
        </w:rPr>
        <w:t xml:space="preserve"> </w:t>
      </w:r>
      <w:r>
        <w:t>the</w:t>
      </w:r>
      <w:r>
        <w:rPr>
          <w:spacing w:val="-13"/>
        </w:rPr>
        <w:t xml:space="preserve"> </w:t>
      </w:r>
      <w:r>
        <w:t>right</w:t>
      </w:r>
      <w:r>
        <w:rPr>
          <w:spacing w:val="-13"/>
        </w:rPr>
        <w:t xml:space="preserve"> </w:t>
      </w:r>
      <w:r>
        <w:t>to</w:t>
      </w:r>
      <w:r>
        <w:rPr>
          <w:spacing w:val="-12"/>
        </w:rPr>
        <w:t xml:space="preserve"> </w:t>
      </w:r>
      <w:r>
        <w:t>vote,</w:t>
      </w:r>
      <w:r>
        <w:rPr>
          <w:spacing w:val="-13"/>
        </w:rPr>
        <w:t xml:space="preserve"> </w:t>
      </w:r>
      <w:r>
        <w:t>and</w:t>
      </w:r>
      <w:r>
        <w:rPr>
          <w:spacing w:val="-13"/>
        </w:rPr>
        <w:t xml:space="preserve"> </w:t>
      </w:r>
      <w:r>
        <w:t>a</w:t>
      </w:r>
      <w:r>
        <w:rPr>
          <w:spacing w:val="-13"/>
        </w:rPr>
        <w:t xml:space="preserve"> </w:t>
      </w:r>
      <w:r>
        <w:t>legal</w:t>
      </w:r>
      <w:r>
        <w:rPr>
          <w:spacing w:val="-12"/>
        </w:rPr>
        <w:t xml:space="preserve"> </w:t>
      </w:r>
      <w:r>
        <w:t>system</w:t>
      </w:r>
      <w:r>
        <w:rPr>
          <w:spacing w:val="-13"/>
        </w:rPr>
        <w:t xml:space="preserve"> </w:t>
      </w:r>
      <w:r>
        <w:t>that</w:t>
      </w:r>
      <w:r>
        <w:rPr>
          <w:spacing w:val="-13"/>
        </w:rPr>
        <w:t xml:space="preserve"> </w:t>
      </w:r>
      <w:r>
        <w:t>does</w:t>
      </w:r>
      <w:r>
        <w:rPr>
          <w:spacing w:val="-13"/>
        </w:rPr>
        <w:t xml:space="preserve"> </w:t>
      </w:r>
      <w:r>
        <w:t>not</w:t>
      </w:r>
      <w:r>
        <w:rPr>
          <w:spacing w:val="-12"/>
        </w:rPr>
        <w:t xml:space="preserve"> </w:t>
      </w:r>
      <w:r>
        <w:t>recognize</w:t>
      </w:r>
      <w:r>
        <w:rPr>
          <w:spacing w:val="-14"/>
        </w:rPr>
        <w:t xml:space="preserve"> </w:t>
      </w:r>
      <w:r>
        <w:t xml:space="preserve">women as full citizens, they are sustained as flat. While it may seem that the use of flat characters would yield a weak </w:t>
      </w:r>
      <w:r>
        <w:rPr>
          <w:spacing w:val="-3"/>
        </w:rPr>
        <w:t xml:space="preserve">play, </w:t>
      </w:r>
      <w:r>
        <w:t>it is important to consider why writers use flat characters at all. Since these characters carry with them</w:t>
      </w:r>
      <w:r w:rsidR="007F4762">
        <w:t xml:space="preserve"> </w:t>
      </w:r>
      <w:r>
        <w:t>a ready-made impression, less dialogue has to be devoted to developing them,</w:t>
      </w:r>
      <w:r>
        <w:rPr>
          <w:spacing w:val="-7"/>
        </w:rPr>
        <w:t xml:space="preserve"> </w:t>
      </w:r>
      <w:r>
        <w:t>thereby</w:t>
      </w:r>
      <w:r>
        <w:rPr>
          <w:spacing w:val="-7"/>
        </w:rPr>
        <w:t xml:space="preserve"> </w:t>
      </w:r>
      <w:r>
        <w:t>creating</w:t>
      </w:r>
      <w:r>
        <w:rPr>
          <w:spacing w:val="-7"/>
        </w:rPr>
        <w:t xml:space="preserve"> </w:t>
      </w:r>
      <w:r>
        <w:t>more</w:t>
      </w:r>
      <w:r>
        <w:rPr>
          <w:spacing w:val="-7"/>
        </w:rPr>
        <w:t xml:space="preserve"> </w:t>
      </w:r>
      <w:r>
        <w:t>dialogue-space</w:t>
      </w:r>
      <w:r>
        <w:rPr>
          <w:spacing w:val="-7"/>
        </w:rPr>
        <w:t xml:space="preserve"> </w:t>
      </w:r>
      <w:r>
        <w:t>for</w:t>
      </w:r>
      <w:r>
        <w:rPr>
          <w:spacing w:val="-7"/>
        </w:rPr>
        <w:t xml:space="preserve"> </w:t>
      </w:r>
      <w:r>
        <w:t>other</w:t>
      </w:r>
      <w:r>
        <w:rPr>
          <w:spacing w:val="-7"/>
        </w:rPr>
        <w:t xml:space="preserve"> </w:t>
      </w:r>
      <w:r>
        <w:t>important</w:t>
      </w:r>
      <w:r>
        <w:rPr>
          <w:spacing w:val="-7"/>
        </w:rPr>
        <w:t xml:space="preserve"> </w:t>
      </w:r>
      <w:r>
        <w:t xml:space="preserve">characters or ideas. In this short </w:t>
      </w:r>
      <w:r>
        <w:rPr>
          <w:spacing w:val="-3"/>
        </w:rPr>
        <w:t xml:space="preserve">play, </w:t>
      </w:r>
      <w:r>
        <w:t>most of the script focuses on the dialogue and actions of Mrs. Hale and Mrs. Peters, allowing Glaspell to develop the theme</w:t>
      </w:r>
      <w:r>
        <w:rPr>
          <w:spacing w:val="-1"/>
        </w:rPr>
        <w:t xml:space="preserve"> </w:t>
      </w:r>
      <w:r>
        <w:t>successfully.</w:t>
      </w:r>
    </w:p>
    <w:p w:rsidR="00206612" w:rsidRDefault="00206612" w:rsidP="007C5FEB">
      <w:pPr>
        <w:pStyle w:val="Body"/>
      </w:pPr>
    </w:p>
    <w:p w:rsidR="00206612" w:rsidRPr="007C5FEB" w:rsidRDefault="00206612" w:rsidP="007C5FEB">
      <w:pPr>
        <w:pStyle w:val="Heading1"/>
      </w:pPr>
      <w:r w:rsidRPr="007C5FEB">
        <w:t xml:space="preserve">Shakespeare’s </w:t>
      </w:r>
      <w:r w:rsidRPr="007C5FEB">
        <w:rPr>
          <w:i/>
        </w:rPr>
        <w:t>The</w:t>
      </w:r>
      <w:r w:rsidRPr="007C5FEB">
        <w:rPr>
          <w:i/>
          <w:spacing w:val="-2"/>
        </w:rPr>
        <w:t xml:space="preserve"> </w:t>
      </w:r>
      <w:r w:rsidRPr="007C5FEB">
        <w:rPr>
          <w:i/>
          <w:spacing w:val="-3"/>
        </w:rPr>
        <w:t>Tempest</w:t>
      </w:r>
    </w:p>
    <w:p w:rsidR="00206612" w:rsidRDefault="00206612" w:rsidP="007C5FEB">
      <w:pPr>
        <w:pStyle w:val="Body"/>
      </w:pPr>
      <w:r>
        <w:t xml:space="preserve">In a longer </w:t>
      </w:r>
      <w:r>
        <w:rPr>
          <w:spacing w:val="-3"/>
        </w:rPr>
        <w:t xml:space="preserve">play, </w:t>
      </w:r>
      <w:r>
        <w:t xml:space="preserve">of several acts, a playwright has more room for development. Like the novel relative to the short </w:t>
      </w:r>
      <w:r>
        <w:rPr>
          <w:spacing w:val="-4"/>
        </w:rPr>
        <w:t xml:space="preserve">story, </w:t>
      </w:r>
      <w:r>
        <w:t>a longer play can elaborate</w:t>
      </w:r>
      <w:r>
        <w:rPr>
          <w:spacing w:val="-15"/>
        </w:rPr>
        <w:t xml:space="preserve"> </w:t>
      </w:r>
      <w:r>
        <w:t>on</w:t>
      </w:r>
      <w:r>
        <w:rPr>
          <w:spacing w:val="-14"/>
        </w:rPr>
        <w:t xml:space="preserve"> </w:t>
      </w:r>
      <w:r>
        <w:t>the</w:t>
      </w:r>
      <w:r>
        <w:rPr>
          <w:spacing w:val="-15"/>
        </w:rPr>
        <w:t xml:space="preserve"> </w:t>
      </w:r>
      <w:r>
        <w:t>central</w:t>
      </w:r>
      <w:r>
        <w:rPr>
          <w:spacing w:val="-14"/>
        </w:rPr>
        <w:t xml:space="preserve"> </w:t>
      </w:r>
      <w:r>
        <w:t>theme</w:t>
      </w:r>
      <w:r>
        <w:rPr>
          <w:spacing w:val="-15"/>
        </w:rPr>
        <w:t xml:space="preserve"> </w:t>
      </w:r>
      <w:r>
        <w:t>and</w:t>
      </w:r>
      <w:r>
        <w:rPr>
          <w:spacing w:val="-14"/>
        </w:rPr>
        <w:t xml:space="preserve"> </w:t>
      </w:r>
      <w:r>
        <w:t>can</w:t>
      </w:r>
      <w:r>
        <w:rPr>
          <w:spacing w:val="-15"/>
        </w:rPr>
        <w:t xml:space="preserve"> </w:t>
      </w:r>
      <w:r>
        <w:t>even</w:t>
      </w:r>
      <w:r>
        <w:rPr>
          <w:spacing w:val="-14"/>
        </w:rPr>
        <w:t xml:space="preserve"> </w:t>
      </w:r>
      <w:r>
        <w:t>develop</w:t>
      </w:r>
      <w:r>
        <w:rPr>
          <w:spacing w:val="-15"/>
        </w:rPr>
        <w:t xml:space="preserve"> </w:t>
      </w:r>
      <w:r>
        <w:t>several</w:t>
      </w:r>
      <w:r>
        <w:rPr>
          <w:spacing w:val="-14"/>
        </w:rPr>
        <w:t xml:space="preserve"> </w:t>
      </w:r>
      <w:r>
        <w:t>plot</w:t>
      </w:r>
      <w:r>
        <w:rPr>
          <w:spacing w:val="-15"/>
        </w:rPr>
        <w:t xml:space="preserve"> </w:t>
      </w:r>
      <w:r>
        <w:t>and</w:t>
      </w:r>
      <w:r>
        <w:rPr>
          <w:spacing w:val="-14"/>
        </w:rPr>
        <w:t xml:space="preserve"> </w:t>
      </w:r>
      <w:r>
        <w:t xml:space="preserve">theme threads. Consider William Shakespeare’s </w:t>
      </w:r>
      <w:r>
        <w:rPr>
          <w:i/>
        </w:rPr>
        <w:t xml:space="preserve">The </w:t>
      </w:r>
      <w:r>
        <w:rPr>
          <w:i/>
          <w:spacing w:val="-3"/>
        </w:rPr>
        <w:t xml:space="preserve">Tempest </w:t>
      </w:r>
      <w:r>
        <w:t>and the various storylines he develops in this</w:t>
      </w:r>
      <w:r>
        <w:rPr>
          <w:spacing w:val="-2"/>
        </w:rPr>
        <w:t xml:space="preserve"> </w:t>
      </w:r>
      <w:r>
        <w:rPr>
          <w:spacing w:val="-3"/>
        </w:rPr>
        <w:t>play.</w:t>
      </w:r>
    </w:p>
    <w:p w:rsidR="00206612" w:rsidRDefault="00206612" w:rsidP="007C5FEB">
      <w:pPr>
        <w:pStyle w:val="Body"/>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lastRenderedPageBreak/>
        <w:t>CHARACTERS: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Prospero</w:t>
      </w:r>
      <w:r w:rsidRPr="00AD1C6F">
        <w:rPr>
          <w:rFonts w:ascii="Georgia" w:eastAsiaTheme="minorEastAsia" w:hAnsi="Georgia"/>
          <w:lang w:bidi="ar-SA"/>
        </w:rPr>
        <w:t>, former Duke of Milan; father of 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Miranda</w:t>
      </w:r>
      <w:r w:rsidRPr="00AD1C6F">
        <w:rPr>
          <w:rFonts w:ascii="Georgia" w:eastAsiaTheme="minorEastAsia" w:hAnsi="Georgia"/>
          <w:lang w:bidi="ar-SA"/>
        </w:rPr>
        <w:t>: Prospero’s young daughter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Iris</w:t>
      </w:r>
      <w:r w:rsidRPr="00AD1C6F">
        <w:rPr>
          <w:rFonts w:ascii="Georgia" w:eastAsiaTheme="minorEastAsia" w:hAnsi="Georgia"/>
          <w:lang w:bidi="ar-SA"/>
        </w:rPr>
        <w:t xml:space="preserve">, </w:t>
      </w:r>
      <w:r w:rsidRPr="00AD1C6F">
        <w:rPr>
          <w:rFonts w:ascii="Georgia" w:eastAsiaTheme="minorEastAsia" w:hAnsi="Georgia"/>
          <w:caps/>
          <w:lang w:bidi="ar-SA"/>
        </w:rPr>
        <w:t>Juno</w:t>
      </w:r>
      <w:r w:rsidRPr="00AD1C6F">
        <w:rPr>
          <w:rFonts w:ascii="Georgia" w:eastAsiaTheme="minorEastAsia" w:hAnsi="Georgia"/>
          <w:lang w:bidi="ar-SA"/>
        </w:rPr>
        <w:t xml:space="preserve">, </w:t>
      </w:r>
      <w:r w:rsidRPr="00AD1C6F">
        <w:rPr>
          <w:rFonts w:ascii="Georgia" w:eastAsiaTheme="minorEastAsia" w:hAnsi="Georgia"/>
          <w:caps/>
          <w:lang w:bidi="ar-SA"/>
        </w:rPr>
        <w:t>Ceres</w:t>
      </w:r>
      <w:r w:rsidRPr="00AD1C6F">
        <w:rPr>
          <w:rFonts w:ascii="Georgia" w:eastAsiaTheme="minorEastAsia" w:hAnsi="Georgia"/>
          <w:lang w:bidi="ar-SA"/>
        </w:rPr>
        <w:t>, Nymphs, Reapers: Spirits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Trinculo</w:t>
      </w:r>
      <w:r w:rsidRPr="00AD1C6F">
        <w:rPr>
          <w:rFonts w:ascii="Georgia" w:eastAsiaTheme="minorEastAsia" w:hAnsi="Georgia"/>
          <w:lang w:bidi="ar-SA"/>
        </w:rPr>
        <w:t>, a jester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Sebastian</w:t>
      </w:r>
      <w:r w:rsidRPr="00AD1C6F">
        <w:rPr>
          <w:rFonts w:ascii="Georgia" w:eastAsiaTheme="minorEastAsia" w:hAnsi="Georgia"/>
          <w:lang w:bidi="ar-SA"/>
        </w:rPr>
        <w:t>, Alonso’s brother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Stephano</w:t>
      </w:r>
      <w:r w:rsidRPr="00AD1C6F">
        <w:rPr>
          <w:rFonts w:ascii="Georgia" w:eastAsiaTheme="minorEastAsia" w:hAnsi="Georgia"/>
          <w:lang w:bidi="ar-SA"/>
        </w:rPr>
        <w:t>, a drunken butler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Gonzalo</w:t>
      </w:r>
      <w:r w:rsidRPr="00AD1C6F">
        <w:rPr>
          <w:rFonts w:ascii="Georgia" w:eastAsiaTheme="minorEastAsia" w:hAnsi="Georgia"/>
          <w:lang w:bidi="ar-SA"/>
        </w:rPr>
        <w:t>, an old and honest lord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Antonio</w:t>
      </w:r>
      <w:r w:rsidRPr="00AD1C6F">
        <w:rPr>
          <w:rFonts w:ascii="Georgia" w:eastAsiaTheme="minorEastAsia" w:hAnsi="Georgia"/>
          <w:lang w:bidi="ar-SA"/>
        </w:rPr>
        <w:t>, Prospero’s brother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Ariel</w:t>
      </w:r>
      <w:r w:rsidRPr="00AD1C6F">
        <w:rPr>
          <w:rFonts w:ascii="Georgia" w:eastAsiaTheme="minorEastAsia" w:hAnsi="Georgia"/>
          <w:lang w:bidi="ar-SA"/>
        </w:rPr>
        <w:t>, an airy spirit, servant to 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Adrian</w:t>
      </w:r>
      <w:r w:rsidRPr="00AD1C6F">
        <w:rPr>
          <w:rFonts w:ascii="Georgia" w:eastAsiaTheme="minorEastAsia" w:hAnsi="Georgia"/>
          <w:lang w:bidi="ar-SA"/>
        </w:rPr>
        <w:t xml:space="preserve"> and </w:t>
      </w:r>
      <w:r w:rsidRPr="00AD1C6F">
        <w:rPr>
          <w:rFonts w:ascii="Georgia" w:eastAsiaTheme="minorEastAsia" w:hAnsi="Georgia"/>
          <w:caps/>
          <w:lang w:bidi="ar-SA"/>
        </w:rPr>
        <w:t>Francisco</w:t>
      </w:r>
      <w:r w:rsidRPr="00AD1C6F">
        <w:rPr>
          <w:rFonts w:ascii="Georgia" w:eastAsiaTheme="minorEastAsia" w:hAnsi="Georgia"/>
          <w:lang w:bidi="ar-SA"/>
        </w:rPr>
        <w:t>, noblemen; companions of Alonzo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Alonso</w:t>
      </w:r>
      <w:r w:rsidRPr="00AD1C6F">
        <w:rPr>
          <w:rFonts w:ascii="Georgia" w:eastAsiaTheme="minorEastAsia" w:hAnsi="Georgia"/>
          <w:lang w:bidi="ar-SA"/>
        </w:rPr>
        <w:t>, king of Naples; father of 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Ferdinand</w:t>
      </w:r>
      <w:r w:rsidRPr="00AD1C6F">
        <w:rPr>
          <w:rFonts w:ascii="Georgia" w:eastAsiaTheme="minorEastAsia" w:hAnsi="Georgia"/>
          <w:lang w:bidi="ar-SA"/>
        </w:rPr>
        <w:t>, son and heir of 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caps/>
          <w:lang w:bidi="ar-SA"/>
        </w:rPr>
        <w:t>Caliban</w:t>
      </w:r>
      <w:r w:rsidRPr="00AD1C6F">
        <w:rPr>
          <w:rFonts w:ascii="Georgia" w:eastAsiaTheme="minorEastAsia" w:hAnsi="Georgia"/>
          <w:lang w:bidi="ar-SA"/>
        </w:rPr>
        <w:t>, Prospero’s servant, savage and deformed; son of Sycorax</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Master of a Ship, Boatswains, Mariners</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SETTING: A ship at sea during a terrible storm; later, a Mediterranean island to which Prospero has been banished with Miranda since she was a young child and where the ship’s travelers come ashore</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ACT I</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SCENE I. On a ship at sea: a tempestuous noise of thunder and lightning heard.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Enter a Master and a Boatswain</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Master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Boatswain!</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Boatswain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Here, master: what cheer?</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Master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Good, speak to the mariners: fall to’t, yarely,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we run ourselves aground: bestir, bestir.</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lastRenderedPageBreak/>
        <w:t>Exit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Enter Mariners</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Boatswain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Heigh, my hearts! cheerly, cheerly, my hearts!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yare, yare! Take in the topsail. Tend to the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master’s whistle. Blow, till thou burst thy wind,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room enough!</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ALONSO, SEBASTIAN, ANTONIO, FERDINAND, GONZALO, and others</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Good boatswain, have care. Where’s the master?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Play the men.</w:t>
      </w:r>
      <w:r w:rsidRPr="00AD1C6F">
        <w:rPr>
          <w:rFonts w:ascii="Georgia" w:eastAsiaTheme="minorEastAsia" w:hAnsi="Georgia"/>
          <w:lang w:bidi="ar-SA"/>
        </w:rPr>
        <w:tab/>
        <w:t>10</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Boatswain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pray now, keep below.</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 is the master, boatswain?</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Boatswain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Do you not hear him? You mar our labour: keep your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cabins: you do assist the storm.</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Nay, good, be patient.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Boatswain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When the sea is. Hence! What cares these roarersfor the name of king? To cabin: silence! trouble us not.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Good, yet remember whom thou hast aboard.</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lastRenderedPageBreak/>
        <w:t>Boatswain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None that I more love than myself. You are 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counsellor; if you can command these elements to </w:t>
      </w:r>
      <w:r w:rsidRPr="00AD1C6F">
        <w:rPr>
          <w:rFonts w:ascii="Georgia" w:eastAsiaTheme="minorEastAsia" w:hAnsi="Georgia"/>
          <w:lang w:bidi="ar-SA"/>
        </w:rPr>
        <w:tab/>
      </w:r>
      <w:r w:rsidRPr="00AD1C6F">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20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silence, and work the peace of the present, we will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not hand a rope more; use your authority: if you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cannot, give thanks you have lived so long, and make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yourself ready in your cabin for the mischance of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the hour, if it so hap. Cheerly, good hearts! Out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of our way, I say.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Exit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great comfort from this fellow: methinks he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hath no drowning mark upon him; his complexion is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perfect gallows. Stand fast, good Fate, to his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hanging: make the rope of his destiny our cable, </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for our own doth little advantage. If he be not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born to be hanged, our case is miserable.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Exeunt</w:t>
      </w:r>
    </w:p>
    <w:p w:rsid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Re-enter Boatswain</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Boatswain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Down with the topmast! yare! lower, lower! Bring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her to try with main-course. </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 xml:space="preserve">A cry within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plague upon this howling! they are louder than</w:t>
      </w:r>
      <w:r w:rsidRPr="00AD1C6F">
        <w:rPr>
          <w:rFonts w:ascii="Georgia" w:eastAsiaTheme="minorEastAsia" w:hAnsi="Georgia"/>
          <w:lang w:bidi="ar-SA"/>
        </w:rPr>
        <w:tab/>
      </w:r>
      <w:r w:rsidRPr="00AD1C6F">
        <w:rPr>
          <w:rFonts w:ascii="Georgia" w:eastAsiaTheme="minorEastAsia" w:hAnsi="Georgia"/>
          <w:lang w:bidi="ar-SA"/>
        </w:rPr>
        <w:br/>
        <w:t>the weather or our office.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Re-enter SEBASTIAN, ANTONIO, and GONZALO</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Yet again! what do you here? Shall we give o’er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drown? Have you a mind to sink?</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pox o’ your throat, you bawling, blasphemous,</w:t>
      </w:r>
      <w:r w:rsidRPr="00AD1C6F">
        <w:rPr>
          <w:rFonts w:ascii="Georgia" w:eastAsiaTheme="minorEastAsia" w:hAnsi="Georgia"/>
          <w:lang w:bidi="ar-SA"/>
        </w:rPr>
        <w:tab/>
      </w:r>
      <w:r w:rsidRPr="00AD1C6F">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40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incharitable dog!</w:t>
      </w:r>
      <w:r w:rsidR="007F4762">
        <w:rPr>
          <w:rFonts w:ascii="Georgia" w:eastAsiaTheme="minorEastAsia" w:hAnsi="Georgia"/>
          <w:lang w:bidi="ar-SA"/>
        </w:rPr>
        <w:t xml:space="preserv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Boatswain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Work you then.</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Hang, cur! hang, you whoreson, insolent noisemaker!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 are less afraid to be drowned than thou art.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warrant him for drowning; though the ship were</w:t>
      </w:r>
      <w:r w:rsidRPr="00AD1C6F">
        <w:rPr>
          <w:rFonts w:ascii="Georgia" w:eastAsiaTheme="minorEastAsia" w:hAnsi="Georgia"/>
          <w:lang w:bidi="ar-SA"/>
        </w:rPr>
        <w:tab/>
        <w:t>no stronger than a nutshell and as leaky as 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unstanched wench.</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Boatswain</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Lay her a-hold, a-hold! set her two courses off to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sea again; lay her off.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Enter Mariners wet</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50</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Mariners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All lost! to prayers, to prayers! all lost!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Boatswain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What, must our mouths be cold?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king and prince at prayers! let’s assist them,</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our case is as theirs.</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I’m out of patience.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 are merely cheated of our lives by drunkards:</w:t>
      </w:r>
    </w:p>
    <w:p w:rsidR="00AD1C6F" w:rsidRDefault="00AD1C6F" w:rsidP="00AD1C6F">
      <w:pPr>
        <w:pStyle w:val="BlockQuote"/>
        <w:rPr>
          <w:rFonts w:ascii="Georgia" w:eastAsiaTheme="minorEastAsia" w:hAnsi="Georgia"/>
          <w:spacing w:val="-4"/>
          <w:lang w:bidi="ar-SA"/>
        </w:rPr>
      </w:pPr>
      <w:r w:rsidRPr="00AD1C6F">
        <w:rPr>
          <w:rFonts w:ascii="Georgia" w:eastAsiaTheme="minorEastAsia" w:hAnsi="Georgia"/>
          <w:spacing w:val="-4"/>
          <w:lang w:bidi="ar-SA"/>
        </w:rPr>
        <w:t>This wide-chapp’d rascal—would thou mightst lie drowning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The washing of ten tides!</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He’ll be hang’d yet,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Though every drop of water swear against it</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gape at widest to glut him.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A confused noise within: ‘Mercy on us!’—</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60</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spacing w:val="-2"/>
          <w:lang w:bidi="ar-SA"/>
        </w:rPr>
        <w:t>‘We split, we split!’—’Farewell, my wife and children!’—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‘Farewell, brother!’—’We split, we split, we split!’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Let’s all sink with the king.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Let’s take leave of him.</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Exeunt ANTONIO and SEBASTIAN</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Now would I give a thousand furlongs of sea for an</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acre of barren ground, long heath, brown furze, any</w:t>
      </w:r>
      <w:r w:rsidRPr="00AD1C6F">
        <w:rPr>
          <w:rFonts w:ascii="Georgia" w:eastAsiaTheme="minorEastAsia" w:hAnsi="Georgia"/>
          <w:lang w:bidi="ar-SA"/>
        </w:rPr>
        <w:tab/>
        <w:t>thing. The wills above be done! but I would fain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die a dry death.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Exeunt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SCENE II. The island. Before PROSPERO’S cell.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Enter PROSPERO and MIRANDA</w:t>
      </w:r>
      <w:r w:rsidRPr="00AD1C6F">
        <w:rPr>
          <w:rFonts w:ascii="Georgia" w:eastAsiaTheme="minorEastAsia" w:hAnsi="Georgia"/>
          <w:lang w:bidi="ar-SA"/>
        </w:rPr>
        <w:t xml:space="preserve"> </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by your art, my dearest father, you have</w:t>
      </w:r>
      <w:r w:rsidRPr="00AD1C6F">
        <w:rPr>
          <w:rFonts w:ascii="Georgia" w:eastAsiaTheme="minorEastAsia" w:hAnsi="Georgia"/>
          <w:lang w:bidi="ar-SA"/>
        </w:rPr>
        <w:tab/>
        <w:t>70</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Put the wild waters in this roar, allay them.</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sky, it seems, would pour down stinking pitch,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that the sea, mounting to the welkin’s cheek,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Dashes the fire out. O, I have suffered</w:t>
      </w:r>
      <w:r w:rsidR="007F4762">
        <w:rPr>
          <w:rFonts w:ascii="Georgia" w:eastAsiaTheme="minorEastAsia" w:hAnsi="Georgia"/>
          <w:lang w:bidi="ar-SA"/>
        </w:rPr>
        <w:t xml:space="preserve"> </w:t>
      </w:r>
      <w:r w:rsidRPr="00AD1C6F">
        <w:rPr>
          <w:rFonts w:ascii="Georgia" w:eastAsiaTheme="minorEastAsia" w:hAnsi="Georgia"/>
          <w:lang w:bidi="ar-SA"/>
        </w:rPr>
        <w:tab/>
      </w:r>
      <w:r w:rsidR="007F4762">
        <w:rPr>
          <w:rFonts w:ascii="Georgia" w:eastAsiaTheme="minorEastAsia" w:hAnsi="Georgia"/>
          <w:lang w:bidi="ar-SA"/>
        </w:rPr>
        <w:t xml:space="preserve"> </w:t>
      </w:r>
      <w:r w:rsidRPr="00AD1C6F">
        <w:rPr>
          <w:rFonts w:ascii="Georgia" w:eastAsiaTheme="minorEastAsia" w:hAnsi="Georgia"/>
          <w:lang w:bidi="ar-SA"/>
        </w:rPr>
        <w:tab/>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those that I saw suffer: a brave vessel,</w:t>
      </w:r>
      <w:r w:rsidRPr="00AD1C6F">
        <w:rPr>
          <w:rFonts w:ascii="Georgia" w:eastAsiaTheme="minorEastAsia" w:hAnsi="Georgia"/>
          <w:lang w:bidi="ar-SA"/>
        </w:rPr>
        <w:tab/>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Who had, no doubt, some noble creature in her,</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Dash’d all to pieces. O, the cry did knock</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Against my very heart. Poor souls, they perish’d.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Had I been any god of power, I would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Have sunk the sea within the earth or ere</w:t>
      </w:r>
      <w:r w:rsidRPr="00AD1C6F">
        <w:rPr>
          <w:rFonts w:ascii="Georgia" w:eastAsiaTheme="minorEastAsia" w:hAnsi="Georgia"/>
          <w:lang w:bidi="ar-SA"/>
        </w:rPr>
        <w:tab/>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80</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It should the good ship so have swallow’d 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fraughting souls within her.</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 collected: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No more amazement: tell your piteous heart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There’s no harm done.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woe the day!</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 harm.</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done nothing but in care of thee,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thee, my dear one, thee, my daughter, who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Art ignorant of what thou art, nought knowing</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90</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whence I am, nor that I am more better</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Than Prospero, master of a full poor cell,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thy no greater father.</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More to know </w:t>
      </w:r>
      <w:r w:rsidRPr="00AD1C6F">
        <w:rPr>
          <w:rFonts w:ascii="Georgia" w:eastAsiaTheme="minorEastAsia" w:hAnsi="Georgia"/>
          <w:lang w:bidi="ar-SA"/>
        </w:rPr>
        <w:tab/>
      </w:r>
      <w:r w:rsidRPr="00AD1C6F">
        <w:rPr>
          <w:rFonts w:ascii="Georgia" w:eastAsiaTheme="minorEastAsia" w:hAnsi="Georgia"/>
          <w:lang w:bidi="ar-SA"/>
        </w:rPr>
        <w:br/>
        <w:t>Did never meddle with my thoughts.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‘Tis time</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should inform thee farther. Lend thy hand,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pluck my magic garment from me. So:</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Lays down his mantle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Lie there, my art. Wipe thou thine eyes; have comfort.</w:t>
      </w:r>
      <w:r w:rsidRPr="00AD1C6F">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100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direful spectacle of the wreck, which touch’d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very virtue of compassion in thee,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with such provision in mine art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safely ordered that there is no soul—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No, not so much perdition as an hair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Betid to any creature in the vessel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4"/>
          <w:lang w:bidi="ar-SA"/>
        </w:rPr>
        <w:t>Which thou heard’st cry, which thou saw’st sink. Sit down;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thou must now know farther.</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 have often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Begun to tell me what I am, but stopp’d</w:t>
      </w:r>
      <w:r w:rsidRPr="00AD1C6F">
        <w:rPr>
          <w:rFonts w:ascii="Georgia" w:eastAsiaTheme="minorEastAsia" w:hAnsi="Georgia"/>
          <w:lang w:bidi="ar-SA"/>
        </w:rPr>
        <w:tab/>
        <w:t>110</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left me to a bootless inquisition,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Concluding ‘Stay: not yet.’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hour’s now come;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very minute bids thee ope thine ear;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Obey and be attentive. Canst thou remember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time before we came unto this cell?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do not think thou canst, for then thou wast not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Out three years old.</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Certainly, sir, I can.</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By what? by any other house or person?</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120</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any thing the image tell me that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Hath kept with thy remembrance.</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‘Tis far off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And rather like a dream than an assurance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That my remembrance warrants. Had I not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Four or five women once that tended me?</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hadst, and more, Miranda. But how is 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this lives in thy mind? What seest thou else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the dark backward and abysm of time?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thou remember’st aught ere thou camest here,</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130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How thou camest here thou mayst.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that I do not.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Twelve year since, Miranda, twelve year since,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Thy father was the Duke of Milan 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 prince of power.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Sir, are not you my father?</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PROSPERO </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Thy mother was a piece of virtue, and</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She said thou wast my daughter; and thy father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Was Duke of Milan; and thou his only heir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princess no worse issued.</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140</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the heavens!</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foul play had we, that we came from thence?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blessed was’t we did?</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Both, both, my girl: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By foul play, as thou say’st, were we heaved thence,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blessedly holp hither.</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my heart bleeds</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think o’ the teen that I have turn’d you to,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is from my remembrance! Please you, farther.</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brother and thy uncle, call’d Antonio—</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150</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pray thee, mark me—that a brother should</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 so perfidious!—he whom next thyself</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all the world I loved and to him put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manage of my state; as at that time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Through all the signories it was the first</w:t>
      </w:r>
      <w:r w:rsidRPr="00AD1C6F">
        <w:rPr>
          <w:rFonts w:ascii="Georgia" w:eastAsiaTheme="minorEastAsia" w:hAnsi="Georgia"/>
          <w:lang w:bidi="ar-SA"/>
        </w:rPr>
        <w:tab/>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Prospero the prime duke, being so reputed</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dignity, and for the liberal arts</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Without a parallel; those being all my study,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government I cast upon my brother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to my state grew stranger, being transported</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160</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rapt in secret studies. Thy false uncle—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Dost thou attend me?</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Sir, most heedfully.</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Being once perfected how to grant suits,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How to deny them, who to advance and who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trash for over-topping, new created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creatures that were mine, I say, or changed ‘em,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else new form’d ‘em; having both the key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officer and office, set all hearts i’ the state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To what tune pleased his ear; that now he was</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170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ivy which had hid my princely trunk,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suck’d my verdure out on’t. Thou attend’st not.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good sir, I do.</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pray thee, mark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 thus neglecting worldly ends, all dedicated </w:t>
      </w:r>
      <w:r w:rsidRPr="00AD1C6F">
        <w:rPr>
          <w:rFonts w:ascii="Georgia" w:eastAsiaTheme="minorEastAsia" w:hAnsi="Georgia"/>
          <w:lang w:bidi="ar-SA"/>
        </w:rPr>
        <w:tab/>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closeness and the bettering of my mind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that which, but by being so retired,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O’er-prized all popular rate, in my false brother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Awaked an evil nature; and my trust,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Like a good parent, did beget of him</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180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falsehood in its contrary as great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my trust was; which had indeed no limit,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confidence sans bound. He being thus lorded,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Not only with what my revenue yielded,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But what my power might else exact, like one </w:t>
      </w:r>
      <w:r w:rsidRPr="00AD1C6F">
        <w:rPr>
          <w:rFonts w:ascii="Georgia" w:eastAsiaTheme="minorEastAsia" w:hAnsi="Georgia"/>
          <w:lang w:bidi="ar-SA"/>
        </w:rPr>
        <w:tab/>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 having into truth, by telling of it,</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Made such a sinner of his memory,</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credit his own lie, he did believe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 was indeed the duke; out o’ the substitution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executing the outward face of royalty,</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190</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all prerogative: hence his ambition growing—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Dost thou hear?</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Your tale, sir, would cure deafness.</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have no screen between this part he play’d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him he play’d it for, he needs will be</w:t>
      </w:r>
      <w:r w:rsidR="007F4762">
        <w:rPr>
          <w:rFonts w:ascii="Georgia" w:eastAsiaTheme="minorEastAsia" w:hAnsi="Georgia"/>
          <w:lang w:bidi="ar-SA"/>
        </w:rPr>
        <w:t xml:space="preserv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Absolute Milan. Me, poor man, my library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Was dukedom large enough: of temporal royalties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 thinks me now incapable; confederates—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dry he was for sway—wi’ the King of Naples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give him annual tribute, do him homage,</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200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Subject his coronet to his crown and bend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dukedom yet unbow’d—alas, poor Milan!—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most ignoble stooping.</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the heavens!</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Mark his condition and the event; then tell me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this might be a brother.</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should sin</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think but nobly of my grandmother: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Good wombs have borne bad sons.</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Now the condition.</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210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King of Naples, being an enemy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me inveterate, hearkens my brother’s suit;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was, that he, in lieu o’ the premises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homage and I know not how much tribute,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Should presently extirpate me and mine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Out of the dukedom and confer fair Milan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all the honours on my brother: whereon,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treacherous army levied, one midnight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Fated to the purpose did Antonio open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gates of Milan, and, i’ the dead of darkness,</w:t>
      </w:r>
      <w:r w:rsidRPr="00AD1C6F">
        <w:rPr>
          <w:rFonts w:ascii="Georgia" w:eastAsiaTheme="minorEastAsia" w:hAnsi="Georgia"/>
          <w:lang w:bidi="ar-SA"/>
        </w:rPr>
        <w:tab/>
      </w:r>
      <w:r w:rsidRPr="00AD1C6F">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220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ministers for the purpose hurried thence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Me and thy crying self.</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Alack, for pity!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not remembering how I cried out then,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Will cry it o’er again: it is a hint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wrings mine eyes to’t.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Hear a little further</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then I’ll bring thee to the present business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now’s upon’s; without the which this story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Were most impertinent.</w:t>
      </w:r>
      <w:r w:rsidRPr="00AD1C6F">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Pr>
          <w:rFonts w:ascii="Georgia" w:eastAsiaTheme="minorEastAsia" w:hAnsi="Georgia"/>
          <w:lang w:bidi="ar-SA"/>
        </w:rPr>
        <w:tab/>
      </w:r>
      <w:r w:rsidRPr="00AD1C6F">
        <w:rPr>
          <w:rFonts w:ascii="Georgia" w:eastAsiaTheme="minorEastAsia" w:hAnsi="Georgia"/>
          <w:lang w:bidi="ar-SA"/>
        </w:rPr>
        <w:tab/>
        <w:t>230</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Wherefore did they not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hour destroy us?</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Well demanded, wench: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tale provokes that question. Dear, they durst not,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dear the love my people bore me, nor set</w:t>
      </w:r>
      <w:r w:rsidR="007F4762">
        <w:rPr>
          <w:rFonts w:ascii="Georgia" w:eastAsiaTheme="minorEastAsia" w:hAnsi="Georgia"/>
          <w:lang w:bidi="ar-SA"/>
        </w:rPr>
        <w:t xml:space="preserv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mark so bloody on the business, but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colours fairer painted their foul ends.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few, they hurried us aboard a bark,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Bore us some leagues to sea; where they prepared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rotten carcass of a boat, not rigg’d,</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240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Nor tackle, sail, nor mast; the very rats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Instinctively had quit it: there they hoist us,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cry to the sea that roar’d to us, to sigh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the winds whose pity, sighing back again,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Did us but loving wrong.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b/>
      </w: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Alack, what trouble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Was I then to you!</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a cherubim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wast that did preserve me. Thou didst smile.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Infused with a fortitude from heaven,</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250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When I have deck’d the sea with drops full salt,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Under my burthen groan’d; which raised in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 undergoing stomach, to bear up</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Against what should ensue.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How came we ashore?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By Providence divine.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Some food we had and some fresh water that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noble Neapolitan, 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Out of his charity, being then appointed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Master of this design, did give us, with</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260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Rich garments, linens, stuffs and necessaries,</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Which since have steaded much; so, of his gentleness,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Knowing I loved my books, he furnish’d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From mine own library with volumes that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prize above my dukedom.</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Would I might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ever see that man!</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Now I arise: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Resumes his mantle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Sit still, and hear the last of our sea-sorrow.</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270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Here in this island we arrived; and here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Have I, thy schoolmaster, made thee more profit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Than other princesses can that have more time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vainer hours and tutors not so careful.</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Heavens thank you for’t! And now, I pray you, sir,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For still ‘tis beating in my mind, your reason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raising this sea-storm?</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Know thus far forth.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By accident most strange, bountiful Fortune,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Now my dear lady, hath mine enemies</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280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Brought to this shore; and by my prescience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find my zenith doth depend upon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most auspicious star, whose influence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now I court not but omit, my fortunes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Will ever after droop. Here cease more questions: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Thou art inclined to sleep; ‘tis a good dulness,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give it way: I know thou canst not choose.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MIRANDA sleeps</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Come away, servant, come. I am ready now.</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Approach, my Ariel, come.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ARIEL</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All hail, great master! grave sir, hail! I come</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290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answer thy best pleasure; be’t to fly,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swim, to dive into the fire, to ride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On the curl’d clouds, to thy strong bidding task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Ariel and all his quality.</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lastRenderedPageBreak/>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Hast thou, spirit,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Perform’d to point the tempest that I bade thee?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every article.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boarded the king’s ship; now on the beak,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Now in the waist, the deck, in every cabin,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flamed amazement: sometime I’ld divide,</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300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burn in many places; on the topmast,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yards and bowsprit, would I flame distinctly,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Then meet and join. Jove’s lightnings, the precursors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the dreadful thunder-claps, more momentary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sight-outrunning were not; the fire and cracks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Of sulphurous roaring the most mighty Neptune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Seem to besiege and make his bold waves tremble,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Yea, his dread trident shake.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brave spirit!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 was so firm, so constant, that this coil</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310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Would not infect his reason?</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Not a soul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felt a fever of the mad and play’d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Some tricks of desperation. All but mariners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Plunged in the foaming brine and quit the vessel,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Then all afire with me: the king’s son, Ferdinand,</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hair up-staring,—then like reeds, not hair,—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Was the first man that leap’d; cried, ‘Hell is empty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all the devils are here.’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Why that’s my spirit!</w:t>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ab/>
        <w:t>320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was not this nigh shore?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Close by, my master.</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are they, Ariel, safe?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Not a hair perish’d;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On their sustaining garments not a blemish,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fresher than before: and, as thou badest me,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troops I have dispersed them ‘bout the isle.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king’s son have I landed by himself;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Whom I left cooling of the air with sighs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an odd angle of the isle and sitting,</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330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His arms in this sad knot.</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the king’s ship</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mariners say how thou hast disposed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all the rest o’ the fleet.</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Safely in harbour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Is the king’s ship; in the deep nook, where once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call’dst me up at midnight to fetch dew</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From the still-vex’d Bermoothes, there she’s hid: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mariners all under hatches stow’d;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 with a charm join’d to their suffer’d labour,</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340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left asleep; and for the rest o’ the fleet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I dispersed, they all have met again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are upon the Mediterranean flote,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Bound sadly home for Naples,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Supposing that they saw the king’s ship wreck’d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his great person perish.</w:t>
      </w:r>
      <w:r w:rsidR="007F4762">
        <w:rPr>
          <w:rFonts w:ascii="Georgia" w:eastAsiaTheme="minorEastAsia" w:hAnsi="Georgia"/>
          <w:lang w:bidi="ar-SA"/>
        </w:rPr>
        <w:t xml:space="preserv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Ariel, thy charge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Exactly is perform’d: but there’s more work.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is the time o’ the day?</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Past the mid season.</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350</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At least two glasses. The time ‘twixt six and now</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Must by us both be spent most preciously.</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there more toil? Since thou dost give me pains,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Let me remember thee what thou hast promised,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is not yet perform’d me.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How now? moody?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is’t thou canst demand?</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liberty.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Before the time be out? no more!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prithee,</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360</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Remember I have done thee worthy service;</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Told thee no lies, made thee no mistakings, served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Without or grudge or grumblings: thou didst promise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bate me a full year.</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Dost thou forget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From what a torment I did free thee?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dost, and think’st it much to tread the ooze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the salt deep,</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run upon the sharp wind of the north,</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370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do me business in the veins o’ the earth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When it is baked with frost.</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do not, sir.</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liest, malignant thing! Hast thou forgot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foul witch Sycorax, who with age and envy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Was grown into a hoop? hast thou forgot her?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 sir.</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hast. Where was she born? speak; tell me.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Sir, in Argier.</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was she so? I must</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380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Once in a month recount what thou hast been,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thou forget’st. This damn’d witch Sycorax,</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mischiefs manifold and sorceries terrible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enter human hearing, from Argier,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know’st, was banish’d: for one thing she did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They would not take her life. Is not this true?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Ay, sir.</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blue-eyed hag was hither brought with child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here was left by the sailors. Thou, my slave,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thou report’st thyself, wast then her servant;</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390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for thou wast a spirit too delicate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act her earthy and abhorr’d commands,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Refusing her grand hests, she did confine thee,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By help of her more potent ministers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in her most unmitigable rage,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Into a cloven pine; within which rift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Imprison’d thou didst painfully remain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dozen years; within which space she died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left thee there; where thou didst vent thy groans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fast as mill-wheels strike. Then was this island—</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400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Save for the son that she did litter here,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freckled whelp hag-born—not honour’d with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human shape.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Yes, Caliban her son.</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lastRenderedPageBreak/>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Dull thing, I say so; he, that 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Whom now I keep in service. Thou best know’st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torment I did find thee in; thy groans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Did make wolves howl and penetrate the breasts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ever angry bears: it was a torment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lay upon the damn’d, which Sycorax</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410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Could not again undo: it was mine art,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When I arrived and heard thee, that made gape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pine and let thee out.</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thank thee, master.</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thou more murmur’st, I will rend an oak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peg thee in his knotty entrails till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hast howl’d away twelve winters.</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Pardon, master;</w:t>
      </w:r>
      <w:r w:rsidRPr="00AD1C6F">
        <w:rPr>
          <w:rFonts w:ascii="Georgia" w:eastAsiaTheme="minorEastAsia" w:hAnsi="Georgia"/>
          <w:lang w:bidi="ar-SA"/>
        </w:rPr>
        <w:tab/>
        <w:t>I will be correspondent to command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do my spiriting gently.</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so, and after two days</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420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will discharge thee.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That’s my noble master!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shall I do? say what; what shall I do?</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 make thyself like a nymph o’ the sea: be subject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 xml:space="preserve">To no sight but thine and mine, invisible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every eyeball else. Go take this shape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hither come in’t: go, hence with diligence!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Exit 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Awake, dear heart, awake! thou hast slept well; Awake!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strangeness of your story put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Heaviness in me.</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430</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Shake it off. Come 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We’ll visit Caliban my slave, who never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Yields us kind answer.</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‘Tis a villain, sir,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 do not love to look on.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as ‘tis,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 cannot miss him: he does make our fire,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Fetch in our wood and serves in offices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profit us. What, ho! slave! 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earth, thou! speak.</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440</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[Within]</w:t>
      </w:r>
      <w:r w:rsidRPr="00AD1C6F">
        <w:rPr>
          <w:rFonts w:ascii="Georgia" w:eastAsiaTheme="minorEastAsia" w:hAnsi="Georgia"/>
          <w:lang w:bidi="ar-SA"/>
        </w:rPr>
        <w:t xml:space="preserve"> There’s wood enough within.</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Come forth, I say! there’s other business for thee: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Come, thou tortoise! when?</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Re-enter ARIEL like a water-nymph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Fine apparition! My quaint 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 xml:space="preserve">Hark in thine ear.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lord it shall be done.</w:t>
      </w:r>
    </w:p>
    <w:p w:rsid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Exit</w:t>
      </w:r>
    </w:p>
    <w:p w:rsidR="001D6ADB" w:rsidRPr="00AD1C6F" w:rsidRDefault="001D6ADB" w:rsidP="00AD1C6F">
      <w:pPr>
        <w:pStyle w:val="BlockQuote"/>
        <w:rPr>
          <w:rFonts w:ascii="Georgia" w:eastAsiaTheme="minorEastAsia" w:hAnsi="Georgia"/>
          <w:i/>
          <w:iCs/>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Thou poisonous slave, got by the devil himself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Upon thy wicked dam, come forth!</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CALIBAN</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wicked dew as e’er my mother brush’d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raven’s feather from unwholesome fen</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450</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Drop on you both! a south-west blow on ye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blister you all o’er!</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this, be sure, to-night thou shalt have cramps,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Side-stitches that shall pen thy breath up; urchins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Shall, for that vast of night that they may work,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All exercise on thee; thou shalt be pinch’d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thick as honeycomb, each pinch more stinging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Than bees that made ‘em.</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must eat my dinner.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island’s mine, by Sycorax my mother,</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460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thou takest from me. When thou camest first,</w:t>
      </w:r>
    </w:p>
    <w:p w:rsidR="00AD1C6F" w:rsidRPr="00AD1C6F" w:rsidRDefault="00AD1C6F" w:rsidP="00AD1C6F">
      <w:pPr>
        <w:pStyle w:val="BlockQuote"/>
        <w:rPr>
          <w:rFonts w:ascii="Georgia" w:eastAsiaTheme="minorEastAsia" w:hAnsi="Georgia"/>
          <w:spacing w:val="-7"/>
          <w:lang w:bidi="ar-SA"/>
        </w:rPr>
      </w:pPr>
      <w:r w:rsidRPr="00AD1C6F">
        <w:rPr>
          <w:rFonts w:ascii="Georgia" w:eastAsiaTheme="minorEastAsia" w:hAnsi="Georgia"/>
          <w:spacing w:val="-7"/>
          <w:lang w:bidi="ar-SA"/>
        </w:rPr>
        <w:t>Thou strokedst me and madest much of me, wouldst give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Water with berries in’t, and teach me how</w:t>
      </w:r>
    </w:p>
    <w:p w:rsidR="00AD1C6F" w:rsidRPr="00AD1C6F" w:rsidRDefault="00AD1C6F" w:rsidP="00AD1C6F">
      <w:pPr>
        <w:pStyle w:val="BlockQuote"/>
        <w:rPr>
          <w:rFonts w:ascii="Georgia" w:eastAsiaTheme="minorEastAsia" w:hAnsi="Georgia"/>
          <w:spacing w:val="-2"/>
          <w:lang w:bidi="ar-SA"/>
        </w:rPr>
      </w:pPr>
      <w:r w:rsidRPr="00AD1C6F">
        <w:rPr>
          <w:rFonts w:ascii="Georgia" w:eastAsiaTheme="minorEastAsia" w:hAnsi="Georgia"/>
          <w:spacing w:val="-2"/>
          <w:lang w:bidi="ar-SA"/>
        </w:rPr>
        <w:t>To name the bigger light, and how the less,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2"/>
          <w:lang w:bidi="ar-SA"/>
        </w:rPr>
        <w:t xml:space="preserve">That burn by day and night: and then I loved thee </w:t>
      </w:r>
      <w:r w:rsidRPr="00AD1C6F">
        <w:rPr>
          <w:rFonts w:ascii="Georgia" w:eastAsiaTheme="minorEastAsia" w:hAnsi="Georgia"/>
          <w:lang w:bidi="ar-SA"/>
        </w:rPr>
        <w:tab/>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And show’d thee all the qualities o’ the isle,</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The fresh springs, brine-pits, barren place and fertile:</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Cursed be I that did so! All the charms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Sycorax, toads, beetles, bats, light on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I am all the subjects that you have,</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470</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Which first was mine own king: and here you sty me</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In this hard rock, whiles you do keep from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rest o’ the island.</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most lying slave,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7"/>
          <w:lang w:bidi="ar-SA"/>
        </w:rPr>
        <w:t>Whom stripes may move, not kindness! I have used thee,</w:t>
      </w:r>
      <w:r w:rsidRPr="00AD1C6F">
        <w:rPr>
          <w:rFonts w:ascii="Georgia" w:eastAsiaTheme="minorEastAsia" w:hAnsi="Georgia"/>
          <w:spacing w:val="-7"/>
          <w:lang w:bidi="ar-SA"/>
        </w:rPr>
        <w:tab/>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Filth as thou art, with human care, and lodged thee</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In mine own cell, till thou didst seek to violate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honour of my child.</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ho, O ho! would’t had been done!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didst prevent me; I had peopled else</w:t>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ab/>
        <w:t>480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isle with Calibans.</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Abhorred slave,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any print of goodness wilt not take,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Being capable of all ill! I pitied thee,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2"/>
          <w:lang w:bidi="ar-SA"/>
        </w:rPr>
        <w:t>Took pains to make thee speak, taught thee each hour</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One thing or other: when thou didst not, savage,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Know thine own meaning, but wouldst gabble like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thing most brutish, I endow’d thy purposes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words that made them known. But thy vile race,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Though thou didst learn, had that in’t which</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490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good natures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Could not abide to be with; therefore wast thou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Deservedly confined into this rock,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 hadst deserved more than a prison.</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You taught me language; and my profit on’t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I know how to curse. The red plague rid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learning me your language!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Hag-seed, hence!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Fetch us in fuel; and be quick, thou’rt best,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answer other business. Shrug’st thou, malice?</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500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thou neglect’st or dost unwillingly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I command, I’ll rack thee with old cramps,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Fill all thy bones with aches, make thee roar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beasts shall tremble at thy din.</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No, pray thee.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w:t>
      </w:r>
      <w:r w:rsidRPr="00AD1C6F">
        <w:rPr>
          <w:rFonts w:ascii="Georgia" w:eastAsiaTheme="minorEastAsia" w:hAnsi="Georgia"/>
          <w:lang w:bidi="ar-SA"/>
        </w:rPr>
        <w:t>] I must obey: his art is of such power,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It would control my dam’s god, Setebos,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make a vassal of him.</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slave; hence!</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510</w:t>
      </w:r>
    </w:p>
    <w:p w:rsidR="001D6ADB"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Exit CALIBAN</w:t>
      </w:r>
    </w:p>
    <w:p w:rsidR="001D6ADB"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 xml:space="preserve">Re-enter ARIEL, invisible, playing and singing; </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FERDINAND following</w:t>
      </w:r>
      <w:r w:rsidRPr="00AD1C6F">
        <w:rPr>
          <w:rFonts w:ascii="Georgia" w:eastAsiaTheme="minorEastAsia" w:hAnsi="Georgia"/>
          <w:i/>
          <w:iCs/>
          <w:lang w:bidi="ar-SA"/>
        </w:rPr>
        <w:tab/>
      </w:r>
    </w:p>
    <w:p w:rsidR="00AD1C6F" w:rsidRPr="00AD1C6F" w:rsidRDefault="00AD1C6F" w:rsidP="00AD1C6F">
      <w:pPr>
        <w:pStyle w:val="BlockQuote"/>
        <w:rPr>
          <w:rFonts w:ascii="Georgia" w:eastAsiaTheme="minorEastAsia" w:hAnsi="Georgia"/>
          <w:i/>
          <w:iCs/>
          <w:lang w:bidi="ar-SA"/>
        </w:rPr>
      </w:pPr>
    </w:p>
    <w:p w:rsidR="00AD1C6F" w:rsidRPr="00AD1C6F" w:rsidRDefault="00AD1C6F" w:rsidP="001D6ADB">
      <w:pPr>
        <w:pStyle w:val="BlockQuote"/>
        <w:jc w:val="center"/>
        <w:rPr>
          <w:rFonts w:ascii="Georgia" w:eastAsiaTheme="minorEastAsia" w:hAnsi="Georgia"/>
          <w:i/>
          <w:iCs/>
          <w:lang w:bidi="ar-SA"/>
        </w:rPr>
      </w:pPr>
      <w:r w:rsidRPr="00AD1C6F">
        <w:rPr>
          <w:rFonts w:ascii="Georgia" w:eastAsiaTheme="minorEastAsia" w:hAnsi="Georgia"/>
          <w:i/>
          <w:iCs/>
          <w:lang w:bidi="ar-SA"/>
        </w:rPr>
        <w:t>ARIEL’S song.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Come unto these yellow sands,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then take hands: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Courtsied when you have and kiss’d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wild waves whist,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Foot it featly here and there;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sweet sprites, the burthen bear.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Hark, hark!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Burthen dispersedly, within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watch-dogs bark!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Burthen Bow-wow</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520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Hark, hark! I hear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strain of strutting chanticleer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Cry, Cock-a-diddle-dow.</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 should this music be? i’ the air or the earth?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It sounds no more: and sure, it waits upon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Some god o’ the island. Sitting on a bank,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Weeping again the king my father’s wreck,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This music crept by me upon the waters,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Allaying both their fury and my passion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its sweet air: thence I have follow’d it,</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530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it hath drawn me rather. But ‘tis gone.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 it begins again.</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i/>
          <w:iCs/>
          <w:lang w:bidi="ar-SA"/>
        </w:rPr>
      </w:pPr>
      <w:r w:rsidRPr="00AD1C6F">
        <w:rPr>
          <w:rFonts w:ascii="Georgia" w:eastAsiaTheme="minorEastAsia" w:hAnsi="Georgia"/>
          <w:i/>
          <w:iCs/>
          <w:lang w:bidi="ar-SA"/>
        </w:rPr>
        <w:t>ARIEL sings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Full fathom five thy father lies;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his bones are coral made;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Those are pearls that were his eyes: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Nothing of him that doth fade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doth suffer a sea-change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Into something rich and strange.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Sea-nymphs hourly ring his knell</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540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Burthen Ding-dong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Hark! now I hear them,—Ding-dong, bell.</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ditty does remember my drown’d father.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is no mortal business, nor no sound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the earth owes. I hear it now above me.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The fringed curtains of thine eye advance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say what thou seest yond.</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is’t? a spirit?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Lord, how it looks about! Believe me, sir,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It carries a brave form. But ‘tis a spirit. </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550</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No, wench; it eats and sleeps and hath such senses</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As we have, such. This gallant which thou seest</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Was in the wreck; and, but he’s something stain’d</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With grief that’s beauty’s canker, thou mightst call him</w:t>
      </w:r>
      <w:r w:rsidRPr="00AD1C6F">
        <w:rPr>
          <w:rFonts w:ascii="Georgia" w:eastAsiaTheme="minorEastAsia" w:hAnsi="Georgia"/>
          <w:lang w:bidi="ar-SA"/>
        </w:rPr>
        <w:tab/>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A goodly person: he hath lost his fellows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strays about to find ‘em.</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I might call him</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A thing divine, for nothing natural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ever saw so noble.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w:t>
      </w:r>
      <w:r w:rsidRPr="00AD1C6F">
        <w:rPr>
          <w:rFonts w:ascii="Georgia" w:eastAsiaTheme="minorEastAsia" w:hAnsi="Georgia"/>
          <w:lang w:bidi="ar-SA"/>
        </w:rPr>
        <w:t xml:space="preserve">] It goes on, I see, </w:t>
      </w:r>
      <w:r w:rsidRPr="00AD1C6F">
        <w:rPr>
          <w:rFonts w:ascii="Georgia" w:eastAsiaTheme="minorEastAsia" w:hAnsi="Georgia"/>
          <w:lang w:bidi="ar-SA"/>
        </w:rPr>
        <w:tab/>
      </w:r>
      <w:r w:rsidRPr="00AD1C6F">
        <w:rPr>
          <w:rFonts w:ascii="Georgia" w:eastAsiaTheme="minorEastAsia" w:hAnsi="Georgia"/>
          <w:lang w:bidi="ar-SA"/>
        </w:rPr>
        <w:tab/>
      </w:r>
      <w:r w:rsidRPr="00AD1C6F">
        <w:rPr>
          <w:rFonts w:ascii="Georgia" w:eastAsiaTheme="minorEastAsia" w:hAnsi="Georgia"/>
          <w:lang w:bidi="ar-SA"/>
        </w:rPr>
        <w:tab/>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560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my soul prompts it. Spirit, fine spirit! I’ll free thee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Within two days for this.</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Most sure, the goddess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On whom these airs attend! Vouchsafe my prayer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May know if you remain upon this island;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that you will some good instruction give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How I may bear me here: my prime request,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Which I do last pronounce, is, O you wonder!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you be maid or no?</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No wonder, sir; </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570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certainly a maid.</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language! heavens!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am the best of them that speak this speech,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Were I but where ‘tis spoken.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b/>
      </w: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How? the best?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wert thou, if the King of Naples heard thee?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A single thing, as I am now, that wonders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hear thee speak of Naples. He does hear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that he does I weep: myself am Naples,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Who with mine eyes, never since at ebb, beheld </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580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king my father wreck’d.</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Alack, for mercy!</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Yes, faith, and all his lords; the Duke of Milan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his brave son being twain.</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w:t>
      </w:r>
      <w:r w:rsidRPr="00AD1C6F">
        <w:rPr>
          <w:rFonts w:ascii="Georgia" w:eastAsiaTheme="minorEastAsia" w:hAnsi="Georgia"/>
          <w:lang w:bidi="ar-SA"/>
        </w:rPr>
        <w:t>] The Duke of Milan</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And his more braver daughter could control thee,</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If now ‘twere fit to do’t. At the first sight</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They have changed eyes. Delicate 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set thee free for this.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To 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 word, good sir; </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590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fear you have done yourself some wrong: a word.</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Why speaks my father so ungently? This</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Is the third man that e’er I saw, the first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e’er I sigh’d for: pity move my father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be inclined my way!</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O, if a virgin,</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And your affection not gone forth, I’ll make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queen of Naples.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Soft, sir! one word more.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w:t>
      </w:r>
      <w:r w:rsidRPr="00AD1C6F">
        <w:rPr>
          <w:rFonts w:ascii="Georgia" w:eastAsiaTheme="minorEastAsia" w:hAnsi="Georgia"/>
          <w:lang w:bidi="ar-SA"/>
        </w:rPr>
        <w: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4"/>
          <w:lang w:bidi="ar-SA"/>
        </w:rPr>
        <w:t xml:space="preserve">They are both in either’s powers; but this swift business </w:t>
      </w:r>
      <w:r w:rsidRPr="00AD1C6F">
        <w:rPr>
          <w:rFonts w:ascii="Georgia" w:eastAsiaTheme="minorEastAsia" w:hAnsi="Georgia"/>
          <w:spacing w:val="-4"/>
          <w:lang w:bidi="ar-SA"/>
        </w:rPr>
        <w:tab/>
      </w:r>
      <w:r w:rsidR="001D6ADB">
        <w:rPr>
          <w:rFonts w:ascii="Georgia" w:eastAsiaTheme="minorEastAsia" w:hAnsi="Georgia"/>
          <w:spacing w:val="-4"/>
          <w:lang w:bidi="ar-SA"/>
        </w:rPr>
        <w:tab/>
      </w:r>
      <w:r w:rsidRPr="00AD1C6F">
        <w:rPr>
          <w:rFonts w:ascii="Georgia" w:eastAsiaTheme="minorEastAsia" w:hAnsi="Georgia"/>
          <w:spacing w:val="-4"/>
          <w:lang w:bidi="ar-SA"/>
        </w:rPr>
        <w:t>600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must uneasy make, lest too light winning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Make the prize light.</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To FERDINAND</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One word more; I charge thee</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That thou attend me: thou dost here usurp</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The name thou owest not; and hast put thyself</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Upon this island as a spy, to win 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From me, the lord on’t.</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 as I am a man.</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There’s nothing ill can dwell in such a temple: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If the ill spirit have so fair a house, </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610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Good things will strive to dwell with’t.</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Follow me.</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Speak not you for him; he’s a traitor. Come;</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I’ll manacle thy neck and feet together:</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Sea-water shalt thou drink; thy food shall be</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The fresh-brook muscles, wither’d roots and husks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Wherein the acorn cradled. Follow.</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w:t>
      </w:r>
      <w:r w:rsidRPr="00AD1C6F">
        <w:rPr>
          <w:rFonts w:ascii="Georgia" w:eastAsiaTheme="minorEastAsia" w:hAnsi="Georgia"/>
          <w:lang w:bidi="ar-SA"/>
        </w:rPr>
        <w:br/>
        <w:t>I will resist such entertainment till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Mine enemy has more power.</w:t>
      </w:r>
      <w:r w:rsidR="007F4762">
        <w:rPr>
          <w:rFonts w:ascii="Georgia" w:eastAsiaTheme="minorEastAsia" w:hAnsi="Georgia"/>
          <w:lang w:bidi="ar-SA"/>
        </w:rPr>
        <w:t xml:space="preserve"> </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620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Draws, and is charmed from moving</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O dear father,</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Make not too rash a trial of him, for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He’s gentle and not fearful.</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What? I say,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foot my tutor? Put thy sword up, traitor;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 makest a show but darest not strike, thy conscience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so possess’d with guilt: come from thy ward,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I can here disarm thee with this stick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make thy weapon drop.</w:t>
      </w:r>
      <w:r w:rsidRPr="00AD1C6F">
        <w:rPr>
          <w:rFonts w:ascii="Georgia" w:eastAsiaTheme="minorEastAsia" w:hAnsi="Georgia"/>
          <w:lang w:bidi="ar-SA"/>
        </w:rPr>
        <w:tab/>
      </w:r>
      <w:r w:rsidRPr="00AD1C6F">
        <w:rPr>
          <w:rFonts w:ascii="Georgia" w:eastAsiaTheme="minorEastAsia" w:hAnsi="Georgia"/>
          <w:lang w:bidi="ar-SA"/>
        </w:rPr>
        <w:tab/>
      </w:r>
      <w:r w:rsidRPr="00AD1C6F">
        <w:rPr>
          <w:rFonts w:ascii="Georgia" w:eastAsiaTheme="minorEastAsia" w:hAnsi="Georgia"/>
          <w:lang w:bidi="ar-SA"/>
        </w:rPr>
        <w:tab/>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630</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Beseech you, father.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lastRenderedPageBreak/>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Hence! hang not on my garments.</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Sir, have pity;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be his surety.</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Silence! one word more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Shall make me chide thee, if not hate thee. What!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 advocate for an imposter! hush!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think’st there is no more such shapes as he,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Having seen but him and Caliban: foolish wench!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the most of men this is a Caliban</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640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they to him are angels.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My affections</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Are then most humble; I have no ambition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see a goodlier man.</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Come on; obey: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Thy nerves are in their infancy again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have no vigour in them.</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they are;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spirits, as in a dream, are all bound up.</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father’s loss, the weakness which I feel,</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650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wreck of all my friends, nor this man’s threats,</w:t>
      </w:r>
      <w:r w:rsidR="007F4762">
        <w:rPr>
          <w:rFonts w:ascii="Georgia" w:eastAsiaTheme="minorEastAsia" w:hAnsi="Georgia"/>
          <w:lang w:bidi="ar-SA"/>
        </w:rPr>
        <w:t xml:space="preserv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whom I am subdued, are but light to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Might I but through my prison once a day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Behold this maid: all corners else o’ the earth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Let liberty make use of; space enough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Have I in such a prison.</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w:t>
      </w:r>
      <w:r w:rsidRPr="00AD1C6F">
        <w:rPr>
          <w:rFonts w:ascii="Georgia" w:eastAsiaTheme="minorEastAsia" w:hAnsi="Georgia"/>
          <w:lang w:bidi="ar-SA"/>
        </w:rPr>
        <w:t>] It works.</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To FERDINAND</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Come 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hast done well, fine Ariel!</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To FERDINAND</w:t>
      </w:r>
      <w:r w:rsidRPr="00AD1C6F">
        <w:rPr>
          <w:rFonts w:ascii="Georgia" w:eastAsiaTheme="minorEastAsia" w:hAnsi="Georgia"/>
          <w:i/>
          <w:iCs/>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Follow me.</w:t>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ab/>
        <w:t>660</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 xml:space="preserve">To ARIEL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Hark what thou else shalt do me.</w:t>
      </w:r>
      <w:r w:rsidRPr="00AD1C6F">
        <w:rPr>
          <w:rFonts w:ascii="Georgia" w:eastAsiaTheme="minorEastAsia" w:hAnsi="Georgia"/>
          <w:lang w:bidi="ar-SA"/>
        </w:rPr>
        <w:tab/>
        <w:t xml:space="preserve"> </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MIRANDA</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Be of comfort;</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My father’s of a better nature, sir,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Than he appears by speech: this is unwonted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now came from him.</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Thou shalt be free</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As mountain winds: but then exactly do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All points of my command.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b/>
      </w: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the syllable.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Come, follow. Speak not for him.</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670</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Exeunt</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ACT II</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SCENE I. Another part of the island.</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lastRenderedPageBreak/>
        <w:t xml:space="preserve">Enter ALONSO, SEBASTIAN, ANTONIO, GONZALO, ADRIAN, FRANCISCO, and others </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Beseech you, sir, be merry; you have cause,</w:t>
      </w:r>
      <w:r w:rsidR="007F4762">
        <w:rPr>
          <w:rFonts w:ascii="Georgia" w:eastAsiaTheme="minorEastAsia" w:hAnsi="Georgia"/>
          <w:lang w:bidi="ar-SA"/>
        </w:rPr>
        <w:t xml:space="preserv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have we all, of joy; for our escape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much beyond our loss. Our hint of woe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common; every day some sailor’s wife,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masters of some merchant and the merchant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Have just our theme of woe; but for the miracle,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mean our preservation, few in millions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Can speak like us: then wisely, good sir, weigh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Our sorrow with our comfort.</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Prithee, peace.</w:t>
      </w:r>
      <w:r w:rsidRPr="00AD1C6F">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001D6ADB">
        <w:rPr>
          <w:rFonts w:ascii="Georgia" w:eastAsiaTheme="minorEastAsia" w:hAnsi="Georgia"/>
          <w:lang w:bidi="ar-SA"/>
        </w:rPr>
        <w:tab/>
      </w:r>
      <w:r w:rsidRPr="00AD1C6F">
        <w:rPr>
          <w:rFonts w:ascii="Georgia" w:eastAsiaTheme="minorEastAsia" w:hAnsi="Georgia"/>
          <w:lang w:bidi="ar-SA"/>
        </w:rPr>
        <w:t>680</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He receives comfort like cold porridge.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visitor will not give him o’er so.</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Look he’s winding up the watch of his wit;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by and by it will strike.</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Sir,—</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One: tell.</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GONZALO</w:t>
      </w:r>
    </w:p>
    <w:p w:rsidR="001D6ADB" w:rsidRDefault="00AD1C6F" w:rsidP="00AD1C6F">
      <w:pPr>
        <w:pStyle w:val="BlockQuote"/>
        <w:rPr>
          <w:rFonts w:ascii="Georgia" w:eastAsiaTheme="minorEastAsia" w:hAnsi="Georgia"/>
          <w:lang w:bidi="ar-SA"/>
        </w:rPr>
      </w:pPr>
      <w:r w:rsidRPr="00AD1C6F">
        <w:rPr>
          <w:rFonts w:ascii="Georgia" w:eastAsiaTheme="minorEastAsia" w:hAnsi="Georgia"/>
          <w:lang w:bidi="ar-SA"/>
        </w:rPr>
        <w:t>When every grief is entertain’d that’s offer’d,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Comes to the entertainer—</w:t>
      </w:r>
    </w:p>
    <w:p w:rsidR="00AD1C6F" w:rsidRPr="00AD1C6F" w:rsidRDefault="00AD1C6F" w:rsidP="00AD1C6F">
      <w:pPr>
        <w:pStyle w:val="BlockQuote"/>
        <w:rPr>
          <w:rFonts w:ascii="Georgia" w:eastAsiaTheme="minorEastAsia" w:hAnsi="Georgia"/>
          <w:lang w:bidi="ar-SA"/>
        </w:rPr>
      </w:pPr>
    </w:p>
    <w:p w:rsidR="00AD1C6F" w:rsidRPr="00AD1C6F" w:rsidRDefault="00AD1C6F" w:rsidP="001D6ADB">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dollar.</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Dolour comes to him, indeed: you</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690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have spoken truer than you purposed.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 have taken it wiselier than I meant you should.</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Therefore, my lord,—</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Fie, what a spendthrift is he of his tongue!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prithee, spare.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Well, I have done: but yet,—</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 will be talking.</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Which, of he or Adrian, for a good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wager, first begins to crow?</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old cock.</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700</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lastRenderedPageBreak/>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The cockerel.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Done. The wager?</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laughter.</w:t>
      </w:r>
    </w:p>
    <w:p w:rsidR="00BB0574" w:rsidRPr="00AD1C6F" w:rsidRDefault="00BB0574"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match!</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ADRIAN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Though this island seem to be desert,—</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 ha, ha! So, you’re paid.</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ADRIAN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Uninhabitable and almost inaccessible,—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Yet,—</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ADRIAN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Yet,—</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He could not miss’t. </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710</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ADRIAN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2"/>
          <w:lang w:bidi="ar-SA"/>
        </w:rPr>
        <w:t>It must needs be of subtle, tender and delicate temperance.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Temperance was a delicate wench.</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Ay, and a subtle; as he most learnedly delivered.</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ADRIAN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air breathes upon us here most sweetly.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if it had lungs and rotten ones.</w:t>
      </w:r>
      <w:r w:rsidRPr="00AD1C6F">
        <w:rPr>
          <w:rFonts w:ascii="Georgia" w:eastAsiaTheme="minorEastAsia" w:hAnsi="Georgia"/>
          <w:lang w:bidi="ar-SA"/>
        </w:rPr>
        <w:tab/>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b/>
      </w: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as ‘twere perfumed by a fen.</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Here is everything advantageous to life.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True; save means to live.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that there’s none, or little.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How lush and lusty the grass looks! how green! </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720</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ground indeed is tawny.</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an eye of green in’t.</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 misses not much.</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 he doth but mistake the truth totally.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the rarity of it is,—which is indeed almost beyond credit,—</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many vouched rarities are.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our garments, being, as they were, drenched 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sea, hold notwithstanding their freshness 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glosses, being rather new-dyed than stained with </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730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salt water.</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If but one of his pockets could speak, would it not</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say he lies?</w:t>
      </w:r>
    </w:p>
    <w:p w:rsidR="00BB0574" w:rsidRPr="00AD1C6F" w:rsidRDefault="00BB0574"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Ay, or very falsely pocket up his report</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Methinks our garments are now as fresh as when we</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put them on first in Afric, at the marriage of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king’s fair daughter Claribel to the King of Tunis.</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4"/>
          <w:lang w:bidi="ar-SA"/>
        </w:rPr>
        <w:t>‘Twas a sweet marriage, and we prosper well in our return.</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ADRIAN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Tunis was never graced before with such a paragon to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their queen.</w:t>
      </w:r>
      <w:r w:rsidR="007F4762">
        <w:rPr>
          <w:rFonts w:ascii="Georgia" w:eastAsiaTheme="minorEastAsia" w:hAnsi="Georgia"/>
          <w:lang w:bidi="ar-SA"/>
        </w:rPr>
        <w:t xml:space="preserve"> </w:t>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ab/>
        <w:t>740</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Not since widow Dido’s time.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Widow! a pox o’ that! How came that widow in? Widow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Dido!</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if he had said ‘widower Aeneas’ too? Good Lord,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how you take it!</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ADRIAN</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‘Widow Dido’ said you? you make me study of that: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she was of Carthage, not of Tunis.</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Tunis, sir, was Carthage.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ADRIAN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Carthage?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 assure you, Carthage. </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750</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His word is more than the miraculous harp; he hath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raised the wall and houses too.</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impossible matter will he make easy next?</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think he will carry this island home in his pocket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and give it his son for an apple.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sowing the kernels of it in the sea, bring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forth more islands.</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Ay.</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Why, in good time.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Sir, we were talking that our garments seem now</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760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fresh as when we were at Tunis at the marriage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your daughter, who is now queen.</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the rarest that e’er came there.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Bate, I beseech you, widow Dido.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b/>
      </w: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widow Dido! ay, widow Dido.</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Is not, sir, my doublet as fresh as the first day I</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wore it? I mean, in a sort.</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sort was well fished for.</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When I wore it at your daughter’s marriage?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You cram these words into mine ears against </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770</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The stomach of my sense. Would I had never</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Married my daughter there! for, coming thence,</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My son is lost and, in my rate, she too,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Who is so far from Italy removed</w:t>
      </w:r>
      <w:r w:rsidRPr="00AD1C6F">
        <w:rPr>
          <w:rFonts w:ascii="Georgia" w:eastAsiaTheme="minorEastAsia" w:hAnsi="Georgia"/>
          <w:lang w:bidi="ar-SA"/>
        </w:rPr>
        <w:tab/>
      </w:r>
      <w:r w:rsidRPr="00AD1C6F">
        <w:rPr>
          <w:rFonts w:ascii="Georgia" w:eastAsiaTheme="minorEastAsia" w:hAnsi="Georgia"/>
          <w:lang w:bidi="ar-SA"/>
        </w:rPr>
        <w:br/>
        <w:t>I ne’er again shall see her. O thou mine heir</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Of Naples and of Milan, what strange fish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Hath made his meal on thee?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FRANCISCO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Sir, he may live: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saw him beat the surges under him,</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ride upon their backs; he trod the water, </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780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Whose enmity he flung aside, and breasted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surge most swoln that met him; his bold head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‘Bove the contentious waves he kept, and oar’d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Himself with his good arms in lusty stroke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the shore, that o’er his wave-worn basis bow’d,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stooping to relieve him: I not doubt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 came alive to land.</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 no, he’s gone.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Sir, you may thank yourself for this great loss,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would not bless our Europe with your daughter,</w:t>
      </w:r>
      <w:r w:rsidRPr="00AD1C6F">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790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rather lose her to an African;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 she at least is banish’d from your eye,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 hath cause to wet the grief on’t.</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lastRenderedPageBreak/>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Prithee, peace.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You were kneel’d to and importuned otherwise</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By all of us, and the fair soul herself</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Weigh’d between loathness and obedience, 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end o’ the beam should bow. We have lost your</w:t>
      </w:r>
      <w:r w:rsidR="00BB0574">
        <w:rPr>
          <w:rFonts w:ascii="Georgia" w:eastAsiaTheme="minorEastAsia" w:hAnsi="Georgia"/>
          <w:lang w:bidi="ar-SA"/>
        </w:rPr>
        <w:t xml:space="preserve"> </w:t>
      </w:r>
      <w:r w:rsidRPr="00AD1C6F">
        <w:rPr>
          <w:rFonts w:ascii="Georgia" w:eastAsiaTheme="minorEastAsia" w:hAnsi="Georgia"/>
          <w:lang w:bidi="ar-SA"/>
        </w:rPr>
        <w:t>son,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 fear, for ever: Milan and Naples have </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800</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More widows in them of this business’ making</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Than we bring men to comfort them: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fault’s your own.</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is the dear’st o’ the loss.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My lord Sebastian,</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The truth you speak doth lack some gentleness</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And time to speak it in: you rub the sore,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When you should bring the plaster.</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Very well.</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most chirurgeonly. </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810</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It is foul weather in us all, good sir,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When you are cloudy.</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Foul weather?</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Very foul.</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Had I plantation of this isle, my lord,—</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He’ld sow’t with nettle-seed.</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docks, or mallows.</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were the king on’t, what would I do?</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‘Scape being drunk for want of wine.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 the commonwealth I would by contraries </w:t>
      </w:r>
      <w:r w:rsidRPr="00AD1C6F">
        <w:rPr>
          <w:rFonts w:ascii="Georgia" w:eastAsiaTheme="minorEastAsia" w:hAnsi="Georgia"/>
          <w:lang w:bidi="ar-SA"/>
        </w:rPr>
        <w:tab/>
        <w:t>820</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Execute all things; for no kind of traffic</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Would I admit; no name of magistrate;</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Letters should not be known; riches, poverty,</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And use of service, none; contract, succession,</w:t>
      </w:r>
      <w:r w:rsidRPr="00AD1C6F">
        <w:rPr>
          <w:rFonts w:ascii="Georgia" w:eastAsiaTheme="minorEastAsia" w:hAnsi="Georgia"/>
          <w:lang w:bidi="ar-SA"/>
        </w:rPr>
        <w:tab/>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Bourn, bound of land, tilth, vineyard, none;</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No use of metal, corn, or wine, or oil;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 occupation; all men idle, all;</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And women too, but innocent and pure;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 sovereignty;—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Yet he would be king on’t. </w:t>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ab/>
        <w:t>830</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lastRenderedPageBreak/>
        <w:t>ANTONIO</w:t>
      </w:r>
    </w:p>
    <w:p w:rsidR="00AD1C6F" w:rsidRPr="00AD1C6F" w:rsidRDefault="00AD1C6F" w:rsidP="00AD1C6F">
      <w:pPr>
        <w:pStyle w:val="BlockQuote"/>
        <w:rPr>
          <w:rFonts w:ascii="Georgia" w:eastAsiaTheme="minorEastAsia" w:hAnsi="Georgia"/>
          <w:spacing w:val="-2"/>
          <w:lang w:bidi="ar-SA"/>
        </w:rPr>
      </w:pPr>
      <w:r w:rsidRPr="00AD1C6F">
        <w:rPr>
          <w:rFonts w:ascii="Georgia" w:eastAsiaTheme="minorEastAsia" w:hAnsi="Georgia"/>
          <w:spacing w:val="-2"/>
          <w:lang w:bidi="ar-SA"/>
        </w:rPr>
        <w:t>The latter end of his commonwealth forgets the beginning.</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All things in common nature should produce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Without sweat or endeavour: treason, felony,</w:t>
      </w:r>
      <w:r w:rsidRPr="00AD1C6F">
        <w:rPr>
          <w:rFonts w:ascii="Georgia" w:eastAsiaTheme="minorEastAsia" w:hAnsi="Georgia"/>
          <w:lang w:bidi="ar-SA"/>
        </w:rPr>
        <w:tab/>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Sword, pike, knife, gun, or need of any engine,</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Would I not have; but nature should bring forth,</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Of its own kind, all foison, all abundance,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feed my innocent people.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 marrying ‘mong his subjects?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None, man; all idle: whores and knaves.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would with such perfection govern, sir,</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840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excel the golden age.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God save his majesty!</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Long live Gonzalo!</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And,—do you mark me, sir?</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Prithee, no more: thou dost talk nothing to me.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I do well believe your highness; and</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did it to minister occasion to these gentlemen,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 are of such sensible and nimble lungs that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they always use to laugh at nothing.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‘Twas you we laughed at.</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850</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Who in this kind of merry fooling am nothing</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to you: so you may continue and laugh 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nothing still.</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a blow was there given!</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 it had not fallen flat-long.</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You are gentlemen of brave metal; you would lift</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the moon out of her sphere, if she would continue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it five weeks without changing.</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ARIEL, invisible, playing solemn music</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We would so, and then go a bat-fowling.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Nay, good my lord, be not angry.</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860</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GONZALO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No, I warrant you; I will not adventure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discretion so weakly. Will you laugh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me asleep, for I am very heavy?</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 sleep, and hear us.</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spacing w:val="-2"/>
          <w:lang w:bidi="ar-SA"/>
        </w:rPr>
        <w:t>All sleep except ALONSO, SEBASTIAN, and ANTONIO</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ALONSO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What, all so soon asleep! I wish mine eyes</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Would, with themselves, shut up my thoughts: I find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They are inclined to do so.</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Please you, sir,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Do not omit the heavy offer of it: </w:t>
      </w:r>
      <w:r w:rsidRPr="00AD1C6F">
        <w:rPr>
          <w:rFonts w:ascii="Georgia" w:eastAsiaTheme="minorEastAsia" w:hAnsi="Georgia"/>
          <w:lang w:bidi="ar-SA"/>
        </w:rPr>
        <w:tab/>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It seldom visits sorrow; when it doth,</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870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It is a comforter.</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We two, my lord,</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Will guard your person while you take your rest,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watch your safety.</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Thank you. Wondrous heavy.</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ALONSO sleeps. Exit ARIEL</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a strange drowsiness possesses them!</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It is the quality o’ the climate.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 xml:space="preserve">Doth it not then our eyelids sink? I find not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Myself disposed to sleep.</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880</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Nor I; my spirits are nimble.</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They fell together all, as by consent;</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They dropp’d, as by a thunder-stroke. What might,</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Worthy Sebastian? O, what might?—No more:—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yet me thinks I see it in thy face,</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What thou shouldst be: the occasion speaks thee, and</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My strong imagination sees a crown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Dropping upon thy head.</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What, art thou waking?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ANTONIO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you not hear me speak?</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890</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I do; and surely</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It is a sleepy language and thou speak’st</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Out of thy sleep. What is it thou didst say?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is a strange repose, to be asleep</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eyes wide open; standing, speaking, moving,</w:t>
      </w:r>
      <w:r w:rsidRPr="00AD1C6F">
        <w:rPr>
          <w:rFonts w:ascii="Georgia" w:eastAsiaTheme="minorEastAsia" w:hAnsi="Georgia"/>
          <w:lang w:bidi="ar-SA"/>
        </w:rPr>
        <w:tab/>
        <w:t>And yet so fast asleep.</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Noble 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let’st thy fortune sleep—die, rather; wink’st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Whiles thou art waking.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dost snore distinctly;</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900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There’s meaning in thy snores.</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I am more serious than my custom: you</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Must be so too, if heed me; which to do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Trebles thee o’er.</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Well, I am standing water.</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teach you how to flow.</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Do so: to ebb</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Hereditary sloth instructs me.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O,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you but knew how you the purpose cherish</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910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Whiles thus you mock it! how, in stripping it,</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You more invest it! Ebbing men, indeed,</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Most often do so near the bottom run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By their own fear or sloth.</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Prithee, say on:</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The setting of thine eye and cheek proclaim</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A matter from thee, and a birth indeed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throes thee much to yield.</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Thus, sir: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Although this lord of weak remembrance, this,</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920</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Who shall be of as little memory</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When he is earth’d, hath here almost persuade,—</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For he’s a spirit of persuasion, only</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Professes to persuade,—the king his son’s alive,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‘Tis as impossible that he’s undrown’d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he that sleeps here swims.</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no hope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he’s undrown’d.</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O, out of that ‘no hope’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great hope have you! no hope that way is</w:t>
      </w:r>
      <w:r w:rsidRPr="00AD1C6F">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930</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Another way so high a hope that even</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Ambition cannot pierce a wink beyond,</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But doubt discovery there. Will you grant with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Ferdinand is drown’d?</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He’s gone.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Then, tell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Who’s the next heir of Naples?</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Claribel.</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She that is queen of Tunis; she that dwells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Ten leagues beyond man’s life; she that from Naples</w:t>
      </w:r>
      <w:r w:rsidRPr="00AD1C6F">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940</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Can have no note, unless the sun were post—</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The man i’ the moon’s too slow—till new-born chins</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Be rough and razorable; she that—from whom?</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We all were sea-swallow’d, though some cast again,</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And by that destiny to perform an act</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Whereof what’s past is prologue, what to come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yours and my discharge.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stuff is this! how say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‘Tis true, my brother’s daughter’s queen of Tunis;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is she heir of Naples; ‘twixt which regions</w:t>
      </w:r>
      <w:r w:rsidRPr="00AD1C6F">
        <w:rPr>
          <w:rFonts w:ascii="Georgia" w:eastAsiaTheme="minorEastAsia" w:hAnsi="Georgia"/>
          <w:lang w:bidi="ar-SA"/>
        </w:rPr>
        <w:tab/>
        <w:t>950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There is some space.</w:t>
      </w:r>
    </w:p>
    <w:p w:rsidR="00AD1C6F" w:rsidRPr="00AD1C6F" w:rsidRDefault="00AD1C6F" w:rsidP="00AD1C6F">
      <w:pPr>
        <w:pStyle w:val="BlockQuote"/>
        <w:rPr>
          <w:rFonts w:ascii="Georgia" w:eastAsiaTheme="minorEastAsia" w:hAnsi="Georgia"/>
          <w:lang w:bidi="ar-SA"/>
        </w:rPr>
      </w:pPr>
    </w:p>
    <w:p w:rsidR="00AD1C6F" w:rsidRPr="00AD1C6F" w:rsidRDefault="00AD1C6F" w:rsidP="00BB0574">
      <w:pPr>
        <w:pStyle w:val="BlockQuote"/>
        <w:jc w:val="center"/>
        <w:rPr>
          <w:rFonts w:ascii="Georgia" w:eastAsiaTheme="minorEastAsia" w:hAnsi="Georgia"/>
          <w:lang w:bidi="ar-SA"/>
        </w:rPr>
      </w:pPr>
      <w:r w:rsidRPr="00AD1C6F">
        <w:rPr>
          <w:rFonts w:ascii="Georgia" w:eastAsiaTheme="minorEastAsia" w:hAnsi="Georgia"/>
          <w:lang w:bidi="ar-SA"/>
        </w:rPr>
        <w:t>ANTONIO</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A space whose every cubit</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Seems to cry out, ‘How shall that Claribel</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Measure us back to Naples? Keep in Tunis,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let Sebastian wake.’ Say, this were death</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That now hath seized them; why, they were no worse</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Than now they are. There be that can rule Naples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well as he that sleeps; lords that can prate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As amply and unnecessarily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this Gonzalo; I myself could make</w:t>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00BB0574">
        <w:rPr>
          <w:rFonts w:ascii="Georgia" w:eastAsiaTheme="minorEastAsia" w:hAnsi="Georgia"/>
          <w:lang w:bidi="ar-SA"/>
        </w:rPr>
        <w:tab/>
      </w:r>
      <w:r w:rsidRPr="00AD1C6F">
        <w:rPr>
          <w:rFonts w:ascii="Georgia" w:eastAsiaTheme="minorEastAsia" w:hAnsi="Georgia"/>
          <w:lang w:bidi="ar-SA"/>
        </w:rPr>
        <w:tab/>
        <w:t>960</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A chough of as deep chat. O, that you bore</w:t>
      </w:r>
    </w:p>
    <w:p w:rsidR="00BB0574" w:rsidRDefault="00AD1C6F" w:rsidP="00AD1C6F">
      <w:pPr>
        <w:pStyle w:val="BlockQuote"/>
        <w:rPr>
          <w:rFonts w:ascii="Georgia" w:eastAsiaTheme="minorEastAsia" w:hAnsi="Georgia"/>
          <w:lang w:bidi="ar-SA"/>
        </w:rPr>
      </w:pPr>
      <w:r w:rsidRPr="00AD1C6F">
        <w:rPr>
          <w:rFonts w:ascii="Georgia" w:eastAsiaTheme="minorEastAsia" w:hAnsi="Georgia"/>
          <w:lang w:bidi="ar-SA"/>
        </w:rPr>
        <w:t>The mind that I do! what a sleep were this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your advancement! Do you understand me?</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Methinks I do.</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ANTONIO</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And how does your content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Tender your own good fortune?</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I remember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You did supplant your brother Prospero.</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True: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look how well my garments sit upon me;</w:t>
      </w:r>
      <w:r w:rsidRPr="00AD1C6F">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Pr="00AD1C6F">
        <w:rPr>
          <w:rFonts w:ascii="Georgia" w:eastAsiaTheme="minorEastAsia" w:hAnsi="Georgia"/>
          <w:lang w:bidi="ar-SA"/>
        </w:rPr>
        <w:t>970</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Much feater than before: my brother’s servants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Were then my fellows; now they are my men.</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for your conscience?</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ANTONIO</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Ay, sir; where lies that? if ‘twere a kibe,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‘Twould put me to my slipper: but I feel not</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This deity in my bosom: twenty consciences,</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That stand ‘twixt me and Milan, candied be they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melt ere they molest! Here lies your brother,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No better than the earth he lies upon,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he were that which now he’s like, that’s dead;</w:t>
      </w:r>
      <w:r w:rsidRPr="00AD1C6F">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Pr="00AD1C6F">
        <w:rPr>
          <w:rFonts w:ascii="Georgia" w:eastAsiaTheme="minorEastAsia" w:hAnsi="Georgia"/>
          <w:lang w:bidi="ar-SA"/>
        </w:rPr>
        <w:t>980</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Whom I, with this obedient steel, three inches of it,</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Can lay to bed for ever; whiles you, doing thus,</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To the perpetual wink for aye might put</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This ancient morsel, this Sir Prudence, who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Should not upbraid our course. For all the rest,</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They’ll take suggestion as a cat laps milk;</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They’ll tell the clock to any business that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 say befits the hour.</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Thy case, dear friend,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Shall be my precedent; as thou got’st Milan,</w:t>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Pr="00AD1C6F">
        <w:rPr>
          <w:rFonts w:ascii="Georgia" w:eastAsiaTheme="minorEastAsia" w:hAnsi="Georgia"/>
          <w:lang w:bidi="ar-SA"/>
        </w:rPr>
        <w:tab/>
        <w:t>990</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I’ll come by Naples. Draw thy sword: one stroke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Shall free thee from the tribute which thou payest;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I the king shall love thee.</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ANTONIO</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Draw together;</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And when I rear my hand, do you the like,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fall it on Gonzalo.</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but one word.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They talk apart</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Re-enter ARIEL, invisible</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master through his art foresees the danger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That you, his friend, are in; and sends me forth— </w:t>
      </w:r>
      <w:r w:rsidR="00B07C5E">
        <w:rPr>
          <w:rFonts w:ascii="Georgia" w:eastAsiaTheme="minorEastAsia" w:hAnsi="Georgia"/>
          <w:lang w:bidi="ar-SA"/>
        </w:rPr>
        <w:tab/>
      </w:r>
      <w:r w:rsidR="00B07C5E">
        <w:rPr>
          <w:rFonts w:ascii="Georgia" w:eastAsiaTheme="minorEastAsia" w:hAnsi="Georgia"/>
          <w:lang w:bidi="ar-SA"/>
        </w:rPr>
        <w:tab/>
      </w:r>
      <w:r w:rsidRPr="00AD1C6F">
        <w:rPr>
          <w:rFonts w:ascii="Georgia" w:eastAsiaTheme="minorEastAsia" w:hAnsi="Georgia"/>
          <w:lang w:bidi="ar-SA"/>
        </w:rPr>
        <w:tab/>
        <w:t>1000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else his project dies—to keep them living.</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Sings in GONZALO’s ear</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While you here do snoring lie,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Open-eyed conspiracy</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His time doth take.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If of life you keep a care,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Shake off slumber, and beware: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Awake, awake!</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Then let us both be sudden.</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Now, good angels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Preserve the king. </w:t>
      </w:r>
      <w:r w:rsidRPr="00AD1C6F">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Pr="00AD1C6F">
        <w:rPr>
          <w:rFonts w:ascii="Georgia" w:eastAsiaTheme="minorEastAsia" w:hAnsi="Georgia"/>
          <w:lang w:bidi="ar-SA"/>
        </w:rPr>
        <w:t>1010</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They wake</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ALONSO</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Why, how now? ho, awake! Why are you drawn?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Wherefore this ghastly looking?</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What’s the matter?</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Whiles we stood here securing your repose,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Even now, we heard a hollow burst of bellowing</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Like bulls, or rather lions: did’t not wake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It struck mine ear most terribly.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heard nothing.</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‘twas a din to fright a monster’s ear,</w:t>
      </w:r>
      <w:r w:rsidRPr="00AD1C6F">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Pr="00AD1C6F">
        <w:rPr>
          <w:rFonts w:ascii="Georgia" w:eastAsiaTheme="minorEastAsia" w:hAnsi="Georgia"/>
          <w:lang w:bidi="ar-SA"/>
        </w:rPr>
        <w:t>1020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To make an earthquake! sure, it was the roar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a whole herd of lions.</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Heard you this, Gonzalo?</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GONZALO</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Upon mine honour, sir, I heard a humming,</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And that a strange one too, which did awake me: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I shaked you, sir, and cried: as mine eyes open’d,</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I saw their weapons drawn: there was a noise,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That’s verily. ‘Tis best we stand upon our guard,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that we quit this place; let’s draw our weapons.</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Lead off this ground; and let’s make further search</w:t>
      </w:r>
      <w:r w:rsidRPr="00AD1C6F">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Pr="00AD1C6F">
        <w:rPr>
          <w:rFonts w:ascii="Georgia" w:eastAsiaTheme="minorEastAsia" w:hAnsi="Georgia"/>
          <w:lang w:bidi="ar-SA"/>
        </w:rPr>
        <w:t>1030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For my poor son.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GONZALO</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Heavens keep him from these beasts!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he is, sure, i’ the island.</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Lead away.</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ARIEL</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Prospero my lord shall know what I have done: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king, go safely on to seek thy son.</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Exeunt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SCENE II. Another part of the island.</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 xml:space="preserve">Enter CALIBAN with a burden of wood. A noise of thunder heard </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CALIBAN</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All the infections that the sun sucks up</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From bogs, fens, flats, on Prosper fall and make him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By inch-meal a disease! His spirits hear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yet I needs must curse. But they’ll nor pinch,</w:t>
      </w:r>
      <w:r w:rsidRPr="00AD1C6F">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Pr="00AD1C6F">
        <w:rPr>
          <w:rFonts w:ascii="Georgia" w:eastAsiaTheme="minorEastAsia" w:hAnsi="Georgia"/>
          <w:lang w:bidi="ar-SA"/>
        </w:rPr>
        <w:t>1040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2"/>
          <w:lang w:bidi="ar-SA"/>
        </w:rPr>
        <w:t>Fright me with urchin—shows, pitch me i’ the mire,</w:t>
      </w:r>
      <w:r w:rsidRPr="00AD1C6F">
        <w:rPr>
          <w:rFonts w:ascii="Georgia" w:eastAsiaTheme="minorEastAsia" w:hAnsi="Georgia"/>
          <w:lang w:bidi="ar-SA"/>
        </w:rPr>
        <w:t xml:space="preserve"> </w:t>
      </w:r>
      <w:r w:rsidRPr="00AD1C6F">
        <w:rPr>
          <w:rFonts w:ascii="Georgia" w:eastAsiaTheme="minorEastAsia" w:hAnsi="Georgia"/>
          <w:lang w:bidi="ar-SA"/>
        </w:rPr>
        <w:tab/>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Nor lead me, like a firebrand, in the dark</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Out of my way, unless he bid ‘em; but</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For every trifle are they set upon me;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Sometime like apes that mow and chatter at me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And after bite me, then like hedgehogs which</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Lie tumbling in my barefoot way and mount</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Their pricks at my footfall; sometime am I</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All wound with adders who with cloven tongues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hiss me into madness.</w:t>
      </w:r>
      <w:r w:rsidRPr="00AD1C6F">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Pr="00AD1C6F">
        <w:rPr>
          <w:rFonts w:ascii="Georgia" w:eastAsiaTheme="minorEastAsia" w:hAnsi="Georgia"/>
          <w:lang w:bidi="ar-SA"/>
        </w:rPr>
        <w:t>1050</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Lo, now, lo! </w:t>
      </w:r>
      <w:r w:rsidRPr="00AD1C6F">
        <w:rPr>
          <w:rFonts w:ascii="Georgia" w:eastAsiaTheme="minorEastAsia" w:hAnsi="Georgia"/>
          <w:lang w:bidi="ar-SA"/>
        </w:rPr>
        <w:tab/>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Here comes a spirit of his, and to torment me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For bringing wood in slowly. I’ll fall flat;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Perchance he will not mind me.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Here’s neither bush nor shrub, to bear off </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any weather at all, and another storm brewing;</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I hear it sing i’ the wind: yond same black</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cloud, yond huge one, looks like a foul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bombard that would shed his liquor. If it</w:t>
      </w:r>
      <w:r w:rsidRPr="00AD1C6F">
        <w:rPr>
          <w:rFonts w:ascii="Georgia" w:eastAsiaTheme="minorEastAsia" w:hAnsi="Georgia"/>
          <w:lang w:bidi="ar-SA"/>
        </w:rPr>
        <w:tab/>
        <w:t xml:space="preserve">should thunder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it did before, I know not</w:t>
      </w:r>
      <w:r w:rsidRPr="00AD1C6F">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Pr="00AD1C6F">
        <w:rPr>
          <w:rFonts w:ascii="Georgia" w:eastAsiaTheme="minorEastAsia" w:hAnsi="Georgia"/>
          <w:lang w:bidi="ar-SA"/>
        </w:rPr>
        <w:t>1060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where to hide my head: yond same cloud cannot </w:t>
      </w:r>
      <w:r w:rsidRPr="00AD1C6F">
        <w:rPr>
          <w:rFonts w:ascii="Georgia" w:eastAsiaTheme="minorEastAsia" w:hAnsi="Georgia"/>
          <w:lang w:bidi="ar-SA"/>
        </w:rPr>
        <w:tab/>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choose but fall by pailfuls. What have we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here? a man or a fish? dead or alive? A fish: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 smells like a fish; a very ancient and fish-</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like smell; a kind of not of the newest Poor-</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John. A strange fish! Were I in England now,</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as once I was, and had but this fish painted,</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not a holiday fool there but would give a piece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of silver: there would this monster make a man; any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strange beast there makes a man:</w:t>
      </w:r>
      <w:r w:rsidRPr="00AD1C6F">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Pr="00AD1C6F">
        <w:rPr>
          <w:rFonts w:ascii="Georgia" w:eastAsiaTheme="minorEastAsia" w:hAnsi="Georgia"/>
          <w:lang w:bidi="ar-SA"/>
        </w:rPr>
        <w:t>1070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when they will not give a doit to relieve a lame </w:t>
      </w:r>
      <w:r w:rsidRPr="00AD1C6F">
        <w:rPr>
          <w:rFonts w:ascii="Georgia" w:eastAsiaTheme="minorEastAsia" w:hAnsi="Georgia"/>
          <w:lang w:bidi="ar-SA"/>
        </w:rPr>
        <w:tab/>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beggar, they will lazy out ten to see a dead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Indian. Legged like a man and his fins like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arms! Warm o’ my troth! I do now let loose</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my opinion; hold it no longer: this is no fish,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an islander, that hath lately suffered by 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thunderbolt.</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Thunder</w:t>
      </w:r>
    </w:p>
    <w:p w:rsidR="00B07C5E" w:rsidRDefault="00AD1C6F" w:rsidP="00AD1C6F">
      <w:pPr>
        <w:pStyle w:val="BlockQuote"/>
        <w:rPr>
          <w:rFonts w:ascii="Georgia" w:eastAsiaTheme="minorEastAsia" w:hAnsi="Georgia"/>
          <w:lang w:bidi="ar-SA"/>
        </w:rPr>
      </w:pPr>
      <w:r w:rsidRPr="00AD1C6F">
        <w:rPr>
          <w:rFonts w:ascii="Georgia" w:eastAsiaTheme="minorEastAsia" w:hAnsi="Georgia"/>
          <w:lang w:bidi="ar-SA"/>
        </w:rPr>
        <w:t>Alas, the storm is come again! my best way is to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creep under his gaberdine; there is no other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shelter hereabouts: misery acquaints a man with</w:t>
      </w:r>
      <w:r w:rsidRPr="00AD1C6F">
        <w:rPr>
          <w:rFonts w:ascii="Georgia" w:eastAsiaTheme="minorEastAsia" w:hAnsi="Georgia"/>
          <w:lang w:bidi="ar-SA"/>
        </w:rPr>
        <w:tab/>
      </w:r>
      <w:r w:rsidR="00B07C5E">
        <w:rPr>
          <w:rFonts w:ascii="Georgia" w:eastAsiaTheme="minorEastAsia" w:hAnsi="Georgia"/>
          <w:lang w:bidi="ar-SA"/>
        </w:rPr>
        <w:tab/>
      </w:r>
      <w:r w:rsidR="00B07C5E">
        <w:rPr>
          <w:rFonts w:ascii="Georgia" w:eastAsiaTheme="minorEastAsia" w:hAnsi="Georgia"/>
          <w:lang w:bidi="ar-SA"/>
        </w:rPr>
        <w:tab/>
      </w:r>
      <w:r w:rsidRPr="00AD1C6F">
        <w:rPr>
          <w:rFonts w:ascii="Georgia" w:eastAsiaTheme="minorEastAsia" w:hAnsi="Georgia"/>
          <w:lang w:bidi="ar-SA"/>
        </w:rPr>
        <w:t>1080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strange bed-fellows. I will here shroud till the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dregs of the storm be past.</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STEPHANO, singing: a bottle in his hand</w:t>
      </w:r>
    </w:p>
    <w:p w:rsidR="00AD1C6F" w:rsidRPr="00AD1C6F" w:rsidRDefault="00AD1C6F" w:rsidP="00AD1C6F">
      <w:pPr>
        <w:pStyle w:val="BlockQuote"/>
        <w:rPr>
          <w:rFonts w:ascii="Georgia" w:eastAsiaTheme="minorEastAsia" w:hAnsi="Georgia"/>
          <w:lang w:bidi="ar-SA"/>
        </w:rPr>
      </w:pPr>
    </w:p>
    <w:p w:rsidR="00AD1C6F" w:rsidRPr="00AD1C6F" w:rsidRDefault="00AD1C6F" w:rsidP="00B07C5E">
      <w:pPr>
        <w:pStyle w:val="BlockQuote"/>
        <w:jc w:val="center"/>
        <w:rPr>
          <w:rFonts w:ascii="Georgia" w:eastAsiaTheme="minorEastAsia" w:hAnsi="Georgia"/>
          <w:lang w:bidi="ar-SA"/>
        </w:rPr>
      </w:pPr>
      <w:r w:rsidRPr="00AD1C6F">
        <w:rPr>
          <w:rFonts w:ascii="Georgia" w:eastAsiaTheme="minorEastAsia" w:hAnsi="Georgia"/>
          <w:lang w:bidi="ar-SA"/>
        </w:rPr>
        <w:t>STEPHANO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I shall no more to sea, to sea,</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Here shall I die ashore—</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This is a very scurvy tune to sing at a man’s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funeral: well, here’s my comfort.</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Drinks</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Sings</w:t>
      </w:r>
      <w:r w:rsidRPr="00AD1C6F">
        <w:rPr>
          <w:rFonts w:ascii="Georgia" w:eastAsiaTheme="minorEastAsia" w:hAnsi="Georgia"/>
          <w:i/>
          <w:iCs/>
          <w:lang w:bidi="ar-SA"/>
        </w:rPr>
        <w:tab/>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The master, the swabber, the boatswain and I,</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The gunner and his mate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Loved Mall, Meg and Marian and Margery,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none of us cared for Kate;</w:t>
      </w:r>
      <w:r w:rsidRPr="00AD1C6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1090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For she had a tongue with a tang, </w:t>
      </w:r>
      <w:r w:rsidRPr="00AD1C6F">
        <w:rPr>
          <w:rFonts w:ascii="Georgia" w:eastAsiaTheme="minorEastAsia" w:hAnsi="Georgia"/>
          <w:lang w:bidi="ar-SA"/>
        </w:rPr>
        <w:tab/>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Would cry to a sailor, Go hang!</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She loved not the savour of tar nor of pitch,</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Yet a tailor might scratch her where’er she did itch:</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Then to sea, boys, and let her go hang!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is a scurvy tune too: but here’s my comfort.</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Drinks</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not torment me: Oh!</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What’s the matter? Have we devils here? Do you put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tricks upon’s with savages and men of Ind, ha?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not scaped drowning to be afeard now of your</w:t>
      </w:r>
      <w:r w:rsidRPr="00AD1C6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1100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four legs; for it hath been said, As proper a man as </w:t>
      </w:r>
      <w:r w:rsidRPr="00AD1C6F">
        <w:rPr>
          <w:rFonts w:ascii="Georgia" w:eastAsiaTheme="minorEastAsia" w:hAnsi="Georgia"/>
          <w:lang w:bidi="ar-SA"/>
        </w:rPr>
        <w:tab/>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ever went on four legs cannot make him give ground;</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and it shall be said so again while 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breathes at’s nostrils.</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spirit torments me; Oh!</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7E663F" w:rsidRDefault="00AD1C6F" w:rsidP="00AD1C6F">
      <w:pPr>
        <w:pStyle w:val="BlockQuote"/>
        <w:rPr>
          <w:rFonts w:ascii="Georgia" w:eastAsiaTheme="minorEastAsia" w:hAnsi="Georgia"/>
          <w:spacing w:val="-2"/>
          <w:lang w:bidi="ar-SA"/>
        </w:rPr>
      </w:pPr>
      <w:r w:rsidRPr="00AD1C6F">
        <w:rPr>
          <w:rFonts w:ascii="Georgia" w:eastAsiaTheme="minorEastAsia" w:hAnsi="Georgia"/>
          <w:spacing w:val="-2"/>
          <w:lang w:bidi="ar-SA"/>
        </w:rPr>
        <w:lastRenderedPageBreak/>
        <w:t>This is some monster of the isle with four legs, who</w:t>
      </w:r>
    </w:p>
    <w:p w:rsidR="007E663F" w:rsidRDefault="00AD1C6F" w:rsidP="00AD1C6F">
      <w:pPr>
        <w:pStyle w:val="BlockQuote"/>
        <w:rPr>
          <w:rFonts w:ascii="Georgia" w:eastAsiaTheme="minorEastAsia" w:hAnsi="Georgia"/>
          <w:spacing w:val="-2"/>
          <w:lang w:bidi="ar-SA"/>
        </w:rPr>
      </w:pPr>
      <w:r w:rsidRPr="00AD1C6F">
        <w:rPr>
          <w:rFonts w:ascii="Georgia" w:eastAsiaTheme="minorEastAsia" w:hAnsi="Georgia"/>
          <w:spacing w:val="-2"/>
          <w:lang w:bidi="ar-SA"/>
        </w:rPr>
        <w:t>hath got, as I take it, an ague. Where the devil</w:t>
      </w:r>
    </w:p>
    <w:p w:rsidR="007E663F" w:rsidRDefault="00AD1C6F" w:rsidP="00AD1C6F">
      <w:pPr>
        <w:pStyle w:val="BlockQuote"/>
        <w:rPr>
          <w:rFonts w:ascii="Georgia" w:eastAsiaTheme="minorEastAsia" w:hAnsi="Georgia"/>
          <w:spacing w:val="-2"/>
          <w:lang w:bidi="ar-SA"/>
        </w:rPr>
      </w:pPr>
      <w:r w:rsidRPr="00AD1C6F">
        <w:rPr>
          <w:rFonts w:ascii="Georgia" w:eastAsiaTheme="minorEastAsia" w:hAnsi="Georgia"/>
          <w:spacing w:val="-2"/>
          <w:lang w:bidi="ar-SA"/>
        </w:rPr>
        <w:t>should he learn our language? I will give him some</w:t>
      </w:r>
    </w:p>
    <w:p w:rsidR="00AD1C6F" w:rsidRPr="00AD1C6F" w:rsidRDefault="00AD1C6F" w:rsidP="00AD1C6F">
      <w:pPr>
        <w:pStyle w:val="BlockQuote"/>
        <w:rPr>
          <w:rFonts w:ascii="Georgia" w:eastAsiaTheme="minorEastAsia" w:hAnsi="Georgia"/>
          <w:spacing w:val="-2"/>
          <w:lang w:bidi="ar-SA"/>
        </w:rPr>
      </w:pPr>
      <w:r w:rsidRPr="00AD1C6F">
        <w:rPr>
          <w:rFonts w:ascii="Georgia" w:eastAsiaTheme="minorEastAsia" w:hAnsi="Georgia"/>
          <w:spacing w:val="-2"/>
          <w:lang w:bidi="ar-SA"/>
        </w:rPr>
        <w:t>relief, if it be but for that. if I can recover him</w:t>
      </w:r>
    </w:p>
    <w:p w:rsidR="00AD1C6F" w:rsidRPr="00AD1C6F" w:rsidRDefault="00AD1C6F" w:rsidP="00AD1C6F">
      <w:pPr>
        <w:pStyle w:val="BlockQuote"/>
        <w:rPr>
          <w:rFonts w:ascii="Georgia" w:eastAsiaTheme="minorEastAsia" w:hAnsi="Georgia"/>
          <w:spacing w:val="-2"/>
          <w:lang w:bidi="ar-SA"/>
        </w:rPr>
      </w:pPr>
      <w:r w:rsidRPr="00AD1C6F">
        <w:rPr>
          <w:rFonts w:ascii="Georgia" w:eastAsiaTheme="minorEastAsia" w:hAnsi="Georgia"/>
          <w:spacing w:val="-2"/>
          <w:lang w:bidi="ar-SA"/>
        </w:rPr>
        <w:t>and keep him tame and get to Naples with him, he’s a</w:t>
      </w:r>
      <w:r w:rsidRPr="00AD1C6F">
        <w:rPr>
          <w:rFonts w:ascii="Georgia" w:eastAsiaTheme="minorEastAsia" w:hAnsi="Georgia"/>
          <w:spacing w:val="-2"/>
          <w:lang w:bidi="ar-SA"/>
        </w:rPr>
        <w:tab/>
      </w:r>
      <w:r w:rsidR="007E663F">
        <w:rPr>
          <w:rFonts w:ascii="Georgia" w:eastAsiaTheme="minorEastAsia" w:hAnsi="Georgia"/>
          <w:spacing w:val="-2"/>
          <w:lang w:bidi="ar-SA"/>
        </w:rPr>
        <w:tab/>
      </w:r>
      <w:r w:rsidRPr="00AD1C6F">
        <w:rPr>
          <w:rFonts w:ascii="Georgia" w:eastAsiaTheme="minorEastAsia" w:hAnsi="Georgia"/>
          <w:spacing w:val="-2"/>
          <w:lang w:bidi="ar-SA"/>
        </w:rPr>
        <w:t>1110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7"/>
          <w:lang w:bidi="ar-SA"/>
        </w:rPr>
        <w:t>present for any emperor that ever trod on neat’s leather.</w:t>
      </w:r>
      <w:r w:rsidRPr="00AD1C6F">
        <w:rPr>
          <w:rFonts w:ascii="Georgia" w:eastAsiaTheme="minorEastAsia" w:hAnsi="Georgia"/>
          <w:spacing w:val="-2"/>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not torment me, prithee; I’ll bring my wood home faster.</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He’s in his fit now and does not talk after the</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wisest. He shall taste of my bottle: if he have</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never drunk wine afore will go near to remove his</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fit. If I can recover him and keep him tame, I will</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not take too much for him; he shall pay for him that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hath him, and that soundly.</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Thou dost me yet but little hurt; thou wilt anon, </w:t>
      </w:r>
      <w:r w:rsidR="007E663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ab/>
        <w:t>1120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2"/>
          <w:lang w:bidi="ar-SA"/>
        </w:rPr>
        <w:t>I know it by thy trembling: now Prosper works upon thee.</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2"/>
          <w:lang w:bidi="ar-SA"/>
        </w:rPr>
        <w:t>Come on your ways; open your mouth; here is that</w:t>
      </w:r>
      <w:r w:rsidRPr="00AD1C6F">
        <w:rPr>
          <w:rFonts w:ascii="Georgia" w:eastAsiaTheme="minorEastAsia" w:hAnsi="Georgia"/>
          <w:lang w:bidi="ar-SA"/>
        </w:rPr>
        <w:t xml:space="preserve"> </w:t>
      </w:r>
      <w:r w:rsidRPr="00AD1C6F">
        <w:rPr>
          <w:rFonts w:ascii="Georgia" w:eastAsiaTheme="minorEastAsia" w:hAnsi="Georgia"/>
          <w:lang w:bidi="ar-SA"/>
        </w:rPr>
        <w:tab/>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will give language to you, cat: open your</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mouth; this will shake your shaking, I can tell you,</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that soundly: you cannot tell who’s your friend: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open your chaps again.</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I should know that voice: it should be—but he 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drowned; and these are devils: O defend me!</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Four legs and two voices: a most delicate monster!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His forward voice now is to speak well of his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friend; his backward voice is to utter foul speeches</w:t>
      </w:r>
      <w:r w:rsidRPr="00AD1C6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1130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to detract. If all the wine in my bottle will </w:t>
      </w:r>
      <w:r w:rsidRPr="00AD1C6F">
        <w:rPr>
          <w:rFonts w:ascii="Georgia" w:eastAsiaTheme="minorEastAsia" w:hAnsi="Georgia"/>
          <w:lang w:bidi="ar-SA"/>
        </w:rPr>
        <w:tab/>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recover him, I will help his ague. Come. Amen! I</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will pour some in thy other mouth.</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Doth thy other mouth call me? Mercy, mercy! This is</w:t>
      </w:r>
      <w:r w:rsidRPr="00AD1C6F">
        <w:rPr>
          <w:rFonts w:ascii="Georgia" w:eastAsiaTheme="minorEastAsia" w:hAnsi="Georgia"/>
          <w:lang w:bidi="ar-SA"/>
        </w:rPr>
        <w:tab/>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a devil, and no monster: I will leave him; I have 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long spoon.</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Stephano! If thou beest Stephano, touch me 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speak to me: for I am Trinculo—be not afeard—thy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good friend Trinculo.</w:t>
      </w:r>
      <w:r w:rsidRPr="00AD1C6F">
        <w:rPr>
          <w:rFonts w:ascii="Georgia" w:eastAsiaTheme="minorEastAsia" w:hAnsi="Georgia"/>
          <w:lang w:bidi="ar-SA"/>
        </w:rPr>
        <w:tab/>
      </w:r>
      <w:r w:rsidRPr="00AD1C6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1140</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If thou beest Trinculo, come forth: I’ll pull thee </w:t>
      </w:r>
      <w:r w:rsidRPr="00AD1C6F">
        <w:rPr>
          <w:rFonts w:ascii="Georgia" w:eastAsiaTheme="minorEastAsia" w:hAnsi="Georgia"/>
          <w:lang w:bidi="ar-SA"/>
        </w:rPr>
        <w:tab/>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by the lesser legs: if any be Trinculo’s legs,</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these are they. Thou art very Trinculo indeed! How</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camest thou to be the siege of this moon-calf? </w:t>
      </w:r>
      <w:r w:rsidR="007E663F" w:rsidRPr="00AD1C6F">
        <w:rPr>
          <w:rFonts w:ascii="Georgia" w:eastAsiaTheme="minorEastAsia" w:hAnsi="Georgia"/>
          <w:lang w:bidi="ar-SA"/>
        </w:rPr>
        <w:t>C</w:t>
      </w:r>
      <w:r w:rsidRPr="00AD1C6F">
        <w:rPr>
          <w:rFonts w:ascii="Georgia" w:eastAsiaTheme="minorEastAsia" w:hAnsi="Georgia"/>
          <w:lang w:bidi="ar-SA"/>
        </w:rPr>
        <w:t>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 vent Trinculos?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I took him to be killed with a thunder-stroke. But</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art thou not drowned, Stephano? I hope now thou art</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not drowned. Is the storm overblown? I hid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under the dead moon-calf’s gaberdine for fear of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storm. And art thou living, Stephano? O</w:t>
      </w:r>
      <w:r w:rsidRPr="00AD1C6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1150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Stephano, two Neapolitans ‘scaped!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2"/>
          <w:lang w:bidi="ar-SA"/>
        </w:rPr>
        <w:t>Prithee, do not turn me about; my stomach is not constant.</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w:t>
      </w:r>
      <w:r w:rsidRPr="00AD1C6F">
        <w:rPr>
          <w:rFonts w:ascii="Georgia" w:eastAsiaTheme="minorEastAsia" w:hAnsi="Georgia"/>
          <w:lang w:bidi="ar-SA"/>
        </w:rPr>
        <w:t>] These be fine things, an if they be not sprites.</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That’s a brave god and bears celestial liquor.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will kneel to him.</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How didst thou ‘scape? How camest thou hither?</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swear by this bottle how thou camest hither. I</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escaped upon a butt of sack which the sailors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heaved o’erboard, by this bottle; which I made of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bark of a tree with mine own hands since I was</w:t>
      </w:r>
      <w:r w:rsidR="007E663F">
        <w:rPr>
          <w:rFonts w:ascii="Georgia" w:eastAsiaTheme="minorEastAsia" w:hAnsi="Georgia"/>
          <w:lang w:bidi="ar-SA"/>
        </w:rPr>
        <w:tab/>
      </w:r>
      <w:r w:rsidRPr="00AD1C6F">
        <w:rPr>
          <w:rFonts w:ascii="Georgia" w:eastAsiaTheme="minorEastAsia" w:hAnsi="Georgia"/>
          <w:lang w:bidi="ar-SA"/>
        </w:rPr>
        <w:t xml:space="preserve"> </w:t>
      </w:r>
      <w:r w:rsidRPr="00AD1C6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1160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cast ashore.</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I’ll swear upon that bottle to be thy true subject;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the liquor is not earthly.</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Here; swear then how thou escapedst.</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Swum ashore, man, like a duck: I can swim like 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duck, I’ll be sworn.</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Here, kiss the book. Though thou canst swim like 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duck, thou art made like a goose.</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Stephano, hast any more of this?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The whole butt, man: my cellar is in a rock by the </w:t>
      </w:r>
      <w:r w:rsidRPr="00AD1C6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1170</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sea-side where my wine is hid. How now, moon-calf!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how does thine ague?</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Hast thou not dropp’d from heaven?</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Out o’ the moon, I do assure thee: I was the man i’</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moon when time was.</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seen thee in her and I do adore thee: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mistress show’d me thee and thy dog and thy bush.</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Come, swear to that; kiss the book: I will furnish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it anon with new contents swear.</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By this good light, this is a very shallow monster! </w:t>
      </w:r>
      <w:r w:rsidR="007E663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ab/>
        <w:t>1180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afeard of him! A very weak monster! The man i’</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the moon! A most poor credulous monster! Well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drawn, monster, in good sooth!</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I’ll show thee every fertile inch o’ th’ island;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I will kiss thy foot: I prithee, be my god.</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By this light, a most perfidious and drunken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monster! when ‘s god’s asleep, he’ll rob his bottle.</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kiss thy foot; I’ll swear myself thy subject.</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Come on then; down, and swear.</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 shall laugh myself to death at this puppy-headed </w:t>
      </w:r>
      <w:r w:rsidRPr="00AD1C6F">
        <w:rPr>
          <w:rFonts w:ascii="Georgia" w:eastAsiaTheme="minorEastAsia" w:hAnsi="Georgia"/>
          <w:lang w:bidi="ar-SA"/>
        </w:rPr>
        <w:tab/>
        <w:t>1190</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monster. A most scurvy monster! I could find in my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heart to beat him,—</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Come, kiss.</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5"/>
          <w:lang w:bidi="ar-SA"/>
        </w:rPr>
        <w:t>But that the poor monster’s in drink: an abominable monster!</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I’ll show thee the best springs; I’ll pluck thee berries;</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I’ll fish for thee and get thee wood enough.</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A plague upon the tyrant that I serve!</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I’ll bear him no more sticks, but follow thee,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wondrous man.</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 most ridiculous monster, to make a wonder of a </w:t>
      </w:r>
      <w:r w:rsidR="007E663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ab/>
        <w:t>1200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Poor drunkard!</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I prithee, let me bring thee where crabs grow;</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And I with my long nails will dig thee pignuts;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Show thee a jay’s nest and instruct thee how</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To snare the nimble marmoset; I’ll bring thee</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To clustering filberts and sometimes I’ll get thee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Young scamels from the rock. Wilt thou go with me?</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I prithee now, lead the way without any more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talking. Trinculo, the king and all our company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else being drowned, we will inherit here: here; </w:t>
      </w:r>
      <w:r w:rsidR="007E663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ab/>
        <w:t>1210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4"/>
          <w:lang w:bidi="ar-SA"/>
        </w:rPr>
        <w:t>bear my bottle: fellow Trinculo, we’ll fill him by and by again.</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Sings drunkenly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Farewell master; farewell, farewell!</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howling monster: a drunken monster!</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CALIBAN</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No more dams I’ll make for fish</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Nor fetch in firing</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At requiring;</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Nor scrape trencher, nor wash dish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‘Ban, ‘Ban, Cacaliban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Has a new master: get a new man. </w:t>
      </w:r>
      <w:r w:rsidRPr="00AD1C6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1220</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Freedom, hey-day! hey-day, freedom! freedom,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hey-day, freedom!</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brave monster! Lead the way.</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Exeunt</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ACT III</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SCENE I. Before PROSPERO’S Cell.</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 xml:space="preserve">Enter FERDINAND, bearing a log </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There be some sports are painful, and their labour</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Delight in them sets off: some kinds of baseness</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Are nobly undergone and most poor matters</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Point to rich ends. This my mean task</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Would be as heavy to me as odious, but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mistress which I serve quickens what’s dead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makes my labours pleasures: O, she is </w:t>
      </w:r>
      <w:r w:rsidR="007E663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ab/>
        <w:t>1230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Ten times more gentle than her father’s crabbed,</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And he’s composed of harshness. I must remove</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Some thousands of these logs and pile them up,</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Upon a sore injunction: my sweet mistress</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Weeps when she sees me work, and says, such baseness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Had never like executor. I forget:</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But these sweet thoughts do even refresh my labours,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Most busy lest, when I do it.</w:t>
      </w:r>
    </w:p>
    <w:p w:rsidR="00AD1C6F" w:rsidRPr="00AD1C6F" w:rsidRDefault="00AD1C6F" w:rsidP="00AD1C6F">
      <w:pPr>
        <w:pStyle w:val="BlockQuote"/>
        <w:rPr>
          <w:rFonts w:ascii="Georgia" w:eastAsiaTheme="minorEastAsia" w:hAnsi="Georgia"/>
          <w:i/>
          <w:iCs/>
          <w:spacing w:val="-4"/>
          <w:lang w:bidi="ar-SA"/>
        </w:rPr>
      </w:pPr>
      <w:r w:rsidRPr="00AD1C6F">
        <w:rPr>
          <w:rFonts w:ascii="Georgia" w:eastAsiaTheme="minorEastAsia" w:hAnsi="Georgia"/>
          <w:i/>
          <w:iCs/>
          <w:lang w:bidi="ar-SA"/>
        </w:rPr>
        <w:t xml:space="preserve">Enter MIRANDA; and PROSPERO </w:t>
      </w:r>
      <w:r w:rsidRPr="00AD1C6F">
        <w:rPr>
          <w:rFonts w:ascii="Georgia" w:eastAsiaTheme="minorEastAsia" w:hAnsi="Georgia"/>
          <w:i/>
          <w:iCs/>
          <w:spacing w:val="-4"/>
          <w:lang w:bidi="ar-SA"/>
        </w:rPr>
        <w:t>at a distance, unseen</w:t>
      </w:r>
    </w:p>
    <w:p w:rsidR="00AD1C6F" w:rsidRPr="00AD1C6F" w:rsidRDefault="00AD1C6F" w:rsidP="00AD1C6F">
      <w:pPr>
        <w:pStyle w:val="BlockQuote"/>
        <w:rPr>
          <w:rFonts w:ascii="Georgia" w:eastAsiaTheme="minorEastAsia" w:hAnsi="Georgia"/>
          <w:i/>
          <w:iCs/>
          <w:spacing w:val="-4"/>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Alas, now, pray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Work not so hard: I would the lightning had </w:t>
      </w:r>
      <w:r w:rsidRPr="00AD1C6F">
        <w:rPr>
          <w:rFonts w:ascii="Georgia" w:eastAsiaTheme="minorEastAsia" w:hAnsi="Georgia"/>
          <w:lang w:bidi="ar-SA"/>
        </w:rPr>
        <w:tab/>
      </w:r>
      <w:r w:rsidR="007E663F">
        <w:rPr>
          <w:rFonts w:ascii="Georgia" w:eastAsiaTheme="minorEastAsia" w:hAnsi="Georgia"/>
          <w:lang w:bidi="ar-SA"/>
        </w:rPr>
        <w:tab/>
      </w:r>
      <w:r w:rsidR="007E663F">
        <w:rPr>
          <w:rFonts w:ascii="Georgia" w:eastAsiaTheme="minorEastAsia" w:hAnsi="Georgia"/>
          <w:lang w:bidi="ar-SA"/>
        </w:rPr>
        <w:tab/>
      </w:r>
      <w:r w:rsidRPr="00AD1C6F">
        <w:rPr>
          <w:rFonts w:ascii="Georgia" w:eastAsiaTheme="minorEastAsia" w:hAnsi="Georgia"/>
          <w:lang w:bidi="ar-SA"/>
        </w:rPr>
        <w:t>1240</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Burnt up those logs that you are enjoin’d to pile!</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Pray, set it down and rest you: when this burns,</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‘Twill weep for having wearied you. My father</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Is hard at study; pray now, rest yourself;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He’s safe for these three hours.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O most dear mistress,</w:t>
      </w:r>
    </w:p>
    <w:p w:rsidR="007E663F" w:rsidRDefault="00AD1C6F" w:rsidP="00AD1C6F">
      <w:pPr>
        <w:pStyle w:val="BlockQuote"/>
        <w:rPr>
          <w:rFonts w:ascii="Georgia" w:eastAsiaTheme="minorEastAsia" w:hAnsi="Georgia"/>
          <w:lang w:bidi="ar-SA"/>
        </w:rPr>
      </w:pPr>
      <w:r w:rsidRPr="00AD1C6F">
        <w:rPr>
          <w:rFonts w:ascii="Georgia" w:eastAsiaTheme="minorEastAsia" w:hAnsi="Georgia"/>
          <w:lang w:bidi="ar-SA"/>
        </w:rPr>
        <w:t>The sun will set before I shall discharge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I must strive to do.</w:t>
      </w:r>
    </w:p>
    <w:p w:rsidR="00AD1C6F" w:rsidRPr="00AD1C6F" w:rsidRDefault="00AD1C6F" w:rsidP="00AD1C6F">
      <w:pPr>
        <w:pStyle w:val="BlockQuote"/>
        <w:rPr>
          <w:rFonts w:ascii="Georgia" w:eastAsiaTheme="minorEastAsia" w:hAnsi="Georgia"/>
          <w:lang w:bidi="ar-SA"/>
        </w:rPr>
      </w:pPr>
    </w:p>
    <w:p w:rsidR="00AD1C6F" w:rsidRPr="00AD1C6F" w:rsidRDefault="00AD1C6F" w:rsidP="007E663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If you’ll sit down,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I’ll bear your logs the while: pray, give me that; </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1250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carry it to the pile.</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No, precious creature;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I had rather crack my sinews, break my back,</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Than you should such dishonour undergo,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While I sit lazy by.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MIRANDA</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It would become me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As well as it does you: and I should do it</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With much more ease; for my good will is to 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yours it is against.</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Poor worm, thou art infected! </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1260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visitation shows it.</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 look wearily.</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No, noble mistress;’tis fresh morning with me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When you are by at night. I do beseech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Chiefly that I might set it in my prayers—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is your name?</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MIRANDA</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Miranda.—O my father,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broke your hest to say so!</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Admired 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Indeed the top of admiration! worth </w:t>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ab/>
        <w:t>1270</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What’s dearest to the world! Full many a lady</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eyed with best regard and many a time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The harmony of their tongues hath into bondage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Brought my too diligent ear: for several virtues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Have I liked several women; never any</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With so fun soul, but some defect in her</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Did quarrel with the noblest grace she owed</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And put it to the foil: but you, O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perfect and so peerless, are created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Of every creature’s best! </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1280</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do not know</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One of my sex; no woman’s face remember,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Save, from my glass, mine own; nor have I seen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More that I may call men than you, good friend,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my dear father: how features are abroad,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am skilless of; but, by my modesty,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jewel in my dower, I would not wish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Any companion in the world but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Nor can imagination form a shape,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Besides yourself, to like of. But I prattle </w:t>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ab/>
        <w:t>1290</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Something too wildly and my father’s precepts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therein do forget.</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am in my condition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prince, Miranda; I do think, a king;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would, not so!—and would no more endure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This wooden slavery than to suffer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flesh-fly blow my mouth. Hear my soul speak: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very instant that I saw you, did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My heart fly to your service; there resides,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make me slave to it; and for your sake</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1300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Am I this patient log—man.</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you love me?</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O heaven, O earth, bear witness to this sound</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And crown what I profess with kind event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I speak true! if hollowly, invert</w:t>
      </w:r>
      <w:r w:rsidRPr="00AD1C6F">
        <w:rPr>
          <w:rFonts w:ascii="Georgia" w:eastAsiaTheme="minorEastAsia" w:hAnsi="Georgia"/>
          <w:lang w:bidi="ar-SA"/>
        </w:rPr>
        <w:tab/>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What best is boded me to mischief! I</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Beyond all limit of what else i’ the world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love, prize, honour you.</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am a fool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To weep at what I am glad of. </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1310</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PROSPERO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Fair encounter</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Of two most rare affections! Heavens rain grace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On that which breeds between ‘em!</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Wherefore weep you?</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At mine unworthiness that dare not offer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I desire to give, and much less take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I shall die to want. But this is trifling;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all the more it seeks to hide itself,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bigger bulk it shows. Hence, bashful cunning!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prompt me, plain and holy innocence! </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1320</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I am your wife, if you will marry me;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If not, I’ll die your maid: to be your fellow</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You may deny me; but I’ll be your servant,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Whether you will or no.</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mistress, dearest;</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I thus humble ever.</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husband, then?</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Ay, with a heart as willing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bondage e’er of freedom: here’s my hand.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mine, with my heart in’t; and now farewell </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1330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Till half an hour hence.</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thousand thousand!</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Exeunt FERDINAND and MIRANDA severally</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PROSPERO </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So glad of this as they I cannot be,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 are surprised withal; but my rejoicing</w:t>
      </w:r>
      <w:r w:rsidRPr="00AD1C6F">
        <w:rPr>
          <w:rFonts w:ascii="Georgia" w:eastAsiaTheme="minorEastAsia" w:hAnsi="Georgia"/>
          <w:lang w:bidi="ar-SA"/>
        </w:rPr>
        <w:tab/>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At nothing can be more. I’ll to my book,</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For yet ere supper-time must I perform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Much business appertaining.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Exit</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SCENE II. Another part of the island.</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 xml:space="preserve">Enter CALIBAN, STEPHANO, and TRINCULO </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Tell not me; when the butt is out, we will drink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water; not a drop before: therefore bear up, 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board ‘em. Servant-monster, drink to me. </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1340</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Servant-monster! the folly of this island! They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say there’s but five upon this isle: we are three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them; if th’ other two be brained like us, the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state totters.</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Drink, servant-monster, when I bid thee: thy eyes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are almost set in thy head.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Where should they be set else? he were a brave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monster indeed, if they were set in his tail.</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man-monster hath drown’d his tongue in sack: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2"/>
          <w:lang w:bidi="ar-SA"/>
        </w:rPr>
        <w:t>for my part, the sea cannot drown me; I swam, ere</w:t>
      </w:r>
      <w:r w:rsidR="007F4762">
        <w:rPr>
          <w:rFonts w:ascii="Georgia" w:eastAsiaTheme="minorEastAsia" w:hAnsi="Georgia"/>
          <w:spacing w:val="-2"/>
          <w:lang w:bidi="ar-SA"/>
        </w:rPr>
        <w:t xml:space="preserve"> </w:t>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ab/>
        <w:t>1350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could recover the shore, five and thirty leagues off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on. By this light, thou shalt be my lieutenant,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monster, or my standard.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Your lieutenant, if you list; he’s no standard.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We’ll not run, Monsieur Monster.</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Nor go neither; but you’ll lie like dogs and yet say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nothing neither.</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Moon-calf, speak once in thy life, if thou beest 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good moon-calf.</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How does thy honour? Let me lick thy shoe. </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1360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not serve him; he’s not valiant.</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liest, most ignorant monster: I am in case to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justle a constable. Why, thou deboshed fish thou,</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was there ever man a coward that hath drunk so much</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sack as I to-day? Wilt thou tell a monstrous lie,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being but half a fish and half a monster?</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Lo, how he mocks me! wilt thou let him, my lord?</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‘Lord’ quoth he! That a monster should be such a natural!</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Lo, lo, again! bite him to death, I prithee.</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Trinculo, keep a good tongue in your head: if you </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1370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prove a mutineer,—the next tree! The poor monster’s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subject and he shall not suffer indignity.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thank my noble lord. Wilt thou be pleased to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hearken once again to the suit I made to thee?</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Marry, will I kneel and repeat it; I will stand,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so shall Trinculo.</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ARIEL, invisible</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I told thee before, I am subject to a tyrant, a sorcerer, that by his cunning hath cheated me of the island.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liest.</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Thou liest, thou jesting monkey, thou: I would my </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1380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valiant master would destroy thee! I do not lie.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Trinculo, if you trouble him any more in’s tale, by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hand, I will supplant some of your teeth.</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Why, I said nothing.</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Mum, then, and no more. Proceed.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say, by sorcery he got this isle;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From me he got it. if thy greatness will</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Revenge it on him,—for I know thou darest,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this thing dare not,—</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lastRenderedPageBreak/>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That’s most certain. </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1390</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shalt be lord of it and I’ll serve thee.</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How now shall this be compassed?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Canst thou bring me to the party?</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Yea, yea, my lord: I’ll yield him thee asleep,</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 thou mayst knock a nail into his bead.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liest; thou canst not.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b/>
      </w: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What a pied ninny’s this! Thou scurvy patch!</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I do beseech thy greatness, give him blows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take his bottle from him: when that’s gone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4"/>
          <w:lang w:bidi="ar-SA"/>
        </w:rPr>
        <w:t>He shall drink nought but brine; for I’ll not show him</w:t>
      </w:r>
      <w:r w:rsidRPr="00AD1C6F">
        <w:rPr>
          <w:rFonts w:ascii="Georgia" w:eastAsiaTheme="minorEastAsia" w:hAnsi="Georgia"/>
          <w:lang w:bidi="ar-SA"/>
        </w:rPr>
        <w:t xml:space="preserve"> </w:t>
      </w:r>
      <w:r w:rsidR="004D65DF">
        <w:rPr>
          <w:rFonts w:ascii="Georgia" w:eastAsiaTheme="minorEastAsia" w:hAnsi="Georgia"/>
          <w:lang w:bidi="ar-SA"/>
        </w:rPr>
        <w:tab/>
      </w:r>
      <w:r w:rsidRPr="00AD1C6F">
        <w:rPr>
          <w:rFonts w:ascii="Georgia" w:eastAsiaTheme="minorEastAsia" w:hAnsi="Georgia"/>
          <w:lang w:bidi="ar-SA"/>
        </w:rPr>
        <w:tab/>
        <w:t>1400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 the quick freshes are.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Trinculo, run into no further danger:</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interrupt the monster one word further, and,</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by this hand, I’ll turn my mercy out o’ doors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make a stock-fish of thee.</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Why, what did I? I did nothing. I’ll go farther off.</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Didst thou not say he lied?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liest.</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Do I so? take thou that.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Beats 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you like this, give me the lie another time.</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1410</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I did not give the lie. Out o’ your</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wits and bearing too? A pox o’ your bottle!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this can sack and drinking do. A murrain 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your monster, and the devil take your fingers!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 ha, ha!</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Now, forward with your tale. Prithee, stand farther off.</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Beat him enough: after a little time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I’ll beat him too.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Stand farther. Come, proceed.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Why, as I told thee, ‘tis a custom with him,</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1420</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I’ th’ afternoon to sleep: there thou mayst brain him,</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Having first seized his books, or with a log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Batter his skull, or paunch him with a stake,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Or cut his wezand with thy knife. Remember</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First to possess his books; for without them</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He’s but a sot, as I am, nor hath not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One spirit to command: they all do hate him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As rootedly as I. Burn but his books.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 has brave utensils,—for so he calls them—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when he has a house, he’ll deck withal</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1430</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that most deeply to consider is</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The beauty of his daughter; he himself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Calls her a nonpareil: I never saw a woman,</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But only Sycorax my dam and she;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But she as far surpasseth Sycorax</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great’st does least.</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it so brave a lass?</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Ay, lord; she will become thy bed, I warrant.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bring thee forth brave brood.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Monster, I will kill this man: his daughter and I</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1440</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will be king and queen—save our graces!—and</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Trinculo and thyself shall be viceroys. Dost thou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like the plot, Trinculo?</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Excellent.</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Give me thy hand: I am sorry I beat thee; but,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while thou livest, keep a good tongue in thy head.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lastRenderedPageBreak/>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Within this half hour will he be asleep:</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Wilt thou destroy him then?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Ay, on mine honour.</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will I tell my master.</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1450</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Thou makest me merry; I am full of pleasure: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Let us be jocund: will you troll the catch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 taught me but while-ere?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At thy request, monster, I will do reason, any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reason. Come on, Trinculo, let us sing.</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Sings</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Flout ‘em and scout ‘em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scout ‘em and flout ‘em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Thought is free.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That’s not the tune.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ARIEL plays the tune on a tabour and pipe</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1460</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is this same?</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is the tune of our catch, played by the picture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Nobody.</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lastRenderedPageBreak/>
        <w:t>STEPHANO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If thou beest a man, show thyself in thy likeness: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thou beest a devil, take’t as thou list.</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forgive me my sins!</w:t>
      </w:r>
    </w:p>
    <w:p w:rsidR="004D65DF" w:rsidRPr="00AD1C6F" w:rsidRDefault="004D65D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 that dies pays all debts: I defy thee. Mercy upon us!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Art thou afeard?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No, monster, not I.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 not afeard; the isle is full of noises,</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1470</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Sounds and sweet airs, that give delight and hurt not.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Sometimes a thousand twangling instruments</w:t>
      </w:r>
      <w:r w:rsidRPr="00AD1C6F">
        <w:rPr>
          <w:rFonts w:ascii="Georgia" w:eastAsiaTheme="minorEastAsia" w:hAnsi="Georgia"/>
          <w:lang w:bidi="ar-SA"/>
        </w:rPr>
        <w:tab/>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Will hum about mine ears, and sometime voices</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That, if I then had waked after long sleep,</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Will make me sleep again: and then, in dreaming,</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The clouds methought would open and show riches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Ready to drop upon me that, when I waked,</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cried to dream again.</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4"/>
          <w:lang w:bidi="ar-SA"/>
        </w:rPr>
        <w:t>This will prove a brave kingdom to me, where I shall</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have my music for nothing.</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1480</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When Prospero is destroyed.</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lastRenderedPageBreak/>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shall be by and by: I remember the story.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The sound is going away; let’s follow it, 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after do our work.</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STEPHANO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Lead, monster; we’ll follow. I would I could see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tabourer; he lays it on.</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Wilt come? I’ll follow, Stephano.</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Exeunt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SCENE III. Another part of the island.</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 xml:space="preserve">Enter ALONSO, SEBASTIAN, ANTONIO, GONZALO, ADRIAN, FRANCISCO, and others </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By’r lakin, I can go no further, sir;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My old bones ache: here’s a maze trod indeed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Through forth-rights and meanders! By your patience,</w:t>
      </w:r>
      <w:r w:rsidRPr="00AD1C6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1490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needs must rest me.</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ALONSO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Old lord, I cannot blame thee,</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Who am myself attach’d with weariness,</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To the dulling of my spirits: sit down, and rest.</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Even here I will put off my hope and keep it</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No longer for my flatterer: he is drown’d</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Whom thus we stray to find, and the sea mocks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Our frustrate search on land. Well, let him go.</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lang w:bidi="ar-SA"/>
        </w:rPr>
        <w:t>[</w:t>
      </w:r>
      <w:r w:rsidRPr="00AD1C6F">
        <w:rPr>
          <w:rFonts w:ascii="Georgia" w:eastAsiaTheme="minorEastAsia" w:hAnsi="Georgia"/>
          <w:i/>
          <w:iCs/>
          <w:lang w:bidi="ar-SA"/>
        </w:rPr>
        <w:t>Aside to SEBASTIAN</w:t>
      </w:r>
      <w:r w:rsidRPr="00AD1C6F">
        <w:rPr>
          <w:rFonts w:ascii="Georgia" w:eastAsiaTheme="minorEastAsia" w:hAnsi="Georgia"/>
          <w:lang w:bidi="ar-SA"/>
        </w:rPr>
        <w: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I am right glad that he’s so out of hope.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not, for one repulse, forego the purpose</w:t>
      </w:r>
      <w:r w:rsidRPr="00AD1C6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004D65DF">
        <w:rPr>
          <w:rFonts w:ascii="Georgia" w:eastAsiaTheme="minorEastAsia" w:hAnsi="Georgia"/>
          <w:lang w:bidi="ar-SA"/>
        </w:rPr>
        <w:tab/>
      </w:r>
      <w:r w:rsidRPr="00AD1C6F">
        <w:rPr>
          <w:rFonts w:ascii="Georgia" w:eastAsiaTheme="minorEastAsia" w:hAnsi="Georgia"/>
          <w:lang w:bidi="ar-SA"/>
        </w:rPr>
        <w:t>1500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you resolved to effect.</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 to ANTONIO</w:t>
      </w:r>
      <w:r w:rsidRPr="00AD1C6F">
        <w:rPr>
          <w:rFonts w:ascii="Georgia" w:eastAsiaTheme="minorEastAsia" w:hAnsi="Georgia"/>
          <w:lang w:bidi="ar-SA"/>
        </w:rPr>
        <w:t>]</w:t>
      </w:r>
      <w:r w:rsidRPr="00AD1C6F">
        <w:rPr>
          <w:rFonts w:ascii="Georgia" w:eastAsiaTheme="minorEastAsia" w:hAnsi="Georgia"/>
          <w:i/>
          <w:iCs/>
          <w:lang w:bidi="ar-SA"/>
        </w:rPr>
        <w:t xml:space="preserve"> </w:t>
      </w:r>
      <w:r w:rsidRPr="00AD1C6F">
        <w:rPr>
          <w:rFonts w:ascii="Georgia" w:eastAsiaTheme="minorEastAsia" w:hAnsi="Georgia"/>
          <w:lang w:bidi="ar-SA"/>
        </w:rPr>
        <w:t>The next advantage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Will we take throughly.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ANTONIO</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 to SEBASTIAN</w:t>
      </w:r>
      <w:r w:rsidRPr="00AD1C6F">
        <w:rPr>
          <w:rFonts w:ascii="Georgia" w:eastAsiaTheme="minorEastAsia" w:hAnsi="Georgia"/>
          <w:lang w:bidi="ar-SA"/>
        </w:rPr>
        <w:t>] Let it be to-night;</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For, now they are oppress’d with travel, they</w:t>
      </w:r>
    </w:p>
    <w:p w:rsidR="004D65DF" w:rsidRDefault="00AD1C6F" w:rsidP="00AD1C6F">
      <w:pPr>
        <w:pStyle w:val="BlockQuote"/>
        <w:rPr>
          <w:rFonts w:ascii="Georgia" w:eastAsiaTheme="minorEastAsia" w:hAnsi="Georgia"/>
          <w:lang w:bidi="ar-SA"/>
        </w:rPr>
      </w:pPr>
      <w:r w:rsidRPr="00AD1C6F">
        <w:rPr>
          <w:rFonts w:ascii="Georgia" w:eastAsiaTheme="minorEastAsia" w:hAnsi="Georgia"/>
          <w:lang w:bidi="ar-SA"/>
        </w:rPr>
        <w:t>Will not, nor cannot, use such vigilance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when they are fresh.</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 to ANTONIO</w:t>
      </w:r>
      <w:r w:rsidRPr="00AD1C6F">
        <w:rPr>
          <w:rFonts w:ascii="Georgia" w:eastAsiaTheme="minorEastAsia" w:hAnsi="Georgia"/>
          <w:lang w:bidi="ar-SA"/>
        </w:rPr>
        <w:t xml:space="preserve">] I say, to-night: no more.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Solemn and strange music</w:t>
      </w:r>
    </w:p>
    <w:p w:rsidR="00AD1C6F" w:rsidRPr="00AD1C6F" w:rsidRDefault="00AD1C6F" w:rsidP="00AD1C6F">
      <w:pPr>
        <w:pStyle w:val="BlockQuote"/>
        <w:rPr>
          <w:rFonts w:ascii="Georgia" w:eastAsiaTheme="minorEastAsia" w:hAnsi="Georgia"/>
          <w:lang w:bidi="ar-SA"/>
        </w:rPr>
      </w:pPr>
    </w:p>
    <w:p w:rsidR="00AD1C6F" w:rsidRPr="00AD1C6F" w:rsidRDefault="00AD1C6F" w:rsidP="004D65DF">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harmony is this? My good friends, hark!</w:t>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1510</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Marvellous sweet music!</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 xml:space="preserve">Enter PROSPERO above, invisible. Enter several </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strange Shapes, bringing in a banquet; they dance about it with gentle actions of salutation; and, inviting the King, &amp;c. to eat, they depart</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Give us kind keepers, heavens! What were these?</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living drollery. Now I will believe</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That there are unicorns, that in Arabia</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There is one tree, the phoenix’ throne, one phoenix</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At this hour reigning there.</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believe both;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what does else want credit, come to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I’ll be sworn ‘tis true: travellers ne’er did lie,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Though fools at home condemn ‘em.</w:t>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1520</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in Naples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should report this now, would they believe me?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I should say, I saw such islanders—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certes, these are people of the island—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 though they are of monstrous shape, yet, note,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Their manners are more gentle-kind than of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Our human generation you shall find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Many, nay, almost any.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w:t>
      </w:r>
      <w:r w:rsidRPr="00AD1C6F">
        <w:rPr>
          <w:rFonts w:ascii="Georgia" w:eastAsiaTheme="minorEastAsia" w:hAnsi="Georgia"/>
          <w:lang w:bidi="ar-SA"/>
        </w:rPr>
        <w:t>] Honest lord,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hast said well; for some of you there present</w:t>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1530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Are worse than devils.</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cannot too much muse</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Such shapes, such gesture and such sound, expressing,</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Although they want the use of tongue, a kind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excellent dumb discourse.</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w:t>
      </w:r>
      <w:r w:rsidRPr="00AD1C6F">
        <w:rPr>
          <w:rFonts w:ascii="Georgia" w:eastAsiaTheme="minorEastAsia" w:hAnsi="Georgia"/>
          <w:lang w:bidi="ar-SA"/>
        </w:rPr>
        <w:t>] Praise in departing.</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FRANCISCO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They vanish’d strangely.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No matter, since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spacing w:val="-2"/>
          <w:lang w:bidi="ar-SA"/>
        </w:rPr>
        <w:t>They have left their viands behind; for we have stomachs.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Will’t please you taste of what is here?</w:t>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1540</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Not I.</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Faith, sir, you need not fear. When we were boys,</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Who would believe that there were mountaineers</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Dew-lapp’d like bulls, whose throats had hanging at ‘em</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Wallets of flesh? or that there were such men</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Whose heads stood in their breasts? which now we find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Each putter-out of five for one will bring us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Good warrant of. </w:t>
      </w:r>
      <w:r w:rsidRPr="00AD1C6F">
        <w:rPr>
          <w:rFonts w:ascii="Georgia" w:eastAsiaTheme="minorEastAsia" w:hAnsi="Georgia"/>
          <w:lang w:bidi="ar-SA"/>
        </w:rPr>
        <w:tab/>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will stand to and feed,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Although my last: no matter, since I feel</w:t>
      </w:r>
      <w:r w:rsidR="001641CB">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ab/>
        <w:t>1550</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The best is past. Brother, my lord the duke,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Stand to and do as we.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Thunder and lightning. Enter ARIEL, like a harpy; claps his wings upon the table; and, with a quaint device, the banquet vanishes</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 are three men of sin, whom Destiny,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hath to instrument this lower world</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what is in’t, the never-surfeited sea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Hath caused to belch up you; and on this island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 man doth not inhabit; you ‘mongst men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Being most unfit to live. I have made you mad;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even with such-like valour men hang and drown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Their proper selves.</w:t>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1560</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ALONSO, SEBASTIAN &amp;c. draw their swords</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You fools! I and my fellows</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Are ministers of Fate: the elements,</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Of whom your swords are temper’d, may as well</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Wound the loud winds, or with bemock’d-at stabs</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Kill the still-closing waters, as diminish</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One dowle that’s in my plume: my fellow-ministers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Are like invulnerable. If you could hurt,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Your swords are now too massy for your strengths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will not be uplifted. But remember—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that’s my business to you—that you three</w:t>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1570</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From Milan did supplant good Prospero;</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Exposed unto the sea, which hath requit 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Him and his innocent child: for which foul deed</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The powers, delaying, not forgetting, have</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Incensed the seas and shores, yea, all the creatures,</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Against your peace. Thee of thy son, 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They have bereft; and do pronounce by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Lingering perdition, worse than any death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Can be at once, shall step by step attend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 and your ways; whose wraths to guard you from—</w:t>
      </w:r>
      <w:r w:rsidRPr="00AD1C6F">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1580</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Which here, in this most desolate isle, else falls</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Upon your heads—is nothing but heart-sorrow</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a clear life ensuing.</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He vanishes in thunder; then, to soft music enter the Shapes again, and dance, with mocks and mows, and carrying out the table</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Bravely the figure of this harpy hast thou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Perform’d, my Ariel; a grace it had, devouring:</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Of my instruction hast thou nothing bated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what thou hadst to say: so, with good life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observation strange, my meaner ministers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Their several kinds have done. My high charms work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these mine enemies are all knit up</w:t>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1590</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In their distractions; they now are in my power;</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And in these fits I leave them, while I visit</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Young Ferdinand, whom they suppose is drown’d,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his and mine loved darling.</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Exit above</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GONZALO</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I’ the name of something holy, sir, why stand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this strange stare?</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it is monstrous, monstrous: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Methought the billows spoke and told me of it;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winds did sing it to me, and the thunder,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deep and dreadful organ-pipe, pronounced</w:t>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1600</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name of Prosper: it did bass my trespass.</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Therefore my son i’ the ooze is bedded, and</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seek him deeper than e’er plummet sounded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with him there lie mudded.</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Exit</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one fiend at a time,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fight their legions o’er.</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be thy second.</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Exeunt SEBASTIAN, and ANTONIO</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All three of them are desperate: their great guilt,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Like poison given to work a great time after,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Now ‘gins to bite the spirits. I do beseech you</w:t>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1610</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That are of suppler joints, follow them swiftly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hinder them from what this ecstasy</w:t>
      </w:r>
      <w:r w:rsidRPr="00AD1C6F">
        <w:rPr>
          <w:rFonts w:ascii="Georgia" w:eastAsiaTheme="minorEastAsia" w:hAnsi="Georgia"/>
          <w:lang w:bidi="ar-SA"/>
        </w:rPr>
        <w:tab/>
      </w:r>
      <w:r w:rsidRPr="00AD1C6F">
        <w:rPr>
          <w:rFonts w:ascii="Georgia" w:eastAsiaTheme="minorEastAsia" w:hAnsi="Georgia"/>
          <w:lang w:bidi="ar-SA"/>
        </w:rPr>
        <w:br/>
        <w:t>May now provoke them to.</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ADRIAN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Follow, I pray you.</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Exeunt</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ACT IV</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SCENE I. Before PROSPERO’S cell.</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 xml:space="preserve">Enter PROSPERO, FERDINAND, and MIRANDA </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If I have too austerely punish’d you,</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Your compensation makes amends, for I</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Have given you here a third of mine own life,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Or that for which I live; who once again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tender to thy hand: all thy vexations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Were but my trials of thy love and thou</w:t>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1620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Hast strangely stood the test here, afore Heaven,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ratify this my rich gift. O Ferdinand,</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Do not smile at me that I boast her off,</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For thou shalt find she will outstrip all praise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make it halt behind her.</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I do believe 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Against an oracle.</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Then, as my gift and thine own acquisition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Worthily purchased take my daughter: but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If thou dost break her virgin-knot before</w:t>
      </w:r>
      <w:r w:rsidRPr="00AD1C6F">
        <w:rPr>
          <w:rFonts w:ascii="Georgia" w:eastAsiaTheme="minorEastAsia" w:hAnsi="Georgia"/>
          <w:lang w:bidi="ar-SA"/>
        </w:rPr>
        <w:tab/>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1630</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All sanctimonious ceremonies may</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With full and holy rite be minister’d,</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No sweet aspersion shall the heavens let fall</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To make this contract grow: but barren hate,</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Sour-eyed disdain and discord shall bestrew</w:t>
      </w:r>
      <w:r w:rsidRPr="00AD1C6F">
        <w:rPr>
          <w:rFonts w:ascii="Georgia" w:eastAsiaTheme="minorEastAsia" w:hAnsi="Georgia"/>
          <w:lang w:bidi="ar-SA"/>
        </w:rPr>
        <w:tab/>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The union of your bed with weeds so loathly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you shall hate it both: therefore take heed,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As Hymen’s lamps shall light you.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I hope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quiet days, fair issue and long life,</w:t>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1640</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With such love as ‘tis now, the murkiest den,</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The most opportune place, the strong’st suggestion.</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Our worser genius can, shall never melt</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Mine honour into lust, to take away</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The edge of that day’s celebration</w:t>
      </w:r>
    </w:p>
    <w:p w:rsidR="001641CB" w:rsidRDefault="00AD1C6F" w:rsidP="00AD1C6F">
      <w:pPr>
        <w:pStyle w:val="BlockQuote"/>
        <w:rPr>
          <w:rFonts w:ascii="Georgia" w:eastAsiaTheme="minorEastAsia" w:hAnsi="Georgia"/>
          <w:lang w:bidi="ar-SA"/>
        </w:rPr>
      </w:pPr>
      <w:r w:rsidRPr="00AD1C6F">
        <w:rPr>
          <w:rFonts w:ascii="Georgia" w:eastAsiaTheme="minorEastAsia" w:hAnsi="Georgia"/>
          <w:lang w:bidi="ar-SA"/>
        </w:rPr>
        <w:t>When I shall think: or Phoebus’ steeds are founder’d,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Night kept chain’d below.</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Fairly spoke.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Sit then and talk with her; she is thine own.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Ariel! my industrious servant, Ariel!</w:t>
      </w:r>
      <w:r w:rsidRPr="00AD1C6F">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001641CB">
        <w:rPr>
          <w:rFonts w:ascii="Georgia" w:eastAsiaTheme="minorEastAsia" w:hAnsi="Georgia"/>
          <w:lang w:bidi="ar-SA"/>
        </w:rPr>
        <w:tab/>
      </w:r>
      <w:r w:rsidRPr="00AD1C6F">
        <w:rPr>
          <w:rFonts w:ascii="Georgia" w:eastAsiaTheme="minorEastAsia" w:hAnsi="Georgia"/>
          <w:lang w:bidi="ar-SA"/>
        </w:rPr>
        <w:t>1650</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ARIEL</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would my potent master? here I am.</w:t>
      </w:r>
    </w:p>
    <w:p w:rsidR="00AD1C6F" w:rsidRPr="00AD1C6F" w:rsidRDefault="00AD1C6F" w:rsidP="00AD1C6F">
      <w:pPr>
        <w:pStyle w:val="BlockQuote"/>
        <w:rPr>
          <w:rFonts w:ascii="Georgia" w:eastAsiaTheme="minorEastAsia" w:hAnsi="Georgia"/>
          <w:lang w:bidi="ar-SA"/>
        </w:rPr>
      </w:pPr>
    </w:p>
    <w:p w:rsidR="00AD1C6F" w:rsidRPr="00AD1C6F" w:rsidRDefault="00AD1C6F" w:rsidP="001641CB">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Thou and thy meaner fellows your last service</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Did worthily perform; and I must use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such another trick. Go bring the rabble,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O’er whom I give thee power, here to this place: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Incite them to quick motion; for I must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Bestow upon the eyes of this young couple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Some vanity of mine art: it is my promise,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they expect it from me.</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Presently?</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1660</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Ay, with a twink.</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ARIEL</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Before you can say ‘come’ and ‘go,’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And breathe twice and cry ‘so, 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Each one, tripping on his toe,</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Will be here with mop and mow.</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you love me, master? no?</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Dearly my delicate Ariel. Do not approach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Till thou dost hear me call.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Well, I conceive.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Exit</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Look thou be true; do not give dalliance</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1670</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Too much the rein: the strongest oaths are straw</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To the fire i’ the blood: be more abstemious,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else, good night your vow!</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I warrant you sir;</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The white cold virgin snow upon my heart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Abates the ardour of my liver.</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Now come, my Ariel! bring a corollary,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Rather than want a spirit: appear and pertly!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 tongue! all eyes! be silent.</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1680</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Soft music</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IRIS</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IRIS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Ceres, most bounteous lady, thy rich leas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wheat, rye, barley, vetches, oats and pease;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Thy turfy mountains, where live nibbling sheep,</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flat meads thatch’d with stover, them to keep;</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Thy banks with pioned and twilled brims,</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Which spongy April at thy hest betrims,</w:t>
      </w:r>
    </w:p>
    <w:p w:rsidR="00AD1C6F" w:rsidRPr="00AD1C6F" w:rsidRDefault="00AD1C6F" w:rsidP="00AD1C6F">
      <w:pPr>
        <w:pStyle w:val="BlockQuote"/>
        <w:rPr>
          <w:rFonts w:ascii="Georgia" w:eastAsiaTheme="minorEastAsia" w:hAnsi="Georgia"/>
          <w:spacing w:val="-9"/>
          <w:lang w:bidi="ar-SA"/>
        </w:rPr>
      </w:pPr>
      <w:r w:rsidRPr="00AD1C6F">
        <w:rPr>
          <w:rFonts w:ascii="Georgia" w:eastAsiaTheme="minorEastAsia" w:hAnsi="Georgia"/>
          <w:spacing w:val="-2"/>
          <w:lang w:bidi="ar-SA"/>
        </w:rPr>
        <w:t>To make cold nymphs chaste crowns; and thy broom-groves,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Whose shadow the dismissed bachelor loves,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Being lass-lorn: thy pole-clipt vineyard;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thy sea-marge, sterile and rocky-hard,</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1690</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Where thou thyself dost air;—the queen o’ the sky,</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Whose watery arch and messenger am I,</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Bids thee leave these, and with her sovereign grace,</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Here on this grass-plot, in this very place,</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To come and sport: her peacocks fly amain: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Approach, rich Ceres, her to entertain.</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CERES</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CERES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Hail, many-colour’d messenger, that ne’er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Dost disobey the wife of Jupiter;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Who with thy saffron wings upon my flowers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Diffusest honey-drops, refreshing showers,</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1700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with each end of thy blue bow dost crown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bosky acres and my unshrubb’d down,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Rich scarf to my proud earth; why hath thy queen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Summon’d me hither, to this short-grass’d green?</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IRIS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contract of true love to celebrate;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some donation freely to estate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On the blest lovers.</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CERES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Tell me, heavenly bow,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Venus or her son, as thou dost know,</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now attend the queen? Since they did plot</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1710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means that dusky Dis my daughter got,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Her and her blind boy’s scandal’d company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forsworn.</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IRIS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her society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 not afraid: I met her deity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Cutting the clouds towards Paphos and her son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Dove-drawn with her. Here thought they to have done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Some wanton charm upon this man and maid,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Whose vows are, that no bed-right shall be paid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Till Hymen’s torch be lighted: but vain;</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1720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Mars’s hot minion is returned again;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Her waspish-headed son has broke his arrows,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Swears he will shoot no more but play with sparrows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be a boy right out.</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CERES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High’st queen of state,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Great Juno, comes; I know her by her gait.</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JUNO</w:t>
      </w:r>
    </w:p>
    <w:p w:rsidR="00AD1C6F" w:rsidRPr="00AD1C6F" w:rsidRDefault="00AD1C6F" w:rsidP="00AD1C6F">
      <w:pPr>
        <w:pStyle w:val="BlockQuote"/>
        <w:rPr>
          <w:rFonts w:ascii="Georgia" w:eastAsiaTheme="minorEastAsia" w:hAnsi="Georgia"/>
          <w:i/>
          <w:iCs/>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JUNO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How does my bounteous sister? Go with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To bless this twain, that they may prosperous be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honour’d in their issue.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They sing:</w:t>
      </w:r>
    </w:p>
    <w:p w:rsidR="00AD1C6F" w:rsidRPr="00AD1C6F" w:rsidRDefault="00AD1C6F" w:rsidP="00AD1C6F">
      <w:pPr>
        <w:pStyle w:val="BlockQuote"/>
        <w:rPr>
          <w:rFonts w:ascii="Georgia" w:eastAsiaTheme="minorEastAsia" w:hAnsi="Georgia"/>
          <w:i/>
          <w:iCs/>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JUNO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Honour, riches, marriage-blessing,</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1730</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Long continuance, and increasing,</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Hourly joys be still upon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Juno sings her blessings upon you.</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CERES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Earth’s increase, foison plenty,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Barns and garners never empty,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Vines and clustering bunches growing,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Plants with goodly burthen bowing;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Spring come to you at the farthest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the very end of harvest!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Scarcity and want shall shun you;</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1740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Ceres’ blessing so is on you.</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is a most majestic vision, 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Harmoniously charmingly. May I be bold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think these spirits?</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Spirits, which by mine art</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from their confines call’d to enact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My present fancies.</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Let me live here ever;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rare a wonder’d father and a wife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Makes this place Paradise.</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1750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caps/>
          <w:lang w:bidi="ar-SA"/>
        </w:rPr>
        <w:t>Juno</w:t>
      </w:r>
      <w:r w:rsidRPr="00AD1C6F">
        <w:rPr>
          <w:rFonts w:ascii="Georgia" w:eastAsiaTheme="minorEastAsia" w:hAnsi="Georgia"/>
          <w:i/>
          <w:iCs/>
          <w:lang w:bidi="ar-SA"/>
        </w:rPr>
        <w:t xml:space="preserve"> and </w:t>
      </w:r>
      <w:r w:rsidRPr="00AD1C6F">
        <w:rPr>
          <w:rFonts w:ascii="Georgia" w:eastAsiaTheme="minorEastAsia" w:hAnsi="Georgia"/>
          <w:i/>
          <w:iCs/>
          <w:caps/>
          <w:lang w:bidi="ar-SA"/>
        </w:rPr>
        <w:t>Ceres</w:t>
      </w:r>
      <w:r w:rsidRPr="00AD1C6F">
        <w:rPr>
          <w:rFonts w:ascii="Georgia" w:eastAsiaTheme="minorEastAsia" w:hAnsi="Georgia"/>
          <w:i/>
          <w:iCs/>
          <w:lang w:bidi="ar-SA"/>
        </w:rPr>
        <w:t xml:space="preserve"> whisper, and send </w:t>
      </w:r>
      <w:r w:rsidRPr="00AD1C6F">
        <w:rPr>
          <w:rFonts w:ascii="Georgia" w:eastAsiaTheme="minorEastAsia" w:hAnsi="Georgia"/>
          <w:i/>
          <w:iCs/>
          <w:caps/>
          <w:lang w:bidi="ar-SA"/>
        </w:rPr>
        <w:t>Iris</w:t>
      </w:r>
      <w:r w:rsidRPr="00AD1C6F">
        <w:rPr>
          <w:rFonts w:ascii="Georgia" w:eastAsiaTheme="minorEastAsia" w:hAnsi="Georgia"/>
          <w:i/>
          <w:iCs/>
          <w:lang w:bidi="ar-SA"/>
        </w:rPr>
        <w:t xml:space="preserve"> on employment</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Sweet, now, silence!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caps/>
          <w:lang w:bidi="ar-SA"/>
        </w:rPr>
        <w:t>Juno</w:t>
      </w:r>
      <w:r w:rsidRPr="00AD1C6F">
        <w:rPr>
          <w:rFonts w:ascii="Georgia" w:eastAsiaTheme="minorEastAsia" w:hAnsi="Georgia"/>
          <w:i/>
          <w:iCs/>
          <w:lang w:bidi="ar-SA"/>
        </w:rPr>
        <w:t xml:space="preserve"> and </w:t>
      </w:r>
      <w:r w:rsidRPr="00AD1C6F">
        <w:rPr>
          <w:rFonts w:ascii="Georgia" w:eastAsiaTheme="minorEastAsia" w:hAnsi="Georgia"/>
          <w:i/>
          <w:iCs/>
          <w:caps/>
          <w:lang w:bidi="ar-SA"/>
        </w:rPr>
        <w:t>Ceres</w:t>
      </w:r>
      <w:r w:rsidRPr="00AD1C6F">
        <w:rPr>
          <w:rFonts w:ascii="Georgia" w:eastAsiaTheme="minorEastAsia" w:hAnsi="Georgia"/>
          <w:i/>
          <w:iCs/>
          <w:lang w:bidi="ar-SA"/>
        </w:rPr>
        <w:t xml:space="preserve"> whisper seriously;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There’s something else to do: hush, and be mute,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else our spell is marr’d.</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IRIS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 nymphs, call’d Naiads, of the windring brooks,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your sedged crowns and ever-harmless looks,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Leave your crisp channels and on this green land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Answer your summons; Juno does command: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Come, temperate nymphs, and help to celebrate</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1760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contract of true love; be not too late.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certain Nymphs</w:t>
      </w:r>
      <w:r w:rsidRPr="00AD1C6F">
        <w:rPr>
          <w:rFonts w:ascii="Georgia" w:eastAsiaTheme="minorEastAsia" w:hAnsi="Georgia"/>
          <w:i/>
          <w:iCs/>
          <w:lang w:bidi="ar-SA"/>
        </w:rPr>
        <w:tab/>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You sunburnt sicklemen, of August weary,</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Come hither from the furrow and be merry:</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Make holiday; your rye-straw hats put on</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And these fresh nymphs encounter every one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country footing.</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spacing w:val="-2"/>
          <w:lang w:bidi="ar-SA"/>
        </w:rPr>
        <w:t>Enter certain Reapers, properly habited: they join with the Nymphs in a graceful dance; towards the end whereof PROSPERO starts suddenly, and speaks; after which, to a strange, hollow, and confused noise, they heavily vanish</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w:t>
      </w:r>
      <w:r w:rsidRPr="00AD1C6F">
        <w:rPr>
          <w:rFonts w:ascii="Georgia" w:eastAsiaTheme="minorEastAsia" w:hAnsi="Georgia"/>
          <w:lang w:bidi="ar-SA"/>
        </w:rPr>
        <w:t>] I had forgot that foul conspiracy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the beast Caliban and his confederates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 xml:space="preserve">Against my life: the minute of their plot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almost come.</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1770</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To the Spirits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Well done! avoid; no more!</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This is strange: your father’s in some passion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works him strongly.</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Never till this day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Saw I him touch’d with anger so distemper’d.</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You do look, my son, in a moved sort,</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As if you were dismay’d: be cheerful, sir.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Our revels now are ended. These our actors,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As I foretold you, were all spirits and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Are melted into air, into thin air:</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1780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like the baseless fabric of this vision,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cloud-capp’d towers, the gorgeous palaces,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solemn temples, the great globe itself,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Ye all which it inherit, shall dissolve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like this insubstantial pageant faded,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Leave not a rack behind. We are such stuff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dreams are made on, and our little life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rounded with a sleep. Sir, I am vex’d;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Bear with my weakness; my, brain is troubled: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 not disturb’d with my infirmity:</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1790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you be pleased, retire into my cell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there repose: a turn or two I’ll walk,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still my beating mind.</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FERDINAND AND MIRANDA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We wish your peace.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Exeunt</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Come with a thought I thank thee, Ariel: come.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ARIEL</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Thy thoughts I cleave to. What’s thy pleasure?</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Spirit,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 must prepare to meet with Caliban.</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Ay, my commander: when I presented Ceres,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thought to have told thee of it, but I fear’d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Lest I might anger thee.</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1800</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Say again, where didst thou leave these varlets?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told you, sir, they were red-hot with drinking;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fun of valour that they smote the air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breathing in their faces; beat the ground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kissing of their feet; yet always bending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Towards their project. Then I beat my tabour;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At which, like unback’d colts, they prick’d their ears,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Advanced their eyelids, lifted up their noses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they smelt music: so I charm’d their ears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calf-like they my lowing follow’d through</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1810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Tooth’d briers, sharp furzes, pricking goss and thorns,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entered their frail shins: at last I left them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I’ the filthy-mantled pool beyond your cell,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There dancing up to the chins, that the foul lake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O’erstunk their feet.</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was well done, my bird.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Thy shape invisible retain thou still: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trumpery in my house, go bring it hither,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stale to catch these thieves.</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go, I go.</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1820</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Exit</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devil, a born devil, on whose nature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Nurture can never stick; on whom my pains,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Humanely taken, all, all lost, quite lost;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as with age his body uglier grows,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 his mind cankers. I will plague them all,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Even to roaring.</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Re-enter ARIEL, loaden with glistering apparel, &amp;c.</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lang w:bidi="ar-SA"/>
        </w:rPr>
        <w:t xml:space="preserve">Come, hang them on this line.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 xml:space="preserve">PROSPERO and ARIEL remain invisible. </w:t>
      </w:r>
      <w:r w:rsidRPr="00AD1C6F">
        <w:rPr>
          <w:rFonts w:ascii="Georgia" w:eastAsiaTheme="minorEastAsia" w:hAnsi="Georgia"/>
          <w:i/>
          <w:iCs/>
          <w:lang w:bidi="ar-SA"/>
        </w:rPr>
        <w:tab/>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Enter CALIBAN, STEPHANO, and TRINCULO, all wet</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Pray you, tread softly, that the blind mole may not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Hear a foot fall: we now are near his cell.</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Monster, your fairy, which you say is</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1830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harmless fairy, has done little better than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played the Jack with us.</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Monster, I do smell all horse-piss; 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my nose is in great indignation.</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So is mine. Do you hear, monster? If I should take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displeasure against you, look you,—</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Thou wert but a lost monster.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Good my lord, give me thy favour still.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 patient, for the prize I’ll bring thee to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Shall hoodwink this mischance: therefore speak softly.</w:t>
      </w:r>
      <w:r w:rsidRPr="00AD1C6F">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1840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All’s hush’d as midnight yet.</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Ay, but to lose our bottles in the pool,—</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There is not only disgrace and dishonour in that,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monster, but an infinite loss.</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That’s more to me than my wetting: yet this is your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harmless fairy, monster.</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I will fetch off my bottle, though I be o’er ears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my labour.</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Prithee, my king, be quiet. Seest thou here,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is the mouth o’ the cell: no noise, and enter.</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1850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that good mischief which may make this island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Thine own for ever, and I, thy 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aye thy foot-licker.</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Give me thy hand. I do begin to have bloody thoughts.</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O king Stephano! O peer! O worthy Stephano! </w:t>
      </w:r>
      <w:r w:rsidR="00AD7815" w:rsidRPr="00AD1C6F">
        <w:rPr>
          <w:rFonts w:ascii="Georgia" w:eastAsiaTheme="minorEastAsia" w:hAnsi="Georgia"/>
          <w:lang w:bidi="ar-SA"/>
        </w:rPr>
        <w:t>L</w:t>
      </w:r>
      <w:r w:rsidRPr="00AD1C6F">
        <w:rPr>
          <w:rFonts w:ascii="Georgia" w:eastAsiaTheme="minorEastAsia" w:hAnsi="Georgia"/>
          <w:lang w:bidi="ar-SA"/>
        </w:rPr>
        <w:t>ook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a wardrobe here is for thee!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Let it alone, thou fool; it is but trash.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O, ho, monster! we know what belongs to a frippery.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king Stephano!</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Put off that gown, Trinculo; by this hand, I’ll have</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1860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gown.</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Thy grace shall have it.</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dropsy drown this fool I what do you mean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dote thus on such luggage? Let’s alone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do the murder first: if he awake,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From toe to crown he’ll fill our skins with pinches,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Make us strange stuff.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lastRenderedPageBreak/>
        <w:t>STEPHANO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Be you quiet, monster. Mistress line,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not this my jerkin? Now is the jerkin under</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the line: now, jerkin, you are like to lose your</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1870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hair and prove a bald jerkin.</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do: we steal by line and level, an’t like your grace.</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I thank thee for that jest; here’s a garment for’t:</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wit shall not go unrewarded while I am king of this</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country. ‘Steal by line and level’ is an excellent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pass of pate; there’s another garment for’t.</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Monster, come, put some lime upon your fingers, and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away with the rest.</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will have none on’t: we shall lose our time,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all be turn’d to barnacles, or to apes</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1880</w:t>
      </w:r>
      <w:r w:rsidRPr="00AD1C6F">
        <w:rPr>
          <w:rFonts w:ascii="Georgia" w:eastAsiaTheme="minorEastAsia" w:hAnsi="Georgia"/>
          <w:lang w:bidi="ar-SA"/>
        </w:rPr>
        <w:br/>
        <w:t>With foreheads villanous low.</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Monster, lay-to your fingers: help to bear this</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away where my hogshead of wine is, or I’ll turn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out of my kingdom: go to, carry this.</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this.</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Ay, and this.</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lastRenderedPageBreak/>
        <w:t>A noise of hunters heard. Enter divers Spirits, in shape of dogs and hounds, and hunt them about, PROSPERO and ARIEL setting them on</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Hey, Mountain, hey!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Silver I there it goes, Silver!</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Fury, Fury! there, Tyrant, there! hark! hark!</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CALIBAN, STEPHANO, and TRINCULO, are driven out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 charge my goblins that they grind their joints</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1890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dry convulsions, shorten up their sinews</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With aged cramps, and more pinch-spotted make them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Than pard or cat o’ mountain.</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Hark, they roar!</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Let them be hunted soundly. At this hour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Lie at my mercy all mine enemies: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Shortly shall all my labours end, and thou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Shalt have the air at freedom: for a little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Follow, and do me service.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Exeunt</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ACT V</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SCENE I. Before PROSPERO’S cell.</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 xml:space="preserve">Enter PROSPERO in his magic robes, and ARIEL </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Now does my project gather to a head:</w:t>
      </w:r>
      <w:r w:rsidRPr="00AD1C6F">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00AD7815">
        <w:rPr>
          <w:rFonts w:ascii="Georgia" w:eastAsiaTheme="minorEastAsia" w:hAnsi="Georgia"/>
          <w:lang w:bidi="ar-SA"/>
        </w:rPr>
        <w:tab/>
      </w:r>
      <w:r w:rsidRPr="00AD1C6F">
        <w:rPr>
          <w:rFonts w:ascii="Georgia" w:eastAsiaTheme="minorEastAsia" w:hAnsi="Georgia"/>
          <w:lang w:bidi="ar-SA"/>
        </w:rPr>
        <w:t>1900</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My charms crack not; my spirits obey; and time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Goes upright with his carriage. How’s the day?</w:t>
      </w:r>
    </w:p>
    <w:p w:rsidR="00AD1C6F" w:rsidRPr="00AD1C6F" w:rsidRDefault="00AD1C6F" w:rsidP="00AD1C6F">
      <w:pPr>
        <w:pStyle w:val="BlockQuote"/>
        <w:rPr>
          <w:rFonts w:ascii="Georgia" w:eastAsiaTheme="minorEastAsia" w:hAnsi="Georgia"/>
          <w:lang w:bidi="ar-SA"/>
        </w:rPr>
      </w:pPr>
    </w:p>
    <w:p w:rsidR="00AD1C6F" w:rsidRPr="00AD1C6F" w:rsidRDefault="00AD1C6F" w:rsidP="00AD7815">
      <w:pPr>
        <w:pStyle w:val="BlockQuote"/>
        <w:jc w:val="center"/>
        <w:rPr>
          <w:rFonts w:ascii="Georgia" w:eastAsiaTheme="minorEastAsia" w:hAnsi="Georgia"/>
          <w:lang w:bidi="ar-SA"/>
        </w:rPr>
      </w:pPr>
      <w:r w:rsidRPr="00AD1C6F">
        <w:rPr>
          <w:rFonts w:ascii="Georgia" w:eastAsiaTheme="minorEastAsia" w:hAnsi="Georgia"/>
          <w:lang w:bidi="ar-SA"/>
        </w:rPr>
        <w:t>ARIEL</w:t>
      </w:r>
    </w:p>
    <w:p w:rsidR="00AD7815" w:rsidRDefault="00AD1C6F" w:rsidP="00AD1C6F">
      <w:pPr>
        <w:pStyle w:val="BlockQuote"/>
        <w:rPr>
          <w:rFonts w:ascii="Georgia" w:eastAsiaTheme="minorEastAsia" w:hAnsi="Georgia"/>
          <w:lang w:bidi="ar-SA"/>
        </w:rPr>
      </w:pPr>
      <w:r w:rsidRPr="00AD1C6F">
        <w:rPr>
          <w:rFonts w:ascii="Georgia" w:eastAsiaTheme="minorEastAsia" w:hAnsi="Georgia"/>
          <w:lang w:bidi="ar-SA"/>
        </w:rPr>
        <w:t>On the sixth hour; at which time, my lord,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 said our work should cease.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0E0B6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did say 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When first I raised the tempest. Say, my spirit,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How fares the king and’s followers?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0E0B65">
      <w:pPr>
        <w:pStyle w:val="BlockQuote"/>
        <w:jc w:val="center"/>
        <w:rPr>
          <w:rFonts w:ascii="Georgia" w:eastAsiaTheme="minorEastAsia" w:hAnsi="Georgia"/>
          <w:lang w:bidi="ar-SA"/>
        </w:rPr>
      </w:pPr>
      <w:r w:rsidRPr="00AD1C6F">
        <w:rPr>
          <w:rFonts w:ascii="Georgia" w:eastAsiaTheme="minorEastAsia" w:hAnsi="Georgia"/>
          <w:lang w:bidi="ar-SA"/>
        </w:rPr>
        <w:t>ARIEL</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Confined together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the same fashion as you gave in charge,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Just as you left them; all prisoners, sir,</w:t>
      </w:r>
      <w:r w:rsidRPr="00AD1C6F">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Pr="00AD1C6F">
        <w:rPr>
          <w:rFonts w:ascii="Georgia" w:eastAsiaTheme="minorEastAsia" w:hAnsi="Georgia"/>
          <w:lang w:bidi="ar-SA"/>
        </w:rPr>
        <w:t>1910</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In the line-grove which weather-fends your cell;</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They cannot budge till your release. The king,</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His brother and yours, abide all three distracted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the remainder mourning over them,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Brimful of sorrow and dismay; but chiefly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Him that you term’d, sir, ‘The good old lord 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His tears run down his beard, like winter’s drops </w:t>
      </w:r>
      <w:r w:rsidRPr="00AD1C6F">
        <w:rPr>
          <w:rFonts w:ascii="Georgia" w:eastAsiaTheme="minorEastAsia" w:hAnsi="Georgia"/>
          <w:lang w:bidi="ar-SA"/>
        </w:rPr>
        <w:tab/>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From eaves of reeds. Your charm so strongly works ‘em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if you now beheld them, your affections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Would become tender.</w:t>
      </w:r>
      <w:r w:rsidRPr="00AD1C6F">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Pr="00AD1C6F">
        <w:rPr>
          <w:rFonts w:ascii="Georgia" w:eastAsiaTheme="minorEastAsia" w:hAnsi="Georgia"/>
          <w:lang w:bidi="ar-SA"/>
        </w:rPr>
        <w:t>1920</w:t>
      </w:r>
    </w:p>
    <w:p w:rsidR="00AD1C6F" w:rsidRPr="00AD1C6F" w:rsidRDefault="00AD1C6F" w:rsidP="00AD1C6F">
      <w:pPr>
        <w:pStyle w:val="BlockQuote"/>
        <w:rPr>
          <w:rFonts w:ascii="Georgia" w:eastAsiaTheme="minorEastAsia" w:hAnsi="Georgia"/>
          <w:lang w:bidi="ar-SA"/>
        </w:rPr>
      </w:pPr>
    </w:p>
    <w:p w:rsidR="00AD1C6F" w:rsidRPr="00AD1C6F" w:rsidRDefault="00AD1C6F" w:rsidP="000E0B6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Dost thou think so, spirit?</w:t>
      </w:r>
    </w:p>
    <w:p w:rsidR="00AD1C6F" w:rsidRPr="00AD1C6F" w:rsidRDefault="00AD1C6F" w:rsidP="00AD1C6F">
      <w:pPr>
        <w:pStyle w:val="BlockQuote"/>
        <w:rPr>
          <w:rFonts w:ascii="Georgia" w:eastAsiaTheme="minorEastAsia" w:hAnsi="Georgia"/>
          <w:lang w:bidi="ar-SA"/>
        </w:rPr>
      </w:pPr>
    </w:p>
    <w:p w:rsidR="00AD1C6F" w:rsidRPr="00AD1C6F" w:rsidRDefault="00AD1C6F" w:rsidP="000E0B65">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Mine would, sir, were I human.</w:t>
      </w:r>
    </w:p>
    <w:p w:rsidR="00AD1C6F" w:rsidRPr="00AD1C6F" w:rsidRDefault="00AD1C6F" w:rsidP="00AD1C6F">
      <w:pPr>
        <w:pStyle w:val="BlockQuote"/>
        <w:rPr>
          <w:rFonts w:ascii="Georgia" w:eastAsiaTheme="minorEastAsia" w:hAnsi="Georgia"/>
          <w:lang w:bidi="ar-SA"/>
        </w:rPr>
      </w:pPr>
    </w:p>
    <w:p w:rsidR="00AD1C6F" w:rsidRPr="00AD1C6F" w:rsidRDefault="00AD1C6F" w:rsidP="000E0B65">
      <w:pPr>
        <w:pStyle w:val="BlockQuote"/>
        <w:jc w:val="center"/>
        <w:rPr>
          <w:rFonts w:ascii="Georgia" w:eastAsiaTheme="minorEastAsia" w:hAnsi="Georgia"/>
          <w:lang w:bidi="ar-SA"/>
        </w:rPr>
      </w:pPr>
      <w:r w:rsidRPr="00AD1C6F">
        <w:rPr>
          <w:rFonts w:ascii="Georgia" w:eastAsiaTheme="minorEastAsia" w:hAnsi="Georgia"/>
          <w:lang w:bidi="ar-SA"/>
        </w:rPr>
        <w:lastRenderedPageBreak/>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mine shall.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Hast thou, which art but air, a touch, a feeling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their afflictions, and shall not myself,</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One of their kind, that relish all as sharply,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Passion as they, be kindlier moved than thou art? </w:t>
      </w:r>
      <w:r w:rsidRPr="00AD1C6F">
        <w:rPr>
          <w:rFonts w:ascii="Georgia" w:eastAsiaTheme="minorEastAsia" w:hAnsi="Georgia"/>
          <w:lang w:bidi="ar-SA"/>
        </w:rPr>
        <w:tab/>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Though with their high wrongs I am struck to the quick,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Yet with my nobler reason ‘gaitist my fury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I take part: the rarer action is</w:t>
      </w:r>
      <w:r w:rsidRPr="00AD1C6F">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Pr="00AD1C6F">
        <w:rPr>
          <w:rFonts w:ascii="Georgia" w:eastAsiaTheme="minorEastAsia" w:hAnsi="Georgia"/>
          <w:lang w:bidi="ar-SA"/>
        </w:rPr>
        <w:t>1930</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In virtue than in vengeance: they being penitent,</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The sole drift of my purpose doth extend</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Not a frown further. Go release them, 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charms I’ll break, their senses I’ll restore,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they shall be themselves.</w:t>
      </w:r>
    </w:p>
    <w:p w:rsidR="00AD1C6F" w:rsidRPr="00AD1C6F" w:rsidRDefault="00AD1C6F" w:rsidP="00AD1C6F">
      <w:pPr>
        <w:pStyle w:val="BlockQuote"/>
        <w:rPr>
          <w:rFonts w:ascii="Georgia" w:eastAsiaTheme="minorEastAsia" w:hAnsi="Georgia"/>
          <w:lang w:bidi="ar-SA"/>
        </w:rPr>
      </w:pPr>
    </w:p>
    <w:p w:rsidR="00AD1C6F" w:rsidRPr="00AD1C6F" w:rsidRDefault="00AD1C6F" w:rsidP="000E0B65">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fetch them, sir.</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Exit</w:t>
      </w:r>
    </w:p>
    <w:p w:rsidR="00AD1C6F" w:rsidRPr="00AD1C6F" w:rsidRDefault="00AD1C6F" w:rsidP="00AD1C6F">
      <w:pPr>
        <w:pStyle w:val="BlockQuote"/>
        <w:rPr>
          <w:rFonts w:ascii="Georgia" w:eastAsiaTheme="minorEastAsia" w:hAnsi="Georgia"/>
          <w:lang w:bidi="ar-SA"/>
        </w:rPr>
      </w:pPr>
    </w:p>
    <w:p w:rsidR="00AD1C6F" w:rsidRPr="00AD1C6F" w:rsidRDefault="00AD1C6F" w:rsidP="000E0B6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Ye elves of hills, brooks, standing lakes and groves,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ye that on the sands with printless foot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chase the ebbing Neptune and do fly him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When he comes back; you demi-puppets that</w:t>
      </w:r>
      <w:r w:rsidRPr="00AD1C6F">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Pr="00AD1C6F">
        <w:rPr>
          <w:rFonts w:ascii="Georgia" w:eastAsiaTheme="minorEastAsia" w:hAnsi="Georgia"/>
          <w:lang w:bidi="ar-SA"/>
        </w:rPr>
        <w:t>1940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By moonshine do the green sour ringlets make,</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Whereof the ewe not bites, and you whose pastime</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Is to make midnight mushrooms, that rejoice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hear the solemn curfew; by whose aid,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Weak masters though ye be, I have bedimm’d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noontide sun, call’d forth the mutinous winds,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‘twixt the green sea and the azured vault </w:t>
      </w:r>
      <w:r w:rsidRPr="00AD1C6F">
        <w:rPr>
          <w:rFonts w:ascii="Georgia" w:eastAsiaTheme="minorEastAsia" w:hAnsi="Georgia"/>
          <w:lang w:bidi="ar-SA"/>
        </w:rPr>
        <w:tab/>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Set roaring war: to the dread rattling thunder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Have I given fire and rifted Jove’s stout oak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his own bolt; the strong-based promontory</w:t>
      </w:r>
      <w:r w:rsidRPr="00AD1C6F">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Pr="00AD1C6F">
        <w:rPr>
          <w:rFonts w:ascii="Georgia" w:eastAsiaTheme="minorEastAsia" w:hAnsi="Georgia"/>
          <w:lang w:bidi="ar-SA"/>
        </w:rPr>
        <w:t>1950</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Have I made shake and by the spurs pluck’d up</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The pine and cedar: graves at my command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Have waked their sleepers, oped, and let ‘em forth</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By my so potent art. But this rough magic</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here abjure, and, when I have required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Some heavenly music, which even now I do,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To work mine end upon their senses that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airy charm is for, I’ll break my staff,</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Bury it certain fathoms in the earth,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deeper than did ever plummet sound</w:t>
      </w:r>
      <w:r w:rsidRPr="00AD1C6F">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Pr="00AD1C6F">
        <w:rPr>
          <w:rFonts w:ascii="Georgia" w:eastAsiaTheme="minorEastAsia" w:hAnsi="Georgia"/>
          <w:lang w:bidi="ar-SA"/>
        </w:rPr>
        <w:t>1960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drown my book.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Solemn music</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Re-enter ARIEL before: then ALONSO, with a frantic gesture, attended by GONZALO; SEBASTIAN and ANTONIO in like manner, attended by ADRIAN and FRANCISCO they all enter the circle which PROSPERO had made,and there stand charmed; which PROSPERO observing, speaks:</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A solemn air and the best comforter</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To an unsettled fancy cure thy brains,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Now useless, boil’d within thy skull! There stand,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you are spell-stopp’d.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Holy Gonzalo, honourable man,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Mine eyes, even sociable to the show of thine,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Fall fellowly drops. The charm dissolves apace,</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And as the morning steals upon the night,</w:t>
      </w:r>
      <w:r w:rsidRPr="00AD1C6F">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Pr="00AD1C6F">
        <w:rPr>
          <w:rFonts w:ascii="Georgia" w:eastAsiaTheme="minorEastAsia" w:hAnsi="Georgia"/>
          <w:lang w:bidi="ar-SA"/>
        </w:rPr>
        <w:t>1970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Melting the darkness, so their rising senses</w:t>
      </w:r>
      <w:r w:rsidRPr="00AD1C6F">
        <w:rPr>
          <w:rFonts w:ascii="Georgia" w:eastAsiaTheme="minorEastAsia" w:hAnsi="Georgia"/>
          <w:lang w:bidi="ar-SA"/>
        </w:rPr>
        <w:tab/>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Begin to chase the ignorant fumes that mantle</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Their clearer reason. O good 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true preserver, and a loyal sir</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To him you follow’st! I will pay thy graces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Home both in word and deed. Most cruelly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Didst thou, Alonso, use me and my daughter: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Thy brother was a furtherer in the act.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art pinch’d fort now, Sebastian. Flesh and blood,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 brother mine, that entertain’d ambition,</w:t>
      </w:r>
      <w:r w:rsidRPr="00AD1C6F">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Pr="00AD1C6F">
        <w:rPr>
          <w:rFonts w:ascii="Georgia" w:eastAsiaTheme="minorEastAsia" w:hAnsi="Georgia"/>
          <w:lang w:bidi="ar-SA"/>
        </w:rPr>
        <w:t>1980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Expell’d remorse and nature; who, with 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Whose inward pinches therefore are most strong,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Would here have kill’d your king; I do forgive thee,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Unnatural though thou art. Their understanding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Begins to swell, and the approaching tide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Will shortly fill the reasonable shore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now lies foul and muddy. Not one of them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yet looks on me, or would know me Ariel,</w:t>
      </w:r>
      <w:r w:rsidRPr="00AD1C6F">
        <w:rPr>
          <w:rFonts w:ascii="Georgia" w:eastAsiaTheme="minorEastAsia" w:hAnsi="Georgia"/>
          <w:lang w:bidi="ar-SA"/>
        </w:rPr>
        <w:tab/>
        <w:t xml:space="preserve">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Fetch me the hat and rapier in my cell: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will discase me, and myself present</w:t>
      </w:r>
      <w:r w:rsidR="000E0B65">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Pr="00AD1C6F">
        <w:rPr>
          <w:rFonts w:ascii="Georgia" w:eastAsiaTheme="minorEastAsia" w:hAnsi="Georgia"/>
          <w:lang w:bidi="ar-SA"/>
        </w:rPr>
        <w:tab/>
        <w:t>1990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I was sometime Milan: quickly, spirit;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shalt ere long be free.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ARIEL sings and helps to attire him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 the bee sucks, there suck I:</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a cowslip’s bell I lie;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There I couch when owls do cry.</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On the bat’s back I do fly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After summer merrily.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Merrily, merrily shall I live now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Under the blossom that hangs on the bough.</w:t>
      </w:r>
    </w:p>
    <w:p w:rsidR="00AD1C6F" w:rsidRPr="00AD1C6F" w:rsidRDefault="00AD1C6F" w:rsidP="00AD1C6F">
      <w:pPr>
        <w:pStyle w:val="BlockQuote"/>
        <w:rPr>
          <w:rFonts w:ascii="Georgia" w:eastAsiaTheme="minorEastAsia" w:hAnsi="Georgia"/>
          <w:lang w:bidi="ar-SA"/>
        </w:rPr>
      </w:pPr>
    </w:p>
    <w:p w:rsidR="00AD1C6F" w:rsidRPr="00AD1C6F" w:rsidRDefault="00AD1C6F" w:rsidP="000E0B6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Why, that’s my dainty Ariel! I shall miss thee:</w:t>
      </w:r>
      <w:r w:rsidRPr="00AD1C6F">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Pr="00AD1C6F">
        <w:rPr>
          <w:rFonts w:ascii="Georgia" w:eastAsiaTheme="minorEastAsia" w:hAnsi="Georgia"/>
          <w:lang w:bidi="ar-SA"/>
        </w:rPr>
        <w:t>2000</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But yet thou shalt have freedom: so, so, so.</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To the king’s ship, invisible as thou art:</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There shalt thou find the mariners asleep</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Under the hatches; the master and the boatswain</w:t>
      </w:r>
    </w:p>
    <w:p w:rsidR="000E0B65" w:rsidRDefault="00AD1C6F" w:rsidP="00AD1C6F">
      <w:pPr>
        <w:pStyle w:val="BlockQuote"/>
        <w:rPr>
          <w:rFonts w:ascii="Georgia" w:eastAsiaTheme="minorEastAsia" w:hAnsi="Georgia"/>
          <w:lang w:bidi="ar-SA"/>
        </w:rPr>
      </w:pPr>
      <w:r w:rsidRPr="00AD1C6F">
        <w:rPr>
          <w:rFonts w:ascii="Georgia" w:eastAsiaTheme="minorEastAsia" w:hAnsi="Georgia"/>
          <w:lang w:bidi="ar-SA"/>
        </w:rPr>
        <w:t>Being awake, enforce them to this place,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presently, I prithee.</w:t>
      </w:r>
    </w:p>
    <w:p w:rsidR="00AD1C6F" w:rsidRPr="00AD1C6F" w:rsidRDefault="00AD1C6F" w:rsidP="00AD1C6F">
      <w:pPr>
        <w:pStyle w:val="BlockQuote"/>
        <w:rPr>
          <w:rFonts w:ascii="Georgia" w:eastAsiaTheme="minorEastAsia" w:hAnsi="Georgia"/>
          <w:lang w:bidi="ar-SA"/>
        </w:rPr>
      </w:pPr>
    </w:p>
    <w:p w:rsidR="00AD1C6F" w:rsidRPr="00AD1C6F" w:rsidRDefault="00AD1C6F" w:rsidP="000E0B65">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drink the air before me, and return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Or ere your pulse twice beat.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Exit</w:t>
      </w:r>
    </w:p>
    <w:p w:rsidR="00AD1C6F" w:rsidRPr="00AD1C6F" w:rsidRDefault="00AD1C6F" w:rsidP="00AD1C6F">
      <w:pPr>
        <w:pStyle w:val="BlockQuote"/>
        <w:rPr>
          <w:rFonts w:ascii="Georgia" w:eastAsiaTheme="minorEastAsia" w:hAnsi="Georgia"/>
          <w:lang w:bidi="ar-SA"/>
        </w:rPr>
      </w:pPr>
    </w:p>
    <w:p w:rsidR="00AD1C6F" w:rsidRPr="00AD1C6F" w:rsidRDefault="00AD1C6F" w:rsidP="000E0B65">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All torment, trouble, wonder and amazement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Inhabits here: some heavenly power guide us</w:t>
      </w:r>
      <w:r w:rsidRPr="00AD1C6F">
        <w:rPr>
          <w:rFonts w:ascii="Georgia" w:eastAsiaTheme="minorEastAsia" w:hAnsi="Georgia"/>
          <w:lang w:bidi="ar-SA"/>
        </w:rPr>
        <w:tab/>
      </w:r>
      <w:r w:rsidR="000E0B65">
        <w:rPr>
          <w:rFonts w:ascii="Georgia" w:eastAsiaTheme="minorEastAsia" w:hAnsi="Georgia"/>
          <w:lang w:bidi="ar-SA"/>
        </w:rPr>
        <w:tab/>
      </w:r>
      <w:r w:rsidR="000E0B65">
        <w:rPr>
          <w:rFonts w:ascii="Georgia" w:eastAsiaTheme="minorEastAsia" w:hAnsi="Georgia"/>
          <w:lang w:bidi="ar-SA"/>
        </w:rPr>
        <w:tab/>
      </w:r>
      <w:r w:rsidRPr="00AD1C6F">
        <w:rPr>
          <w:rFonts w:ascii="Georgia" w:eastAsiaTheme="minorEastAsia" w:hAnsi="Georgia"/>
          <w:lang w:bidi="ar-SA"/>
        </w:rPr>
        <w:t>2010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Out of this fearful country!</w:t>
      </w:r>
    </w:p>
    <w:p w:rsidR="00AD1C6F" w:rsidRPr="00AD1C6F" w:rsidRDefault="00AD1C6F" w:rsidP="00AD1C6F">
      <w:pPr>
        <w:pStyle w:val="BlockQuote"/>
        <w:rPr>
          <w:rFonts w:ascii="Georgia" w:eastAsiaTheme="minorEastAsia" w:hAnsi="Georgia"/>
          <w:lang w:bidi="ar-SA"/>
        </w:rPr>
      </w:pPr>
    </w:p>
    <w:p w:rsidR="00AD1C6F" w:rsidRPr="00AD1C6F" w:rsidRDefault="00AD1C6F" w:rsidP="000E0B65">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Behold, sir king,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wronged Duke of Milan, 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more assurance that a living prince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Does now speak to thee, I embrace thy body;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to thee and thy company I bid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hearty welcome.</w:t>
      </w:r>
    </w:p>
    <w:p w:rsidR="00AD1C6F" w:rsidRPr="00AD1C6F" w:rsidRDefault="00AD1C6F" w:rsidP="00AD1C6F">
      <w:pPr>
        <w:pStyle w:val="BlockQuote"/>
        <w:rPr>
          <w:rFonts w:ascii="Georgia" w:eastAsiaTheme="minorEastAsia" w:hAnsi="Georgia"/>
          <w:lang w:bidi="ar-SA"/>
        </w:rPr>
      </w:pPr>
    </w:p>
    <w:p w:rsidR="00AD1C6F" w:rsidRPr="00AD1C6F" w:rsidRDefault="00AD1C6F" w:rsidP="000E0B65">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Whether thou best he or no,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some enchanted trifle to abuse me,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late I have been, I not know: thy pulse</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2020</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Beats as of flesh and blood; and, since I saw thee,</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The affliction of my mind amends, with which,</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I fear, a madness held me: this must crave,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 if this be at all, a most strange story.</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Thy dukedom I resign and do entreat</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Thou pardon me my wrongs. But how should 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 living and be here?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First, noble friend,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Let me embrace thine age, whose honour cannot</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 measured or confined.</w:t>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ab/>
        <w:t>2030</w:t>
      </w:r>
    </w:p>
    <w:p w:rsidR="00AD1C6F" w:rsidRPr="00AD1C6F" w:rsidRDefault="00AD1C6F" w:rsidP="00AD1C6F">
      <w:pPr>
        <w:pStyle w:val="BlockQuote"/>
        <w:rPr>
          <w:rFonts w:ascii="Georgia" w:eastAsiaTheme="minorEastAsia" w:hAnsi="Georgia"/>
          <w:lang w:bidi="ar-SA"/>
        </w:rPr>
      </w:pP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GONZALO </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Whether this be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be not, I’ll not swear.</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You do yet taste</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Some subtilties o’ the isle, that will not let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Believe things certain. Welcome, my friends all!</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Aside to SEBASTIAN and 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you, my brace of lords, were I so minded,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here could pluck his highness’ frown upon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justify you traitors: at this time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will tell no tales.</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t>
      </w:r>
      <w:r w:rsidRPr="00AD1C6F">
        <w:rPr>
          <w:rFonts w:ascii="Georgia" w:eastAsiaTheme="minorEastAsia" w:hAnsi="Georgia"/>
          <w:i/>
          <w:iCs/>
          <w:lang w:bidi="ar-SA"/>
        </w:rPr>
        <w:t>Aside</w:t>
      </w:r>
      <w:r w:rsidRPr="00AD1C6F">
        <w:rPr>
          <w:rFonts w:ascii="Georgia" w:eastAsiaTheme="minorEastAsia" w:hAnsi="Georgia"/>
          <w:lang w:bidi="ar-SA"/>
        </w:rPr>
        <w:t xml:space="preserve">]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devil speaks in him.</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2040</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you, most wicked sir, whom to call brother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Would even infect my mouth, I do forgive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Thy rankest fault; all of them; and require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dukedom of thee, which perforce, I know,</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Thou must restore.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thou be’st 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Give us particulars of thy preservation;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How thou hast met us here, who three hours since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Were wreck’d upon this shore; where I have lost—</w:t>
      </w:r>
      <w:r w:rsidRPr="00AD1C6F">
        <w:rPr>
          <w:rFonts w:ascii="Georgia" w:eastAsiaTheme="minorEastAsia" w:hAnsi="Georgia"/>
          <w:lang w:bidi="ar-SA"/>
        </w:rPr>
        <w:tab/>
        <w:t>2050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How sharp the point of this remembrance 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dear son Ferdinand.</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am woe for’t, sir.</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lastRenderedPageBreak/>
        <w:t>ALONSO</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Irreparable is the loss, and patience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Says it is past her cure.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rather think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 have not sought her help, of whose soft grace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For the like loss I have her sovereign aid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rest myself content.</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 the like loss!</w:t>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ab/>
        <w:t>2060</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As great to me as late; and, supportable</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To make the dear loss, have I means much weaker</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Than you may call to comfort you, for I</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Have lost my daughter.</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daughter?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heavens, that they were living both in Naples,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king and queen there! that they were, I wish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Myself were mudded in that oozy bed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 my son lies. When did you lose your daughter?</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this last tempest. I perceive these lords</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2070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At this encounter do so much admire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they devour their reason and scarce think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Their eyes do offices of truth, their words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Are natural breath: but, howsoe’er you have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Been justled from your senses, know for certain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I am Prospero and that very duke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Which was thrust forth of Milan, who most strangely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Upon this shore, where you were wreck’d, was landed,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be the lord on’t. No more yet of this;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‘tis a chronicle of day by day,</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2080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Not a relation for a breakfast nor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Befitting this first meeting. Welcome, sir;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cell’s my court: here have I few attendants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subjects none abroad: pray you, look 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dukedom since you have given me again,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will requite you with as good a thing;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At least bring forth a wonder, to content ye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As much as me my dukedom.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spacing w:val="-1"/>
          <w:lang w:bidi="ar-SA"/>
        </w:rPr>
        <w:t>Here PROSPERO discovers FERDINAND and MIRANDA playing at chess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MIRANDA </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Sweet lord, you play me false.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 my dear’st love,</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2090</w:t>
      </w:r>
      <w:r w:rsidRPr="00AD1C6F">
        <w:rPr>
          <w:rFonts w:ascii="Georgia" w:eastAsiaTheme="minorEastAsia" w:hAnsi="Georgia"/>
          <w:lang w:bidi="ar-SA"/>
        </w:rPr>
        <w:br/>
        <w:t>I would not for the world.</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MIRANDA</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Yes, for a score of kingdoms you should wrangle,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I would call it, fair play.</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If this prove</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A vision of the Island, one dear son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Shall I twice lose.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most high miracle!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Though the seas threaten, they are merciful;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I have cursed them without cause.</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Kneels</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Now all the blessings</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2100</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Of a glad father compass thee about!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Arise, and say how thou camest here.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MIRANDA</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O, wonder!</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How many goodly creatures are there here!</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How beauteous mankind is! O brave new world,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has such people in’t!</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‘Tis new to thee.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What is this maid with whom thou wast at play?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Your eld’st acquaintance cannot be three hours: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she the goddess that hath sever’d us,</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2110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brought us thus together?</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FERDINAND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Sir, she is mortal;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by immortal Providence she’s mine: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chose her when I could not ask my father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his advice, nor thought I had one. She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daughter to this famous Duke of Milan,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whom so often I have heard renown,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But never saw before; of whom I have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Received a second life; and second father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This lady makes him to me.</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2120</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lastRenderedPageBreak/>
        <w:t>ALONSO</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I am hers:</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But, O, how oddly will it sound that I</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Must ask my child forgiveness!</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There, sir, stop:</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Let us not burthen our remembrance with</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 heaviness that’s gone.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inly wept,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Or should have spoke ere this. Look down, you god,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on this couple drop a blessed crown!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it is you that have chalk’d forth the way</w:t>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ab/>
        <w:t>2130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brought us hither.</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say, Amen, Gonzalo!</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GONZALO</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Was Milan thrust from Milan, that his issue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Should become kings of Naples? O, rejoice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Beyond a common joy, and set it down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gold on lasting pillars: In one voyage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Did Claribel her husband find at Tunis,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Ferdinand, her brother, found a wife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 he himself was lost, Prospero his dukedom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a poor isle and all of us ourselves</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2140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When no man was his own.</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To FERDINAND and MIRANDA</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Give me your hands:</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Let grief and sorrow still embrace his heart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doth not wish you joy!</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GONZALO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 it so! Amen!</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Re-enter ARIEL, with the Master and Boatswain amazedly following</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O, look, sir, look, sir! here is more of us: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prophesied, if a gallows were on land,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This fellow could not drown. Now, blasphemy,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swear’st grace o’erboard, not an oath on shore?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Hast thou no mouth by land? What is the news?</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2150</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Boatswain</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The best news is, that we have safely found</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Our king and company; the next, our ship—</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Which, but three glasses since, we gave out split—</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Is tight and yare and bravely rigg’d as when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 first put out to sea.</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lang w:bidi="ar-SA"/>
        </w:rPr>
        <w:t>[</w:t>
      </w:r>
      <w:r w:rsidRPr="00AD1C6F">
        <w:rPr>
          <w:rFonts w:ascii="Georgia" w:eastAsiaTheme="minorEastAsia" w:hAnsi="Georgia"/>
          <w:i/>
          <w:iCs/>
          <w:lang w:bidi="ar-SA"/>
        </w:rPr>
        <w:t>Aside to PROSPERO</w:t>
      </w:r>
      <w:r w:rsidRPr="00AD1C6F">
        <w:rPr>
          <w:rFonts w:ascii="Georgia" w:eastAsiaTheme="minorEastAsia" w:hAnsi="Georgia"/>
          <w:lang w:bidi="ar-SA"/>
        </w:rPr>
        <w:t>]</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Sir, all this service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Have I done since I went.</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lang w:bidi="ar-SA"/>
        </w:rPr>
        <w:t>[</w:t>
      </w:r>
      <w:r w:rsidRPr="00AD1C6F">
        <w:rPr>
          <w:rFonts w:ascii="Georgia" w:eastAsiaTheme="minorEastAsia" w:hAnsi="Georgia"/>
          <w:i/>
          <w:iCs/>
          <w:lang w:bidi="ar-SA"/>
        </w:rPr>
        <w:t>Aside to ARIEL</w:t>
      </w:r>
      <w:r w:rsidRPr="00AD1C6F">
        <w:rPr>
          <w:rFonts w:ascii="Georgia" w:eastAsiaTheme="minorEastAsia" w:hAnsi="Georgia"/>
          <w:lang w:bidi="ar-SA"/>
        </w:rPr>
        <w: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My tricksy spirit!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These are not natural events; they strengthen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From strange to stranger. Say, how came you hither?</w:t>
      </w:r>
      <w:r w:rsidRPr="00AD1C6F">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2160</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Boatswain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If I did think, sir, I were well awake,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lastRenderedPageBreak/>
        <w:t>I’ld strive to tell you. We were dead of sleep,</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And—how we know not—all clapp’d under hatches;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Where but even now with strange and several noises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Of roaring, shrieking, howling, jingling chains,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more diversity of sounds, all horrible,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We were awaked; straightway, at liberty;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Where we, in all her trim, freshly beheld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Our royal, good and gallant ship, our master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Capering to eye her: on a trice, so please you,</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2170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Even in a dream, were we divided from them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were brought moping hither.</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ARIEL</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lang w:bidi="ar-SA"/>
        </w:rPr>
        <w:t>[</w:t>
      </w:r>
      <w:r w:rsidRPr="00AD1C6F">
        <w:rPr>
          <w:rFonts w:ascii="Georgia" w:eastAsiaTheme="minorEastAsia" w:hAnsi="Georgia"/>
          <w:i/>
          <w:iCs/>
          <w:lang w:bidi="ar-SA"/>
        </w:rPr>
        <w:t>Aside to PROSPERO</w:t>
      </w:r>
      <w:r w:rsidRPr="00AD1C6F">
        <w:rPr>
          <w:rFonts w:ascii="Georgia" w:eastAsiaTheme="minorEastAsia" w:hAnsi="Georgia"/>
          <w:lang w:bidi="ar-SA"/>
        </w:rPr>
        <w: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Was’t well done?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lang w:bidi="ar-SA"/>
        </w:rPr>
        <w:t>[</w:t>
      </w:r>
      <w:r w:rsidRPr="00AD1C6F">
        <w:rPr>
          <w:rFonts w:ascii="Georgia" w:eastAsiaTheme="minorEastAsia" w:hAnsi="Georgia"/>
          <w:i/>
          <w:iCs/>
          <w:lang w:bidi="ar-SA"/>
        </w:rPr>
        <w:t>Aside to ARIEL</w:t>
      </w:r>
      <w:r w:rsidRPr="00AD1C6F">
        <w:rPr>
          <w:rFonts w:ascii="Georgia" w:eastAsiaTheme="minorEastAsia" w:hAnsi="Georgia"/>
          <w:lang w:bidi="ar-SA"/>
        </w:rPr>
        <w: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Bravely, my diligence. Thou shalt be free.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This is as strange a maze as e’er men trod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there is in this business more than nature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Was ever conduct of: some oracle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Must rectify our knowledge.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Sir, my liege,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Do not infest your mind with beating on</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2180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 strangeness of this business; at pick’d leisure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shall be shortly, single I’ll resolve you,</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Which to you shall seem probable, of every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These happen’d accidents; till when, be cheerful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think of each thing well.</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lang w:bidi="ar-SA"/>
        </w:rPr>
        <w:lastRenderedPageBreak/>
        <w:t>[</w:t>
      </w:r>
      <w:r w:rsidRPr="00AD1C6F">
        <w:rPr>
          <w:rFonts w:ascii="Georgia" w:eastAsiaTheme="minorEastAsia" w:hAnsi="Georgia"/>
          <w:i/>
          <w:iCs/>
          <w:lang w:bidi="ar-SA"/>
        </w:rPr>
        <w:t>Aside to ARIEL</w:t>
      </w:r>
      <w:r w:rsidRPr="00AD1C6F">
        <w:rPr>
          <w:rFonts w:ascii="Georgia" w:eastAsiaTheme="minorEastAsia" w:hAnsi="Georgia"/>
          <w:lang w:bidi="ar-SA"/>
        </w:rPr>
        <w: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Come hither, spirit: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Set Caliban and his companions free;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Untie the spell.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Exit ARIEL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How fares my gracious sir?</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There are yet missing of your company</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2190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Some few odd lads that you remember not.</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Re-enter ARIEL, driving in CALIBAN, STEPHANO and TRINCULO, in their stolen apparel</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STEPHANO</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Every man shift for all the rest, and</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let no man take care for himself; for all is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fortune. Coragio, bully-monster, coragio!</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TRINCULO</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If these be true spies which I wear in my head,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here’s a goodly sight.</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Setebos, these be brave spirits indeed!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How fine my master is! I am afraid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 will chastise me.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Ha, ha!</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What things are these, my lord 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Will money buy ‘em?</w:t>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ab/>
        <w:t>2200</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ANTONIO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Very like; one of them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a plain fish, and, no doubt, marketable.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lastRenderedPageBreak/>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Mark but the badges of these men, my lords,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Then say if they be true. This mis-shapen knave,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His mother was a witch, and one so strong</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That could control the moon, make flows and ebbs,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deal in her command without her power.</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These three have robb’d me; and this demi-devil—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he’s a bastard one—had plotted with them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take my life. Two of these fellows you</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2210</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Must know and own; this thing of darkness!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Acknowledge mine.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CALIBAN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shall be pinch’d to death.</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Is not this Stephano, my drunken butler?</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He is drunk now: where had he wine?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And Trinculo is reeling ripe: where should they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Find this grand liquor that hath gilded ‘em?</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How camest thou in this pickle?</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TRINCULO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have been in such a pickle since I</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saw you last that, I fear me, will never out of</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2220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my bones: I shall not fear fly-blowing.</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Why, how now, Stephano!</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lastRenderedPageBreak/>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 touch me not; I am not Stephano, but a cramp.</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You’ld be king o’ the isle, sirrah?</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STEPHANO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should have been a sore one then.</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This is a strange thing as e’er I look’d on.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Pointing to Caliban</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He is as disproportion’d in his manners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in his shape. Go, sirrah, to my cell;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Take with you your companions; as you look</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2230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have my pardon, trim it handsomely.</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CALIBAN</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Ay, that I will; and I’ll be wise hereafter</w:t>
      </w:r>
      <w:r w:rsidRPr="00AD1C6F">
        <w:rPr>
          <w:rFonts w:ascii="Georgia" w:eastAsiaTheme="minorEastAsia" w:hAnsi="Georgia"/>
          <w:lang w:bidi="ar-SA"/>
        </w:rPr>
        <w:tab/>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And seek for grace. What a thrice-double ass</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Was I, to take this drunkard for a god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worship this dull fool!</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 to; away!</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Hence, and bestow your luggage where you found it. </w:t>
      </w:r>
      <w:r w:rsidRPr="00AD1C6F">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2240</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SEBASTIAN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Or stole it, rather.</w:t>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i/>
          <w:iCs/>
          <w:lang w:bidi="ar-SA"/>
        </w:rPr>
        <w:t>Exeunt CALIBAN, STEPHANO, and TRINCULO</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Sir, I invite your highness and your train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To my poor cell, where you shall take your rest</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2250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For this one night; which, part of it, I’ll waste</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such discourse as, I not doubt, shall make it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Go quick away; the story of my life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the particular accidents gone by</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Since I came to this isle: and in the morn</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bring you to your ship and so to Naples,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Where I have hope to see the nuptial </w:t>
      </w:r>
      <w:r w:rsidRPr="00AD1C6F">
        <w:rPr>
          <w:rFonts w:ascii="Georgia" w:eastAsiaTheme="minorEastAsia" w:hAnsi="Georgia"/>
          <w:lang w:bidi="ar-SA"/>
        </w:rPr>
        <w:tab/>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Of these our dear-beloved solemnized;</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thence retire me to my Milan, where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Every third thought shall be my grave.</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2260</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ALONSO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 long</w:t>
      </w:r>
      <w:r w:rsidRPr="00AD1C6F">
        <w:rPr>
          <w:rFonts w:ascii="Georgia" w:eastAsiaTheme="minorEastAsia" w:hAnsi="Georgia"/>
          <w:lang w:bidi="ar-SA"/>
        </w:rPr>
        <w:tab/>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To hear the story of your life, which must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Take the ear strangely.</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PROSPERO</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I’ll deliver all;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promise you calm seas, auspicious gales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sail so expeditious that shall catch</w:t>
      </w:r>
      <w:r w:rsidRPr="00AD1C6F">
        <w:rPr>
          <w:rFonts w:ascii="Georgia" w:eastAsiaTheme="minorEastAsia" w:hAnsi="Georgia"/>
          <w:lang w:bidi="ar-SA"/>
        </w:rPr>
        <w:tab/>
      </w:r>
      <w:r w:rsidRPr="00AD1C6F">
        <w:rPr>
          <w:rFonts w:ascii="Georgia" w:eastAsiaTheme="minorEastAsia" w:hAnsi="Georgia"/>
          <w:lang w:bidi="ar-SA"/>
        </w:rPr>
        <w:br/>
        <w:t xml:space="preserve">Your royal fleet far off. </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i/>
          <w:iCs/>
          <w:lang w:bidi="ar-SA"/>
        </w:rPr>
      </w:pPr>
      <w:r w:rsidRPr="00AD1C6F">
        <w:rPr>
          <w:rFonts w:ascii="Georgia" w:eastAsiaTheme="minorEastAsia" w:hAnsi="Georgia"/>
          <w:lang w:bidi="ar-SA"/>
        </w:rPr>
        <w:t>[</w:t>
      </w:r>
      <w:r w:rsidRPr="00AD1C6F">
        <w:rPr>
          <w:rFonts w:ascii="Georgia" w:eastAsiaTheme="minorEastAsia" w:hAnsi="Georgia"/>
          <w:i/>
          <w:iCs/>
          <w:lang w:bidi="ar-SA"/>
        </w:rPr>
        <w:t>Aside to ARIEL</w:t>
      </w:r>
      <w:r w:rsidRPr="00AD1C6F">
        <w:rPr>
          <w:rFonts w:ascii="Georgia" w:eastAsiaTheme="minorEastAsia" w:hAnsi="Georgia"/>
          <w:lang w:bidi="ar-SA"/>
        </w:rPr>
        <w:t>]</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My Ariel, chick,</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That is thy charge: then to the elements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Be free, and fare thou well! Please you, draw near.</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2270</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i/>
          <w:iCs/>
          <w:lang w:bidi="ar-SA"/>
        </w:rPr>
        <w:t>Exeunt</w:t>
      </w:r>
    </w:p>
    <w:p w:rsidR="00AD1C6F" w:rsidRPr="00AD1C6F" w:rsidRDefault="00AD1C6F" w:rsidP="00AD1C6F">
      <w:pPr>
        <w:pStyle w:val="BlockQuote"/>
        <w:rPr>
          <w:rFonts w:ascii="Georgia" w:eastAsiaTheme="minorEastAsia" w:hAnsi="Georgia"/>
          <w:lang w:bidi="ar-SA"/>
        </w:rPr>
      </w:pP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EPILOGUE</w:t>
      </w:r>
    </w:p>
    <w:p w:rsidR="00AD1C6F" w:rsidRPr="00AD1C6F" w:rsidRDefault="00AD1C6F" w:rsidP="00737DFE">
      <w:pPr>
        <w:pStyle w:val="BlockQuote"/>
        <w:jc w:val="center"/>
        <w:rPr>
          <w:rFonts w:ascii="Georgia" w:eastAsiaTheme="minorEastAsia" w:hAnsi="Georgia"/>
          <w:lang w:bidi="ar-SA"/>
        </w:rPr>
      </w:pPr>
      <w:r w:rsidRPr="00AD1C6F">
        <w:rPr>
          <w:rFonts w:ascii="Georgia" w:eastAsiaTheme="minorEastAsia" w:hAnsi="Georgia"/>
          <w:lang w:bidi="ar-SA"/>
        </w:rPr>
        <w:t>SPOKEN BY PROSPERO</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br/>
      </w:r>
      <w:r w:rsidRPr="00AD1C6F">
        <w:rPr>
          <w:rFonts w:ascii="Georgia" w:eastAsiaTheme="minorEastAsia" w:hAnsi="Georgia"/>
          <w:lang w:bidi="ar-SA"/>
        </w:rPr>
        <w:lastRenderedPageBreak/>
        <w:t>Now my charms are all o’erthrown,</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what strength I have’s mine own,</w:t>
      </w:r>
      <w:r w:rsidRPr="00AD1C6F">
        <w:rPr>
          <w:rFonts w:ascii="Georgia" w:eastAsiaTheme="minorEastAsia" w:hAnsi="Georgia"/>
          <w:lang w:bidi="ar-SA"/>
        </w:rPr>
        <w:tab/>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Which is most faint: now, ‘tis true,</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I must be here confined by you,</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Or sent to Naples. Let me not,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Since I have my dukedom got</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And pardon’d the deceiver, dwell</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In this bare island by your spell;</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But release me from my bands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With the help of your good hands:</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2280</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Gentle breath of yours my sails</w:t>
      </w:r>
      <w:r w:rsidRPr="00AD1C6F">
        <w:rPr>
          <w:rFonts w:ascii="Georgia" w:eastAsiaTheme="minorEastAsia" w:hAnsi="Georgia"/>
          <w:lang w:bidi="ar-SA"/>
        </w:rPr>
        <w:tab/>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Must fill, or else my project fails,</w:t>
      </w:r>
      <w:r w:rsidRPr="00AD1C6F">
        <w:rPr>
          <w:rFonts w:ascii="Georgia" w:eastAsiaTheme="minorEastAsia" w:hAnsi="Georgia"/>
          <w:lang w:bidi="ar-SA"/>
        </w:rPr>
        <w:tab/>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Which was to please. Now I want</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Spirits to enforce, art to enchant,</w:t>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And my ending is despair,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Unless I be relieved by prayer,</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 xml:space="preserve">Which pierces so that it assaults </w:t>
      </w:r>
      <w:r w:rsidRPr="00AD1C6F">
        <w:rPr>
          <w:rFonts w:ascii="Georgia" w:eastAsiaTheme="minorEastAsia" w:hAnsi="Georgia"/>
          <w:lang w:bidi="ar-SA"/>
        </w:rPr>
        <w:tab/>
      </w:r>
      <w:r w:rsidRPr="00AD1C6F">
        <w:rPr>
          <w:rFonts w:ascii="Georgia" w:eastAsiaTheme="minorEastAsia" w:hAnsi="Georgia"/>
          <w:lang w:bidi="ar-SA"/>
        </w:rPr>
        <w:tab/>
      </w:r>
    </w:p>
    <w:p w:rsidR="00737DFE" w:rsidRDefault="00AD1C6F" w:rsidP="00AD1C6F">
      <w:pPr>
        <w:pStyle w:val="BlockQuote"/>
        <w:rPr>
          <w:rFonts w:ascii="Georgia" w:eastAsiaTheme="minorEastAsia" w:hAnsi="Georgia"/>
          <w:lang w:bidi="ar-SA"/>
        </w:rPr>
      </w:pPr>
      <w:r w:rsidRPr="00AD1C6F">
        <w:rPr>
          <w:rFonts w:ascii="Georgia" w:eastAsiaTheme="minorEastAsia" w:hAnsi="Georgia"/>
          <w:lang w:bidi="ar-SA"/>
        </w:rPr>
        <w:t>Mercy itself and frees all faults.</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As you from crimes would pardon’d be,</w:t>
      </w:r>
    </w:p>
    <w:p w:rsidR="00AD1C6F" w:rsidRPr="00AD1C6F" w:rsidRDefault="00AD1C6F" w:rsidP="00AD1C6F">
      <w:pPr>
        <w:pStyle w:val="BlockQuote"/>
        <w:rPr>
          <w:rFonts w:ascii="Georgia" w:eastAsiaTheme="minorEastAsia" w:hAnsi="Georgia"/>
          <w:lang w:bidi="ar-SA"/>
        </w:rPr>
      </w:pPr>
      <w:r w:rsidRPr="00AD1C6F">
        <w:rPr>
          <w:rFonts w:ascii="Georgia" w:eastAsiaTheme="minorEastAsia" w:hAnsi="Georgia"/>
          <w:lang w:bidi="ar-SA"/>
        </w:rPr>
        <w:t>Let your indulgence set me free.</w:t>
      </w:r>
      <w:r w:rsidRPr="00AD1C6F">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00737DFE">
        <w:rPr>
          <w:rFonts w:ascii="Georgia" w:eastAsiaTheme="minorEastAsia" w:hAnsi="Georgia"/>
          <w:lang w:bidi="ar-SA"/>
        </w:rPr>
        <w:tab/>
      </w:r>
      <w:r w:rsidRPr="00AD1C6F">
        <w:rPr>
          <w:rFonts w:ascii="Georgia" w:eastAsiaTheme="minorEastAsia" w:hAnsi="Georgia"/>
          <w:lang w:bidi="ar-SA"/>
        </w:rPr>
        <w:t>2290</w:t>
      </w:r>
    </w:p>
    <w:p w:rsidR="00AD1C6F" w:rsidRDefault="00AD1C6F" w:rsidP="00737DFE">
      <w:pPr>
        <w:pStyle w:val="BlockQuote"/>
        <w:jc w:val="right"/>
        <w:rPr>
          <w:rFonts w:ascii="Georgia" w:eastAsiaTheme="minorEastAsia" w:hAnsi="Georgia"/>
          <w:lang w:bidi="ar-SA"/>
        </w:rPr>
      </w:pPr>
      <w:r w:rsidRPr="00AD1C6F">
        <w:rPr>
          <w:rFonts w:ascii="Georgia" w:eastAsiaTheme="minorEastAsia" w:hAnsi="Georgia"/>
          <w:lang w:bidi="ar-SA"/>
        </w:rPr>
        <w:t>(1611)</w:t>
      </w:r>
    </w:p>
    <w:p w:rsidR="00737DFE" w:rsidRPr="00AD1C6F" w:rsidRDefault="00737DFE" w:rsidP="00737DFE">
      <w:pPr>
        <w:pStyle w:val="BlockQuote"/>
        <w:jc w:val="right"/>
        <w:rPr>
          <w:rFonts w:ascii="Georgia" w:eastAsiaTheme="minorEastAsia" w:hAnsi="Georgia"/>
          <w:lang w:bidi="ar-SA"/>
        </w:rPr>
      </w:pPr>
    </w:p>
    <w:p w:rsidR="00206612" w:rsidRDefault="00206612" w:rsidP="00F4294D">
      <w:pPr>
        <w:pStyle w:val="Heading3"/>
      </w:pPr>
      <w:r>
        <w:t>Questions for Consideration:</w:t>
      </w:r>
    </w:p>
    <w:p w:rsidR="00206612" w:rsidRDefault="00206612" w:rsidP="00F4294D">
      <w:pPr>
        <w:pStyle w:val="ListParagraph"/>
        <w:numPr>
          <w:ilvl w:val="0"/>
          <w:numId w:val="44"/>
        </w:numPr>
      </w:pPr>
      <w:r>
        <w:t xml:space="preserve">Unlike </w:t>
      </w:r>
      <w:r w:rsidRPr="00F4294D">
        <w:rPr>
          <w:i/>
          <w:spacing w:val="-3"/>
        </w:rPr>
        <w:t>Trifles</w:t>
      </w:r>
      <w:r w:rsidRPr="00F4294D">
        <w:rPr>
          <w:spacing w:val="-3"/>
        </w:rPr>
        <w:t xml:space="preserve">, </w:t>
      </w:r>
      <w:r>
        <w:t>this play is written in verse. Most lines tend to contain 10-11 syllables and some can be read as blank verse, unrhymed iambic pentameter. Why would Shakespeare have written it this way in his day? What is the effect of this use of verse in the characters’</w:t>
      </w:r>
      <w:r w:rsidRPr="00F4294D">
        <w:rPr>
          <w:spacing w:val="-17"/>
        </w:rPr>
        <w:t xml:space="preserve"> </w:t>
      </w:r>
      <w:r>
        <w:t>lines?</w:t>
      </w:r>
    </w:p>
    <w:p w:rsidR="00206612" w:rsidRDefault="00206612" w:rsidP="00F4294D">
      <w:pPr>
        <w:pStyle w:val="ListNumber"/>
      </w:pPr>
      <w:r>
        <w:t>Gonzalo comments that he believes the boatswain’s fate is to</w:t>
      </w:r>
      <w:r w:rsidR="007F4762">
        <w:t xml:space="preserve"> </w:t>
      </w:r>
      <w:r>
        <w:t xml:space="preserve">be hanged rather than drowned. What point is he making? </w:t>
      </w:r>
      <w:r>
        <w:rPr>
          <w:spacing w:val="-4"/>
        </w:rPr>
        <w:t xml:space="preserve">What </w:t>
      </w:r>
      <w:r>
        <w:t>larger</w:t>
      </w:r>
      <w:r>
        <w:rPr>
          <w:spacing w:val="-9"/>
        </w:rPr>
        <w:t xml:space="preserve"> </w:t>
      </w:r>
      <w:r>
        <w:t>notion</w:t>
      </w:r>
      <w:r>
        <w:rPr>
          <w:spacing w:val="-9"/>
        </w:rPr>
        <w:t xml:space="preserve"> </w:t>
      </w:r>
      <w:r>
        <w:t>of</w:t>
      </w:r>
      <w:r>
        <w:rPr>
          <w:spacing w:val="-8"/>
        </w:rPr>
        <w:t xml:space="preserve"> </w:t>
      </w:r>
      <w:r>
        <w:t>fate</w:t>
      </w:r>
      <w:r>
        <w:rPr>
          <w:spacing w:val="-9"/>
        </w:rPr>
        <w:t xml:space="preserve"> </w:t>
      </w:r>
      <w:r>
        <w:t>in</w:t>
      </w:r>
      <w:r>
        <w:rPr>
          <w:spacing w:val="-9"/>
        </w:rPr>
        <w:t xml:space="preserve"> </w:t>
      </w:r>
      <w:r>
        <w:t>the</w:t>
      </w:r>
      <w:r>
        <w:rPr>
          <w:spacing w:val="-8"/>
        </w:rPr>
        <w:t xml:space="preserve"> </w:t>
      </w:r>
      <w:r>
        <w:t>play</w:t>
      </w:r>
      <w:r>
        <w:rPr>
          <w:spacing w:val="-9"/>
        </w:rPr>
        <w:t xml:space="preserve"> </w:t>
      </w:r>
      <w:r>
        <w:t>is</w:t>
      </w:r>
      <w:r>
        <w:rPr>
          <w:spacing w:val="-9"/>
        </w:rPr>
        <w:t xml:space="preserve"> </w:t>
      </w:r>
      <w:r>
        <w:t>introduced</w:t>
      </w:r>
      <w:r>
        <w:rPr>
          <w:spacing w:val="-8"/>
        </w:rPr>
        <w:t xml:space="preserve"> </w:t>
      </w:r>
      <w:r>
        <w:t>in</w:t>
      </w:r>
      <w:r>
        <w:rPr>
          <w:spacing w:val="-9"/>
        </w:rPr>
        <w:t xml:space="preserve"> </w:t>
      </w:r>
      <w:r>
        <w:t>this</w:t>
      </w:r>
      <w:r>
        <w:rPr>
          <w:spacing w:val="-9"/>
        </w:rPr>
        <w:t xml:space="preserve"> </w:t>
      </w:r>
      <w:r>
        <w:t>passage?</w:t>
      </w:r>
      <w:r>
        <w:rPr>
          <w:spacing w:val="-8"/>
        </w:rPr>
        <w:t xml:space="preserve"> </w:t>
      </w:r>
      <w:r>
        <w:t xml:space="preserve">How does </w:t>
      </w:r>
      <w:r>
        <w:rPr>
          <w:spacing w:val="-3"/>
        </w:rPr>
        <w:t xml:space="preserve">Prospero’s </w:t>
      </w:r>
      <w:r>
        <w:t>magic affect our notion of</w:t>
      </w:r>
      <w:r>
        <w:rPr>
          <w:spacing w:val="2"/>
        </w:rPr>
        <w:t xml:space="preserve"> </w:t>
      </w:r>
      <w:r>
        <w:t>fate?</w:t>
      </w:r>
    </w:p>
    <w:p w:rsidR="00206612" w:rsidRDefault="00206612" w:rsidP="00F4294D">
      <w:pPr>
        <w:pStyle w:val="ListNumber"/>
      </w:pPr>
      <w:r>
        <w:t xml:space="preserve">What do we learn of </w:t>
      </w:r>
      <w:r>
        <w:rPr>
          <w:spacing w:val="-3"/>
        </w:rPr>
        <w:t xml:space="preserve">Miranda’s </w:t>
      </w:r>
      <w:r>
        <w:t>character in her first</w:t>
      </w:r>
      <w:r>
        <w:rPr>
          <w:spacing w:val="-6"/>
        </w:rPr>
        <w:t xml:space="preserve"> </w:t>
      </w:r>
      <w:r>
        <w:t>speech?</w:t>
      </w:r>
    </w:p>
    <w:p w:rsidR="00206612" w:rsidRDefault="00206612" w:rsidP="00F4294D">
      <w:pPr>
        <w:pStyle w:val="ListNumber"/>
      </w:pPr>
      <w:r>
        <w:t>What does Prospero reveal to Miranda in their first</w:t>
      </w:r>
      <w:r>
        <w:rPr>
          <w:spacing w:val="-13"/>
        </w:rPr>
        <w:t xml:space="preserve"> </w:t>
      </w:r>
      <w:r>
        <w:t>exchange?</w:t>
      </w:r>
    </w:p>
    <w:p w:rsidR="00206612" w:rsidRDefault="00206612" w:rsidP="00F4294D">
      <w:pPr>
        <w:pStyle w:val="ListNumber"/>
      </w:pPr>
      <w:r>
        <w:t xml:space="preserve">In </w:t>
      </w:r>
      <w:r>
        <w:rPr>
          <w:i/>
        </w:rPr>
        <w:t xml:space="preserve">The </w:t>
      </w:r>
      <w:r>
        <w:rPr>
          <w:i/>
          <w:spacing w:val="-3"/>
        </w:rPr>
        <w:t>Tempest</w:t>
      </w:r>
      <w:r>
        <w:rPr>
          <w:spacing w:val="-3"/>
        </w:rPr>
        <w:t xml:space="preserve">, </w:t>
      </w:r>
      <w:r>
        <w:t>how does Shakespeare develop the theme of ambition and its power to corrupt?</w:t>
      </w:r>
    </w:p>
    <w:p w:rsidR="00206612" w:rsidRDefault="00206612" w:rsidP="00F4294D">
      <w:pPr>
        <w:pStyle w:val="ListNumber"/>
      </w:pPr>
      <w:r>
        <w:rPr>
          <w:spacing w:val="-3"/>
        </w:rPr>
        <w:lastRenderedPageBreak/>
        <w:t>What</w:t>
      </w:r>
      <w:r>
        <w:rPr>
          <w:spacing w:val="-14"/>
        </w:rPr>
        <w:t xml:space="preserve"> </w:t>
      </w:r>
      <w:r>
        <w:rPr>
          <w:spacing w:val="-3"/>
        </w:rPr>
        <w:t>evidence</w:t>
      </w:r>
      <w:r>
        <w:rPr>
          <w:spacing w:val="-14"/>
        </w:rPr>
        <w:t xml:space="preserve"> </w:t>
      </w:r>
      <w:r>
        <w:rPr>
          <w:spacing w:val="-3"/>
        </w:rPr>
        <w:t>does</w:t>
      </w:r>
      <w:r>
        <w:rPr>
          <w:spacing w:val="-13"/>
        </w:rPr>
        <w:t xml:space="preserve"> </w:t>
      </w:r>
      <w:r>
        <w:t>the</w:t>
      </w:r>
      <w:r>
        <w:rPr>
          <w:spacing w:val="-14"/>
        </w:rPr>
        <w:t xml:space="preserve"> </w:t>
      </w:r>
      <w:r>
        <w:rPr>
          <w:spacing w:val="-3"/>
        </w:rPr>
        <w:t>play</w:t>
      </w:r>
      <w:r>
        <w:rPr>
          <w:spacing w:val="-14"/>
        </w:rPr>
        <w:t xml:space="preserve"> </w:t>
      </w:r>
      <w:r>
        <w:rPr>
          <w:spacing w:val="-3"/>
        </w:rPr>
        <w:t>present</w:t>
      </w:r>
      <w:r>
        <w:rPr>
          <w:spacing w:val="-13"/>
        </w:rPr>
        <w:t xml:space="preserve"> </w:t>
      </w:r>
      <w:r>
        <w:t>of</w:t>
      </w:r>
      <w:r>
        <w:rPr>
          <w:spacing w:val="-14"/>
        </w:rPr>
        <w:t xml:space="preserve"> </w:t>
      </w:r>
      <w:r>
        <w:rPr>
          <w:spacing w:val="-4"/>
        </w:rPr>
        <w:t>Prospero’s</w:t>
      </w:r>
      <w:r>
        <w:rPr>
          <w:spacing w:val="-13"/>
        </w:rPr>
        <w:t xml:space="preserve"> </w:t>
      </w:r>
      <w:r>
        <w:rPr>
          <w:spacing w:val="-3"/>
        </w:rPr>
        <w:t>magical</w:t>
      </w:r>
      <w:r>
        <w:rPr>
          <w:spacing w:val="-14"/>
        </w:rPr>
        <w:t xml:space="preserve"> </w:t>
      </w:r>
      <w:r>
        <w:rPr>
          <w:spacing w:val="-3"/>
        </w:rPr>
        <w:t>powers?</w:t>
      </w:r>
    </w:p>
    <w:p w:rsidR="00206612" w:rsidRDefault="00206612" w:rsidP="00F4294D">
      <w:pPr>
        <w:pStyle w:val="ListNumber"/>
      </w:pPr>
      <w:r>
        <w:t>Why is Ariel loyal to</w:t>
      </w:r>
      <w:r>
        <w:rPr>
          <w:spacing w:val="-15"/>
        </w:rPr>
        <w:t xml:space="preserve"> </w:t>
      </w:r>
      <w:r>
        <w:t>Prospero?</w:t>
      </w:r>
    </w:p>
    <w:p w:rsidR="00206612" w:rsidRDefault="00206612" w:rsidP="00F4294D">
      <w:pPr>
        <w:pStyle w:val="ListNumber"/>
      </w:pPr>
      <w:r>
        <w:t>How does Prospero describe Caliban, son of</w:t>
      </w:r>
      <w:r>
        <w:rPr>
          <w:spacing w:val="-7"/>
        </w:rPr>
        <w:t xml:space="preserve"> </w:t>
      </w:r>
      <w:r>
        <w:t>Sycorax?</w:t>
      </w:r>
    </w:p>
    <w:p w:rsidR="00206612" w:rsidRDefault="00206612" w:rsidP="00F4294D">
      <w:pPr>
        <w:pStyle w:val="ListNumber"/>
      </w:pPr>
      <w:r>
        <w:t>How does Miranda feel about Caliban?</w:t>
      </w:r>
      <w:r>
        <w:rPr>
          <w:spacing w:val="-15"/>
        </w:rPr>
        <w:t xml:space="preserve"> </w:t>
      </w:r>
      <w:r>
        <w:t>Why?</w:t>
      </w:r>
    </w:p>
    <w:p w:rsidR="00206612" w:rsidRDefault="00206612" w:rsidP="00F4294D">
      <w:pPr>
        <w:pStyle w:val="ListNumber"/>
      </w:pPr>
      <w:r>
        <w:t>How does Caliban feel about Prospero?</w:t>
      </w:r>
      <w:r>
        <w:rPr>
          <w:spacing w:val="-16"/>
        </w:rPr>
        <w:t xml:space="preserve"> </w:t>
      </w:r>
      <w:r>
        <w:t>Why?</w:t>
      </w:r>
    </w:p>
    <w:p w:rsidR="00206612" w:rsidRDefault="00206612" w:rsidP="00F4294D">
      <w:pPr>
        <w:pStyle w:val="ListNumber"/>
      </w:pPr>
      <w:r>
        <w:t>Is Prospero</w:t>
      </w:r>
      <w:r>
        <w:rPr>
          <w:spacing w:val="-2"/>
        </w:rPr>
        <w:t xml:space="preserve"> </w:t>
      </w:r>
      <w:r>
        <w:t>good?</w:t>
      </w:r>
    </w:p>
    <w:p w:rsidR="00206612" w:rsidRDefault="00206612" w:rsidP="00F4294D">
      <w:pPr>
        <w:pStyle w:val="ListNumber"/>
      </w:pPr>
      <w:r>
        <w:t xml:space="preserve">How does Shakespeare use “asides” to convey to the audience character attitudes and information that some characters are </w:t>
      </w:r>
      <w:r>
        <w:rPr>
          <w:spacing w:val="-4"/>
        </w:rPr>
        <w:t xml:space="preserve">not </w:t>
      </w:r>
      <w:r>
        <w:t>privy to?</w:t>
      </w:r>
    </w:p>
    <w:p w:rsidR="00206612" w:rsidRDefault="00206612" w:rsidP="00F4294D">
      <w:pPr>
        <w:pStyle w:val="ListNumber"/>
      </w:pPr>
      <w:r>
        <w:t>Why does Prospero treat Ferdinand so roughly in the</w:t>
      </w:r>
      <w:r>
        <w:rPr>
          <w:spacing w:val="-10"/>
        </w:rPr>
        <w:t xml:space="preserve"> </w:t>
      </w:r>
      <w:r>
        <w:t>beginning?</w:t>
      </w:r>
    </w:p>
    <w:p w:rsidR="00206612" w:rsidRDefault="00206612" w:rsidP="00F4294D">
      <w:pPr>
        <w:pStyle w:val="ListNumber"/>
      </w:pPr>
      <w:r>
        <w:t>What is the effect of metaphors and similes in the</w:t>
      </w:r>
      <w:r>
        <w:rPr>
          <w:spacing w:val="-4"/>
        </w:rPr>
        <w:t xml:space="preserve"> </w:t>
      </w:r>
      <w:r>
        <w:t>play?</w:t>
      </w:r>
    </w:p>
    <w:p w:rsidR="00206612" w:rsidRDefault="00206612" w:rsidP="00F4294D">
      <w:pPr>
        <w:pStyle w:val="ListNumber"/>
      </w:pPr>
      <w:r>
        <w:t>How does Gonzalo describe the perfect</w:t>
      </w:r>
      <w:r>
        <w:rPr>
          <w:spacing w:val="-4"/>
        </w:rPr>
        <w:t xml:space="preserve"> </w:t>
      </w:r>
      <w:r>
        <w:t>commonwealth?</w:t>
      </w:r>
    </w:p>
    <w:p w:rsidR="00206612" w:rsidRDefault="00206612" w:rsidP="00F4294D">
      <w:pPr>
        <w:pStyle w:val="ListNumber"/>
      </w:pPr>
      <w:r>
        <w:t xml:space="preserve">Find a passage in the dialogue of Act I, Scene 2 that reveals </w:t>
      </w:r>
      <w:r>
        <w:rPr>
          <w:spacing w:val="-3"/>
        </w:rPr>
        <w:t>Antonio’s</w:t>
      </w:r>
      <w:r>
        <w:rPr>
          <w:spacing w:val="-2"/>
        </w:rPr>
        <w:t xml:space="preserve"> </w:t>
      </w:r>
      <w:r>
        <w:t>character.</w:t>
      </w:r>
    </w:p>
    <w:p w:rsidR="00206612" w:rsidRDefault="00206612" w:rsidP="00F4294D">
      <w:pPr>
        <w:pStyle w:val="ListNumber"/>
      </w:pPr>
      <w:r>
        <w:t>What</w:t>
      </w:r>
      <w:r>
        <w:rPr>
          <w:spacing w:val="-5"/>
        </w:rPr>
        <w:t xml:space="preserve"> </w:t>
      </w:r>
      <w:r>
        <w:t>is</w:t>
      </w:r>
      <w:r>
        <w:rPr>
          <w:spacing w:val="-5"/>
        </w:rPr>
        <w:t xml:space="preserve"> </w:t>
      </w:r>
      <w:r>
        <w:t>the</w:t>
      </w:r>
      <w:r>
        <w:rPr>
          <w:spacing w:val="-5"/>
        </w:rPr>
        <w:t xml:space="preserve"> </w:t>
      </w:r>
      <w:r>
        <w:t>effect</w:t>
      </w:r>
      <w:r>
        <w:rPr>
          <w:spacing w:val="-4"/>
        </w:rPr>
        <w:t xml:space="preserve"> </w:t>
      </w:r>
      <w:r>
        <w:t>of</w:t>
      </w:r>
      <w:r>
        <w:rPr>
          <w:spacing w:val="-5"/>
        </w:rPr>
        <w:t xml:space="preserve"> </w:t>
      </w:r>
      <w:r>
        <w:t>the</w:t>
      </w:r>
      <w:r>
        <w:rPr>
          <w:spacing w:val="-5"/>
        </w:rPr>
        <w:t xml:space="preserve"> </w:t>
      </w:r>
      <w:r>
        <w:t>play-within-a-play,</w:t>
      </w:r>
      <w:r>
        <w:rPr>
          <w:spacing w:val="-4"/>
        </w:rPr>
        <w:t xml:space="preserve"> </w:t>
      </w:r>
      <w:r>
        <w:t>the</w:t>
      </w:r>
      <w:r>
        <w:rPr>
          <w:spacing w:val="-5"/>
        </w:rPr>
        <w:t xml:space="preserve"> </w:t>
      </w:r>
      <w:r>
        <w:t>masque</w:t>
      </w:r>
      <w:r>
        <w:rPr>
          <w:spacing w:val="-5"/>
        </w:rPr>
        <w:t xml:space="preserve"> </w:t>
      </w:r>
      <w:r>
        <w:t>put</w:t>
      </w:r>
      <w:r>
        <w:rPr>
          <w:spacing w:val="-4"/>
        </w:rPr>
        <w:t xml:space="preserve"> </w:t>
      </w:r>
      <w:r>
        <w:t>on</w:t>
      </w:r>
      <w:r>
        <w:rPr>
          <w:spacing w:val="-5"/>
        </w:rPr>
        <w:t xml:space="preserve"> </w:t>
      </w:r>
      <w:r>
        <w:t>by Juno, Ceres, and Iris for Miranda and</w:t>
      </w:r>
      <w:r>
        <w:rPr>
          <w:spacing w:val="-7"/>
        </w:rPr>
        <w:t xml:space="preserve"> </w:t>
      </w:r>
      <w:r>
        <w:t>Ferdinand?</w:t>
      </w:r>
    </w:p>
    <w:p w:rsidR="00206612" w:rsidRDefault="00206612" w:rsidP="00F4294D">
      <w:pPr>
        <w:pStyle w:val="ListNumber"/>
      </w:pPr>
      <w:r>
        <w:t>How does Prospero’s epilogue further develop the audience’s acknowledgement</w:t>
      </w:r>
      <w:r>
        <w:rPr>
          <w:spacing w:val="-3"/>
        </w:rPr>
        <w:t xml:space="preserve"> </w:t>
      </w:r>
      <w:r>
        <w:t>of</w:t>
      </w:r>
      <w:r>
        <w:rPr>
          <w:spacing w:val="-3"/>
        </w:rPr>
        <w:t xml:space="preserve"> </w:t>
      </w:r>
      <w:r>
        <w:t>the</w:t>
      </w:r>
      <w:r>
        <w:rPr>
          <w:spacing w:val="-3"/>
        </w:rPr>
        <w:t xml:space="preserve"> </w:t>
      </w:r>
      <w:r>
        <w:t>play’s</w:t>
      </w:r>
      <w:r>
        <w:rPr>
          <w:spacing w:val="-2"/>
        </w:rPr>
        <w:t xml:space="preserve"> </w:t>
      </w:r>
      <w:r>
        <w:t>being</w:t>
      </w:r>
      <w:r>
        <w:rPr>
          <w:spacing w:val="-3"/>
        </w:rPr>
        <w:t xml:space="preserve"> </w:t>
      </w:r>
      <w:r>
        <w:t>a</w:t>
      </w:r>
      <w:r>
        <w:rPr>
          <w:spacing w:val="-3"/>
        </w:rPr>
        <w:t xml:space="preserve"> </w:t>
      </w:r>
      <w:r>
        <w:t>play?</w:t>
      </w:r>
      <w:r>
        <w:rPr>
          <w:spacing w:val="-5"/>
        </w:rPr>
        <w:t xml:space="preserve"> </w:t>
      </w:r>
      <w:r>
        <w:t>In</w:t>
      </w:r>
      <w:r>
        <w:rPr>
          <w:spacing w:val="-7"/>
        </w:rPr>
        <w:t xml:space="preserve"> </w:t>
      </w:r>
      <w:r>
        <w:t>what</w:t>
      </w:r>
      <w:r>
        <w:rPr>
          <w:spacing w:val="-7"/>
        </w:rPr>
        <w:t xml:space="preserve"> </w:t>
      </w:r>
      <w:r>
        <w:t>way</w:t>
      </w:r>
      <w:r>
        <w:rPr>
          <w:spacing w:val="-7"/>
        </w:rPr>
        <w:t xml:space="preserve"> </w:t>
      </w:r>
      <w:r>
        <w:t>has</w:t>
      </w:r>
      <w:r>
        <w:rPr>
          <w:spacing w:val="-7"/>
        </w:rPr>
        <w:t xml:space="preserve"> </w:t>
      </w:r>
      <w:r>
        <w:t>the audience’s power kept Prospero “confined” to the</w:t>
      </w:r>
      <w:r>
        <w:rPr>
          <w:spacing w:val="-13"/>
        </w:rPr>
        <w:t xml:space="preserve"> </w:t>
      </w:r>
      <w:r>
        <w:t>island?</w:t>
      </w:r>
    </w:p>
    <w:p w:rsidR="00206612" w:rsidRDefault="00206612" w:rsidP="00F4294D">
      <w:pPr>
        <w:pStyle w:val="ListNumber"/>
      </w:pPr>
      <w:r>
        <w:t>How is the script a kind of fate for the</w:t>
      </w:r>
      <w:r>
        <w:rPr>
          <w:spacing w:val="-4"/>
        </w:rPr>
        <w:t xml:space="preserve"> </w:t>
      </w:r>
      <w:r>
        <w:t>characters?</w:t>
      </w:r>
    </w:p>
    <w:p w:rsidR="00206612" w:rsidRDefault="00206612" w:rsidP="00F4294D">
      <w:pPr>
        <w:pStyle w:val="ListNumber"/>
      </w:pPr>
      <w:r>
        <w:t xml:space="preserve">As traditional to Greek drama, tragedies end in death, comedies in marriage. As a </w:t>
      </w:r>
      <w:r>
        <w:rPr>
          <w:spacing w:val="-3"/>
        </w:rPr>
        <w:t xml:space="preserve">comedy, </w:t>
      </w:r>
      <w:r>
        <w:t>how does this play resolve its conflicts in the final events, including the impending marriage of Miranda and</w:t>
      </w:r>
      <w:r>
        <w:rPr>
          <w:spacing w:val="-1"/>
        </w:rPr>
        <w:t xml:space="preserve"> </w:t>
      </w:r>
      <w:r>
        <w:t>Ferdinand?</w:t>
      </w:r>
    </w:p>
    <w:p w:rsidR="00206612" w:rsidRDefault="00206612" w:rsidP="00206612">
      <w:pPr>
        <w:pStyle w:val="BodyText"/>
        <w:spacing w:before="6"/>
        <w:rPr>
          <w:sz w:val="27"/>
        </w:rPr>
      </w:pPr>
    </w:p>
    <w:p w:rsidR="00206612" w:rsidRDefault="00206612" w:rsidP="00F4294D">
      <w:pPr>
        <w:pStyle w:val="Body"/>
      </w:pPr>
      <w:r>
        <w:t>Shakespeare’s</w:t>
      </w:r>
      <w:r>
        <w:rPr>
          <w:spacing w:val="-5"/>
        </w:rPr>
        <w:t xml:space="preserve"> </w:t>
      </w:r>
      <w:r>
        <w:t>influence</w:t>
      </w:r>
      <w:r>
        <w:rPr>
          <w:spacing w:val="-5"/>
        </w:rPr>
        <w:t xml:space="preserve"> </w:t>
      </w:r>
      <w:r>
        <w:t>on</w:t>
      </w:r>
      <w:r>
        <w:rPr>
          <w:spacing w:val="-8"/>
        </w:rPr>
        <w:t xml:space="preserve"> </w:t>
      </w:r>
      <w:r>
        <w:rPr>
          <w:spacing w:val="-3"/>
        </w:rPr>
        <w:t>Western</w:t>
      </w:r>
      <w:r>
        <w:rPr>
          <w:spacing w:val="-5"/>
        </w:rPr>
        <w:t xml:space="preserve"> </w:t>
      </w:r>
      <w:r>
        <w:t>culture</w:t>
      </w:r>
      <w:r>
        <w:rPr>
          <w:spacing w:val="-5"/>
        </w:rPr>
        <w:t xml:space="preserve"> </w:t>
      </w:r>
      <w:r>
        <w:t>is</w:t>
      </w:r>
      <w:r>
        <w:rPr>
          <w:spacing w:val="-5"/>
        </w:rPr>
        <w:t xml:space="preserve"> </w:t>
      </w:r>
      <w:r>
        <w:t>undeniable.</w:t>
      </w:r>
      <w:r>
        <w:rPr>
          <w:spacing w:val="-4"/>
        </w:rPr>
        <w:t xml:space="preserve"> </w:t>
      </w:r>
      <w:r>
        <w:t>Not</w:t>
      </w:r>
      <w:r>
        <w:rPr>
          <w:spacing w:val="-5"/>
        </w:rPr>
        <w:t xml:space="preserve"> </w:t>
      </w:r>
      <w:r>
        <w:t>only</w:t>
      </w:r>
      <w:r>
        <w:rPr>
          <w:spacing w:val="-5"/>
        </w:rPr>
        <w:t xml:space="preserve"> </w:t>
      </w:r>
      <w:r>
        <w:t xml:space="preserve">is his work a touchstone for </w:t>
      </w:r>
      <w:r>
        <w:rPr>
          <w:spacing w:val="-3"/>
        </w:rPr>
        <w:t xml:space="preserve">Western </w:t>
      </w:r>
      <w:r>
        <w:t>literature in general, but many of his characters</w:t>
      </w:r>
      <w:r>
        <w:rPr>
          <w:spacing w:val="-16"/>
        </w:rPr>
        <w:t xml:space="preserve"> </w:t>
      </w:r>
      <w:r>
        <w:t>have</w:t>
      </w:r>
      <w:r>
        <w:rPr>
          <w:spacing w:val="-15"/>
        </w:rPr>
        <w:t xml:space="preserve"> </w:t>
      </w:r>
      <w:r>
        <w:t>both</w:t>
      </w:r>
      <w:r>
        <w:rPr>
          <w:spacing w:val="-15"/>
        </w:rPr>
        <w:t xml:space="preserve"> </w:t>
      </w:r>
      <w:r>
        <w:t>drawn</w:t>
      </w:r>
      <w:r>
        <w:rPr>
          <w:spacing w:val="-15"/>
        </w:rPr>
        <w:t xml:space="preserve"> </w:t>
      </w:r>
      <w:r>
        <w:t>from</w:t>
      </w:r>
      <w:r>
        <w:rPr>
          <w:spacing w:val="-15"/>
        </w:rPr>
        <w:t xml:space="preserve"> </w:t>
      </w:r>
      <w:r>
        <w:t>and</w:t>
      </w:r>
      <w:r>
        <w:rPr>
          <w:spacing w:val="-15"/>
        </w:rPr>
        <w:t xml:space="preserve"> </w:t>
      </w:r>
      <w:r>
        <w:t>shaped</w:t>
      </w:r>
      <w:r>
        <w:rPr>
          <w:spacing w:val="-15"/>
        </w:rPr>
        <w:t xml:space="preserve"> </w:t>
      </w:r>
      <w:r>
        <w:t>important</w:t>
      </w:r>
      <w:r>
        <w:rPr>
          <w:spacing w:val="-15"/>
        </w:rPr>
        <w:t xml:space="preserve"> </w:t>
      </w:r>
      <w:r>
        <w:t>literary</w:t>
      </w:r>
      <w:r>
        <w:rPr>
          <w:spacing w:val="-16"/>
        </w:rPr>
        <w:t xml:space="preserve"> </w:t>
      </w:r>
      <w:r>
        <w:rPr>
          <w:b/>
        </w:rPr>
        <w:t xml:space="preserve">archetypes </w:t>
      </w:r>
      <w:r>
        <w:t>(figures</w:t>
      </w:r>
      <w:r>
        <w:rPr>
          <w:spacing w:val="-9"/>
        </w:rPr>
        <w:t xml:space="preserve"> </w:t>
      </w:r>
      <w:r>
        <w:t>that</w:t>
      </w:r>
      <w:r>
        <w:rPr>
          <w:spacing w:val="-9"/>
        </w:rPr>
        <w:t xml:space="preserve"> </w:t>
      </w:r>
      <w:r>
        <w:t>appear</w:t>
      </w:r>
      <w:r>
        <w:rPr>
          <w:spacing w:val="-9"/>
        </w:rPr>
        <w:t xml:space="preserve"> </w:t>
      </w:r>
      <w:r>
        <w:t>over</w:t>
      </w:r>
      <w:r>
        <w:rPr>
          <w:spacing w:val="-8"/>
        </w:rPr>
        <w:t xml:space="preserve"> </w:t>
      </w:r>
      <w:r>
        <w:t>and</w:t>
      </w:r>
      <w:r>
        <w:rPr>
          <w:spacing w:val="-9"/>
        </w:rPr>
        <w:t xml:space="preserve"> </w:t>
      </w:r>
      <w:r>
        <w:t>over</w:t>
      </w:r>
      <w:r>
        <w:rPr>
          <w:spacing w:val="-9"/>
        </w:rPr>
        <w:t xml:space="preserve"> </w:t>
      </w:r>
      <w:r>
        <w:t>again</w:t>
      </w:r>
      <w:r>
        <w:rPr>
          <w:spacing w:val="-8"/>
        </w:rPr>
        <w:t xml:space="preserve"> </w:t>
      </w:r>
      <w:r>
        <w:t>in</w:t>
      </w:r>
      <w:r>
        <w:rPr>
          <w:spacing w:val="-9"/>
        </w:rPr>
        <w:t xml:space="preserve"> </w:t>
      </w:r>
      <w:r>
        <w:t>literature</w:t>
      </w:r>
      <w:r>
        <w:rPr>
          <w:spacing w:val="-9"/>
        </w:rPr>
        <w:t xml:space="preserve"> </w:t>
      </w:r>
      <w:r>
        <w:t>for</w:t>
      </w:r>
      <w:r>
        <w:rPr>
          <w:spacing w:val="-9"/>
        </w:rPr>
        <w:t xml:space="preserve"> </w:t>
      </w:r>
      <w:r>
        <w:t>their</w:t>
      </w:r>
      <w:r>
        <w:rPr>
          <w:spacing w:val="-8"/>
        </w:rPr>
        <w:t xml:space="preserve"> </w:t>
      </w:r>
      <w:r>
        <w:t>familiar</w:t>
      </w:r>
      <w:r>
        <w:rPr>
          <w:spacing w:val="-9"/>
        </w:rPr>
        <w:t xml:space="preserve"> </w:t>
      </w:r>
      <w:r>
        <w:rPr>
          <w:spacing w:val="-3"/>
        </w:rPr>
        <w:t xml:space="preserve">roles </w:t>
      </w:r>
      <w:r>
        <w:t xml:space="preserve">in general human dynamics). </w:t>
      </w:r>
      <w:r>
        <w:rPr>
          <w:i/>
        </w:rPr>
        <w:t xml:space="preserve">The </w:t>
      </w:r>
      <w:r>
        <w:rPr>
          <w:i/>
          <w:spacing w:val="-3"/>
        </w:rPr>
        <w:t xml:space="preserve">Tempest </w:t>
      </w:r>
      <w:r>
        <w:t>has certainly made its mark in this regard, establishing Prospero and Caliban as two important widely- recognized archetypes. Prospero is the magician: a powerful figure able to orchestrate events and control outcomes, but held accountable on some level</w:t>
      </w:r>
      <w:r>
        <w:rPr>
          <w:spacing w:val="-18"/>
        </w:rPr>
        <w:t xml:space="preserve"> </w:t>
      </w:r>
      <w:r>
        <w:t>for</w:t>
      </w:r>
      <w:r>
        <w:rPr>
          <w:spacing w:val="-18"/>
        </w:rPr>
        <w:t xml:space="preserve"> </w:t>
      </w:r>
      <w:r>
        <w:t>his</w:t>
      </w:r>
      <w:r>
        <w:rPr>
          <w:spacing w:val="-17"/>
        </w:rPr>
        <w:t xml:space="preserve"> </w:t>
      </w:r>
      <w:r>
        <w:t>decisions</w:t>
      </w:r>
      <w:r>
        <w:rPr>
          <w:spacing w:val="-18"/>
        </w:rPr>
        <w:t xml:space="preserve"> </w:t>
      </w:r>
      <w:r>
        <w:t>in</w:t>
      </w:r>
      <w:r>
        <w:rPr>
          <w:spacing w:val="-18"/>
        </w:rPr>
        <w:t xml:space="preserve"> </w:t>
      </w:r>
      <w:r>
        <w:t>doing</w:t>
      </w:r>
      <w:r>
        <w:rPr>
          <w:spacing w:val="-17"/>
        </w:rPr>
        <w:t xml:space="preserve"> </w:t>
      </w:r>
      <w:r>
        <w:t>so.</w:t>
      </w:r>
      <w:r>
        <w:rPr>
          <w:spacing w:val="-18"/>
        </w:rPr>
        <w:t xml:space="preserve"> </w:t>
      </w:r>
      <w:r>
        <w:t>Caliban</w:t>
      </w:r>
      <w:r>
        <w:rPr>
          <w:spacing w:val="-18"/>
        </w:rPr>
        <w:t xml:space="preserve"> </w:t>
      </w:r>
      <w:r>
        <w:t>is</w:t>
      </w:r>
      <w:r>
        <w:rPr>
          <w:spacing w:val="-17"/>
        </w:rPr>
        <w:t xml:space="preserve"> </w:t>
      </w:r>
      <w:r>
        <w:t>the</w:t>
      </w:r>
      <w:r>
        <w:rPr>
          <w:spacing w:val="-18"/>
        </w:rPr>
        <w:t xml:space="preserve"> </w:t>
      </w:r>
      <w:r>
        <w:t>savage:</w:t>
      </w:r>
      <w:r>
        <w:rPr>
          <w:spacing w:val="-18"/>
        </w:rPr>
        <w:t xml:space="preserve"> </w:t>
      </w:r>
      <w:r>
        <w:t>tragic,</w:t>
      </w:r>
      <w:r>
        <w:rPr>
          <w:spacing w:val="-17"/>
        </w:rPr>
        <w:t xml:space="preserve"> </w:t>
      </w:r>
      <w:r>
        <w:lastRenderedPageBreak/>
        <w:t xml:space="preserve">malformed, and yet sensitive to the injustice of his circumstances. Further, this </w:t>
      </w:r>
      <w:r>
        <w:rPr>
          <w:spacing w:val="-3"/>
        </w:rPr>
        <w:t xml:space="preserve">play’s </w:t>
      </w:r>
      <w:r>
        <w:t xml:space="preserve">archetypal influence is evidenced by the many versions of it that have been produced—in theatre, film, and fiction—since Shakespeare’s time. For example, Paul </w:t>
      </w:r>
      <w:r>
        <w:rPr>
          <w:spacing w:val="-3"/>
        </w:rPr>
        <w:t xml:space="preserve">Mazursky’s </w:t>
      </w:r>
      <w:r>
        <w:t xml:space="preserve">1982 film </w:t>
      </w:r>
      <w:r>
        <w:rPr>
          <w:i/>
          <w:spacing w:val="-3"/>
        </w:rPr>
        <w:t>Tempest</w:t>
      </w:r>
      <w:r>
        <w:rPr>
          <w:spacing w:val="-3"/>
        </w:rPr>
        <w:t xml:space="preserve">, </w:t>
      </w:r>
      <w:r>
        <w:t>set in the twentieth century</w:t>
      </w:r>
      <w:r>
        <w:rPr>
          <w:spacing w:val="-11"/>
        </w:rPr>
        <w:t xml:space="preserve"> </w:t>
      </w:r>
      <w:r>
        <w:t>yet</w:t>
      </w:r>
      <w:r>
        <w:rPr>
          <w:spacing w:val="-10"/>
        </w:rPr>
        <w:t xml:space="preserve"> </w:t>
      </w:r>
      <w:r>
        <w:t>based</w:t>
      </w:r>
      <w:r>
        <w:rPr>
          <w:spacing w:val="-10"/>
        </w:rPr>
        <w:t xml:space="preserve"> </w:t>
      </w:r>
      <w:r>
        <w:t>on</w:t>
      </w:r>
      <w:r>
        <w:rPr>
          <w:spacing w:val="-10"/>
        </w:rPr>
        <w:t xml:space="preserve"> </w:t>
      </w:r>
      <w:r>
        <w:t>Shakespeare’s</w:t>
      </w:r>
      <w:r>
        <w:rPr>
          <w:spacing w:val="-10"/>
        </w:rPr>
        <w:t xml:space="preserve"> </w:t>
      </w:r>
      <w:r>
        <w:rPr>
          <w:spacing w:val="-3"/>
        </w:rPr>
        <w:t>play,</w:t>
      </w:r>
      <w:r>
        <w:rPr>
          <w:spacing w:val="-10"/>
        </w:rPr>
        <w:t xml:space="preserve"> </w:t>
      </w:r>
      <w:r>
        <w:t>stars</w:t>
      </w:r>
      <w:r>
        <w:rPr>
          <w:spacing w:val="-10"/>
        </w:rPr>
        <w:t xml:space="preserve"> </w:t>
      </w:r>
      <w:r>
        <w:t>John</w:t>
      </w:r>
      <w:r>
        <w:rPr>
          <w:spacing w:val="-10"/>
        </w:rPr>
        <w:t xml:space="preserve"> </w:t>
      </w:r>
      <w:r>
        <w:t>Cassavetes</w:t>
      </w:r>
      <w:r>
        <w:rPr>
          <w:spacing w:val="-10"/>
        </w:rPr>
        <w:t xml:space="preserve"> </w:t>
      </w:r>
      <w:r>
        <w:t>as</w:t>
      </w:r>
      <w:r>
        <w:rPr>
          <w:spacing w:val="-10"/>
        </w:rPr>
        <w:t xml:space="preserve"> </w:t>
      </w:r>
      <w:r>
        <w:t>the</w:t>
      </w:r>
      <w:r>
        <w:rPr>
          <w:spacing w:val="-10"/>
        </w:rPr>
        <w:t xml:space="preserve"> </w:t>
      </w:r>
      <w:r>
        <w:t>self- exiled architect Philip Dimitrius (Prospero) and Molly Ringwald as his teenaged</w:t>
      </w:r>
      <w:r>
        <w:rPr>
          <w:spacing w:val="-8"/>
        </w:rPr>
        <w:t xml:space="preserve"> </w:t>
      </w:r>
      <w:r>
        <w:t>daughter</w:t>
      </w:r>
      <w:r>
        <w:rPr>
          <w:spacing w:val="-7"/>
        </w:rPr>
        <w:t xml:space="preserve"> </w:t>
      </w:r>
      <w:r>
        <w:t>Miranda.</w:t>
      </w:r>
      <w:r>
        <w:rPr>
          <w:spacing w:val="-7"/>
        </w:rPr>
        <w:t xml:space="preserve"> </w:t>
      </w:r>
      <w:r>
        <w:t>In</w:t>
      </w:r>
      <w:r>
        <w:rPr>
          <w:spacing w:val="-7"/>
        </w:rPr>
        <w:t xml:space="preserve"> </w:t>
      </w:r>
      <w:r>
        <w:t>two</w:t>
      </w:r>
      <w:r>
        <w:rPr>
          <w:spacing w:val="-7"/>
        </w:rPr>
        <w:t xml:space="preserve"> </w:t>
      </w:r>
      <w:r>
        <w:t>other</w:t>
      </w:r>
      <w:r>
        <w:rPr>
          <w:spacing w:val="-8"/>
        </w:rPr>
        <w:t xml:space="preserve"> </w:t>
      </w:r>
      <w:r>
        <w:t>interesting</w:t>
      </w:r>
      <w:r>
        <w:rPr>
          <w:spacing w:val="-7"/>
        </w:rPr>
        <w:t xml:space="preserve"> </w:t>
      </w:r>
      <w:r>
        <w:t>retellings</w:t>
      </w:r>
      <w:r>
        <w:rPr>
          <w:spacing w:val="-7"/>
        </w:rPr>
        <w:t xml:space="preserve"> </w:t>
      </w:r>
      <w:r>
        <w:t>of</w:t>
      </w:r>
      <w:r>
        <w:rPr>
          <w:spacing w:val="-7"/>
        </w:rPr>
        <w:t xml:space="preserve"> </w:t>
      </w:r>
      <w:r>
        <w:t>the</w:t>
      </w:r>
      <w:r>
        <w:rPr>
          <w:spacing w:val="-7"/>
        </w:rPr>
        <w:t xml:space="preserve"> </w:t>
      </w:r>
      <w:r>
        <w:rPr>
          <w:spacing w:val="-4"/>
        </w:rPr>
        <w:t xml:space="preserve">story, </w:t>
      </w:r>
      <w:r>
        <w:t>Julie</w:t>
      </w:r>
      <w:r>
        <w:rPr>
          <w:spacing w:val="-15"/>
        </w:rPr>
        <w:t xml:space="preserve"> </w:t>
      </w:r>
      <w:r>
        <w:rPr>
          <w:spacing w:val="-3"/>
        </w:rPr>
        <w:t>Taymor’s</w:t>
      </w:r>
      <w:r>
        <w:rPr>
          <w:spacing w:val="-11"/>
        </w:rPr>
        <w:t xml:space="preserve"> </w:t>
      </w:r>
      <w:r>
        <w:t>2010</w:t>
      </w:r>
      <w:r>
        <w:rPr>
          <w:spacing w:val="-10"/>
        </w:rPr>
        <w:t xml:space="preserve"> </w:t>
      </w:r>
      <w:r>
        <w:t>film</w:t>
      </w:r>
      <w:r>
        <w:rPr>
          <w:spacing w:val="-10"/>
        </w:rPr>
        <w:t xml:space="preserve"> </w:t>
      </w:r>
      <w:r>
        <w:rPr>
          <w:i/>
        </w:rPr>
        <w:t>The</w:t>
      </w:r>
      <w:r>
        <w:rPr>
          <w:i/>
          <w:spacing w:val="-11"/>
        </w:rPr>
        <w:t xml:space="preserve"> </w:t>
      </w:r>
      <w:r>
        <w:rPr>
          <w:i/>
          <w:spacing w:val="-3"/>
        </w:rPr>
        <w:t>Tempest</w:t>
      </w:r>
      <w:r>
        <w:rPr>
          <w:i/>
          <w:spacing w:val="-10"/>
        </w:rPr>
        <w:t xml:space="preserve"> </w:t>
      </w:r>
      <w:r>
        <w:t>stars</w:t>
      </w:r>
      <w:r>
        <w:rPr>
          <w:spacing w:val="-10"/>
        </w:rPr>
        <w:t xml:space="preserve"> </w:t>
      </w:r>
      <w:r>
        <w:t>Helen</w:t>
      </w:r>
      <w:r>
        <w:rPr>
          <w:spacing w:val="-11"/>
        </w:rPr>
        <w:t xml:space="preserve"> </w:t>
      </w:r>
      <w:r>
        <w:t>Mirren</w:t>
      </w:r>
      <w:r>
        <w:rPr>
          <w:spacing w:val="-10"/>
        </w:rPr>
        <w:t xml:space="preserve"> </w:t>
      </w:r>
      <w:r>
        <w:t>as</w:t>
      </w:r>
      <w:r>
        <w:rPr>
          <w:spacing w:val="-10"/>
        </w:rPr>
        <w:t xml:space="preserve"> </w:t>
      </w:r>
      <w:r>
        <w:t>Prospera,</w:t>
      </w:r>
      <w:r>
        <w:rPr>
          <w:spacing w:val="-11"/>
        </w:rPr>
        <w:t xml:space="preserve"> </w:t>
      </w:r>
      <w:r>
        <w:t xml:space="preserve">and Gloria Naylor’s 1988 novel </w:t>
      </w:r>
      <w:r>
        <w:rPr>
          <w:i/>
        </w:rPr>
        <w:t xml:space="preserve">Mama Day </w:t>
      </w:r>
      <w:r>
        <w:t>employs the storm as</w:t>
      </w:r>
      <w:r>
        <w:rPr>
          <w:spacing w:val="-30"/>
        </w:rPr>
        <w:t xml:space="preserve"> </w:t>
      </w:r>
      <w:r>
        <w:t>plot-vehicle as well as featuring Mama Day herself as a black female Prospero-type figure.</w:t>
      </w:r>
    </w:p>
    <w:p w:rsidR="00206612" w:rsidRDefault="00206612" w:rsidP="00F4294D">
      <w:pPr>
        <w:pStyle w:val="Body"/>
      </w:pPr>
      <w:r>
        <w:t xml:space="preserve">The themes of </w:t>
      </w:r>
      <w:r>
        <w:rPr>
          <w:i/>
        </w:rPr>
        <w:t>The Tempest</w:t>
      </w:r>
      <w:r>
        <w:t xml:space="preserve">, then, are considered by many to </w:t>
      </w:r>
      <w:r>
        <w:rPr>
          <w:spacing w:val="3"/>
        </w:rPr>
        <w:t xml:space="preserve">be </w:t>
      </w:r>
      <w:r>
        <w:t>“universal” in</w:t>
      </w:r>
      <w:r w:rsidR="007F4762">
        <w:t xml:space="preserve"> </w:t>
      </w:r>
      <w:r>
        <w:t>their connection to</w:t>
      </w:r>
      <w:r w:rsidR="007F4762">
        <w:t xml:space="preserve"> </w:t>
      </w:r>
      <w:r>
        <w:t xml:space="preserve">common human experiences </w:t>
      </w:r>
      <w:r>
        <w:rPr>
          <w:spacing w:val="3"/>
        </w:rPr>
        <w:t>such</w:t>
      </w:r>
      <w:r w:rsidR="007F4762">
        <w:rPr>
          <w:spacing w:val="3"/>
        </w:rPr>
        <w:t xml:space="preserve"> </w:t>
      </w:r>
      <w:r>
        <w:t xml:space="preserve">as feeling relegated to an unjustly-restricted and inferior status </w:t>
      </w:r>
      <w:r>
        <w:rPr>
          <w:spacing w:val="3"/>
        </w:rPr>
        <w:t xml:space="preserve">(as </w:t>
      </w:r>
      <w:r>
        <w:t xml:space="preserve">Caliban is) and deciding whether use of one’s power to alter </w:t>
      </w:r>
      <w:r>
        <w:rPr>
          <w:spacing w:val="3"/>
        </w:rPr>
        <w:t xml:space="preserve">others’ </w:t>
      </w:r>
      <w:r>
        <w:t xml:space="preserve">lives is justified or not (like Prospero). Dramatic productions have great potential to move an audience, and both </w:t>
      </w:r>
      <w:r>
        <w:rPr>
          <w:i/>
        </w:rPr>
        <w:t xml:space="preserve">Trifles </w:t>
      </w:r>
      <w:r>
        <w:t xml:space="preserve">and </w:t>
      </w:r>
      <w:r>
        <w:rPr>
          <w:i/>
        </w:rPr>
        <w:t xml:space="preserve">The Tempest </w:t>
      </w:r>
      <w:r>
        <w:t>offer examples of how a play might do so. Through effective use of dramatic strategies and powerfully written lines, a play can tap into the most basic and profound aspects of human</w:t>
      </w:r>
      <w:r>
        <w:rPr>
          <w:spacing w:val="26"/>
        </w:rPr>
        <w:t xml:space="preserve"> </w:t>
      </w:r>
      <w:r>
        <w:t>experience.</w:t>
      </w:r>
    </w:p>
    <w:p w:rsidR="006624BE" w:rsidRPr="00206612" w:rsidRDefault="006624BE" w:rsidP="00206612"/>
    <w:sectPr w:rsidR="006624BE" w:rsidRPr="00206612" w:rsidSect="00E963ED">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2C5" w:rsidRDefault="009D52C5">
      <w:r>
        <w:separator/>
      </w:r>
    </w:p>
  </w:endnote>
  <w:endnote w:type="continuationSeparator" w:id="0">
    <w:p w:rsidR="009D52C5" w:rsidRDefault="009D5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panose1 w:val="020B0604020202020204"/>
    <w:charset w:val="00"/>
    <w:family w:val="swiss"/>
    <w:pitch w:val="variable"/>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2C5" w:rsidRDefault="009D52C5">
      <w:r>
        <w:separator/>
      </w:r>
    </w:p>
  </w:footnote>
  <w:footnote w:type="continuationSeparator" w:id="0">
    <w:p w:rsidR="009D52C5" w:rsidRDefault="009D5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25635"/>
    <w:multiLevelType w:val="hybridMultilevel"/>
    <w:tmpl w:val="0CACA526"/>
    <w:lvl w:ilvl="0" w:tplc="0C44F8C2">
      <w:start w:val="1"/>
      <w:numFmt w:val="decimal"/>
      <w:lvlText w:val="%1."/>
      <w:lvlJc w:val="left"/>
      <w:pPr>
        <w:ind w:left="1499" w:hanging="360"/>
        <w:jc w:val="right"/>
      </w:pPr>
      <w:rPr>
        <w:rFonts w:ascii="Times New Roman" w:eastAsia="Times New Roman" w:hAnsi="Times New Roman" w:cs="Times New Roman" w:hint="default"/>
        <w:color w:val="231F20"/>
        <w:spacing w:val="-28"/>
        <w:w w:val="96"/>
        <w:sz w:val="22"/>
        <w:szCs w:val="22"/>
        <w:lang w:val="en-US" w:eastAsia="en-US" w:bidi="en-US"/>
      </w:rPr>
    </w:lvl>
    <w:lvl w:ilvl="1" w:tplc="C6AC5194">
      <w:numFmt w:val="bullet"/>
      <w:lvlText w:val="•"/>
      <w:lvlJc w:val="left"/>
      <w:pPr>
        <w:ind w:left="2142" w:hanging="360"/>
      </w:pPr>
      <w:rPr>
        <w:rFonts w:hint="default"/>
        <w:lang w:val="en-US" w:eastAsia="en-US" w:bidi="en-US"/>
      </w:rPr>
    </w:lvl>
    <w:lvl w:ilvl="2" w:tplc="ECCC05BA">
      <w:numFmt w:val="bullet"/>
      <w:lvlText w:val="•"/>
      <w:lvlJc w:val="left"/>
      <w:pPr>
        <w:ind w:left="2784" w:hanging="360"/>
      </w:pPr>
      <w:rPr>
        <w:rFonts w:hint="default"/>
        <w:lang w:val="en-US" w:eastAsia="en-US" w:bidi="en-US"/>
      </w:rPr>
    </w:lvl>
    <w:lvl w:ilvl="3" w:tplc="04ACA184">
      <w:numFmt w:val="bullet"/>
      <w:lvlText w:val="•"/>
      <w:lvlJc w:val="left"/>
      <w:pPr>
        <w:ind w:left="3426" w:hanging="360"/>
      </w:pPr>
      <w:rPr>
        <w:rFonts w:hint="default"/>
        <w:lang w:val="en-US" w:eastAsia="en-US" w:bidi="en-US"/>
      </w:rPr>
    </w:lvl>
    <w:lvl w:ilvl="4" w:tplc="E98670F6">
      <w:numFmt w:val="bullet"/>
      <w:lvlText w:val="•"/>
      <w:lvlJc w:val="left"/>
      <w:pPr>
        <w:ind w:left="4068" w:hanging="360"/>
      </w:pPr>
      <w:rPr>
        <w:rFonts w:hint="default"/>
        <w:lang w:val="en-US" w:eastAsia="en-US" w:bidi="en-US"/>
      </w:rPr>
    </w:lvl>
    <w:lvl w:ilvl="5" w:tplc="1632D274">
      <w:numFmt w:val="bullet"/>
      <w:lvlText w:val="•"/>
      <w:lvlJc w:val="left"/>
      <w:pPr>
        <w:ind w:left="4710" w:hanging="360"/>
      </w:pPr>
      <w:rPr>
        <w:rFonts w:hint="default"/>
        <w:lang w:val="en-US" w:eastAsia="en-US" w:bidi="en-US"/>
      </w:rPr>
    </w:lvl>
    <w:lvl w:ilvl="6" w:tplc="217CD898">
      <w:numFmt w:val="bullet"/>
      <w:lvlText w:val="•"/>
      <w:lvlJc w:val="left"/>
      <w:pPr>
        <w:ind w:left="5352" w:hanging="360"/>
      </w:pPr>
      <w:rPr>
        <w:rFonts w:hint="default"/>
        <w:lang w:val="en-US" w:eastAsia="en-US" w:bidi="en-US"/>
      </w:rPr>
    </w:lvl>
    <w:lvl w:ilvl="7" w:tplc="ED0C943C">
      <w:numFmt w:val="bullet"/>
      <w:lvlText w:val="•"/>
      <w:lvlJc w:val="left"/>
      <w:pPr>
        <w:ind w:left="5994" w:hanging="360"/>
      </w:pPr>
      <w:rPr>
        <w:rFonts w:hint="default"/>
        <w:lang w:val="en-US" w:eastAsia="en-US" w:bidi="en-US"/>
      </w:rPr>
    </w:lvl>
    <w:lvl w:ilvl="8" w:tplc="45FEB306">
      <w:numFmt w:val="bullet"/>
      <w:lvlText w:val="•"/>
      <w:lvlJc w:val="left"/>
      <w:pPr>
        <w:ind w:left="6636" w:hanging="360"/>
      </w:pPr>
      <w:rPr>
        <w:rFonts w:hint="default"/>
        <w:lang w:val="en-US" w:eastAsia="en-US" w:bidi="en-US"/>
      </w:rPr>
    </w:lvl>
  </w:abstractNum>
  <w:abstractNum w:abstractNumId="1"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2" w15:restartNumberingAfterBreak="0">
    <w:nsid w:val="0CB11816"/>
    <w:multiLevelType w:val="multilevel"/>
    <w:tmpl w:val="EB3E4E66"/>
    <w:lvl w:ilvl="0">
      <w:start w:val="7"/>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left"/>
      </w:pPr>
      <w:rPr>
        <w:rFonts w:ascii="Times New Roman" w:eastAsia="Times New Roman" w:hAnsi="Times New Roman" w:cs="Times New Roman" w:hint="default"/>
        <w:b/>
        <w:bCs/>
        <w:color w:val="231F20"/>
        <w:spacing w:val="-5"/>
        <w:w w:val="98"/>
        <w:sz w:val="22"/>
        <w:szCs w:val="22"/>
        <w:lang w:val="en-US" w:eastAsia="en-US" w:bidi="en-US"/>
      </w:rPr>
    </w:lvl>
    <w:lvl w:ilvl="2">
      <w:start w:val="1"/>
      <w:numFmt w:val="decimal"/>
      <w:lvlText w:val="%3."/>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 w15:restartNumberingAfterBreak="0">
    <w:nsid w:val="0DAD4E7D"/>
    <w:multiLevelType w:val="hybridMultilevel"/>
    <w:tmpl w:val="BC8E2A42"/>
    <w:lvl w:ilvl="0" w:tplc="87F8B5C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7954ED04">
      <w:numFmt w:val="bullet"/>
      <w:lvlText w:val="•"/>
      <w:lvlJc w:val="left"/>
      <w:pPr>
        <w:ind w:left="659" w:hanging="360"/>
      </w:pPr>
      <w:rPr>
        <w:rFonts w:hint="default"/>
        <w:lang w:val="en-US" w:eastAsia="en-US" w:bidi="en-US"/>
      </w:rPr>
    </w:lvl>
    <w:lvl w:ilvl="2" w:tplc="75526D9C">
      <w:numFmt w:val="bullet"/>
      <w:lvlText w:val="•"/>
      <w:lvlJc w:val="left"/>
      <w:pPr>
        <w:ind w:left="878" w:hanging="360"/>
      </w:pPr>
      <w:rPr>
        <w:rFonts w:hint="default"/>
        <w:lang w:val="en-US" w:eastAsia="en-US" w:bidi="en-US"/>
      </w:rPr>
    </w:lvl>
    <w:lvl w:ilvl="3" w:tplc="8A962872">
      <w:numFmt w:val="bullet"/>
      <w:lvlText w:val="•"/>
      <w:lvlJc w:val="left"/>
      <w:pPr>
        <w:ind w:left="1097" w:hanging="360"/>
      </w:pPr>
      <w:rPr>
        <w:rFonts w:hint="default"/>
        <w:lang w:val="en-US" w:eastAsia="en-US" w:bidi="en-US"/>
      </w:rPr>
    </w:lvl>
    <w:lvl w:ilvl="4" w:tplc="13BA1FA4">
      <w:numFmt w:val="bullet"/>
      <w:lvlText w:val="•"/>
      <w:lvlJc w:val="left"/>
      <w:pPr>
        <w:ind w:left="1316" w:hanging="360"/>
      </w:pPr>
      <w:rPr>
        <w:rFonts w:hint="default"/>
        <w:lang w:val="en-US" w:eastAsia="en-US" w:bidi="en-US"/>
      </w:rPr>
    </w:lvl>
    <w:lvl w:ilvl="5" w:tplc="45E26058">
      <w:numFmt w:val="bullet"/>
      <w:lvlText w:val="•"/>
      <w:lvlJc w:val="left"/>
      <w:pPr>
        <w:ind w:left="1535" w:hanging="360"/>
      </w:pPr>
      <w:rPr>
        <w:rFonts w:hint="default"/>
        <w:lang w:val="en-US" w:eastAsia="en-US" w:bidi="en-US"/>
      </w:rPr>
    </w:lvl>
    <w:lvl w:ilvl="6" w:tplc="9FCC02E0">
      <w:numFmt w:val="bullet"/>
      <w:lvlText w:val="•"/>
      <w:lvlJc w:val="left"/>
      <w:pPr>
        <w:ind w:left="1754" w:hanging="360"/>
      </w:pPr>
      <w:rPr>
        <w:rFonts w:hint="default"/>
        <w:lang w:val="en-US" w:eastAsia="en-US" w:bidi="en-US"/>
      </w:rPr>
    </w:lvl>
    <w:lvl w:ilvl="7" w:tplc="93DE11FE">
      <w:numFmt w:val="bullet"/>
      <w:lvlText w:val="•"/>
      <w:lvlJc w:val="left"/>
      <w:pPr>
        <w:ind w:left="1973" w:hanging="360"/>
      </w:pPr>
      <w:rPr>
        <w:rFonts w:hint="default"/>
        <w:lang w:val="en-US" w:eastAsia="en-US" w:bidi="en-US"/>
      </w:rPr>
    </w:lvl>
    <w:lvl w:ilvl="8" w:tplc="A5FAD750">
      <w:numFmt w:val="bullet"/>
      <w:lvlText w:val="•"/>
      <w:lvlJc w:val="left"/>
      <w:pPr>
        <w:ind w:left="2192" w:hanging="360"/>
      </w:pPr>
      <w:rPr>
        <w:rFonts w:hint="default"/>
        <w:lang w:val="en-US" w:eastAsia="en-US" w:bidi="en-US"/>
      </w:rPr>
    </w:lvl>
  </w:abstractNum>
  <w:abstractNum w:abstractNumId="4"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5" w15:restartNumberingAfterBreak="0">
    <w:nsid w:val="16405976"/>
    <w:multiLevelType w:val="multilevel"/>
    <w:tmpl w:val="1FF69CDA"/>
    <w:lvl w:ilvl="0">
      <w:start w:val="6"/>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left"/>
      </w:pPr>
      <w:rPr>
        <w:rFonts w:ascii="Times New Roman" w:eastAsia="Times New Roman" w:hAnsi="Times New Roman" w:cs="Times New Roman" w:hint="default"/>
        <w:b/>
        <w:bCs/>
        <w:color w:val="231F20"/>
        <w:spacing w:val="-4"/>
        <w:w w:val="100"/>
        <w:sz w:val="22"/>
        <w:szCs w:val="22"/>
        <w:lang w:val="en-US" w:eastAsia="en-US" w:bidi="en-US"/>
      </w:rPr>
    </w:lvl>
    <w:lvl w:ilvl="2">
      <w:start w:val="1"/>
      <w:numFmt w:val="decimal"/>
      <w:lvlText w:val="%3."/>
      <w:lvlJc w:val="left"/>
      <w:pPr>
        <w:ind w:left="1259" w:hanging="360"/>
        <w:jc w:val="right"/>
      </w:pPr>
      <w:rPr>
        <w:rFonts w:ascii="Times New Roman" w:eastAsia="Times New Roman" w:hAnsi="Times New Roman" w:cs="Times New Roman" w:hint="default"/>
        <w:color w:val="231F20"/>
        <w:spacing w:val="-27"/>
        <w:w w:val="100"/>
        <w:sz w:val="22"/>
        <w:szCs w:val="22"/>
        <w:lang w:val="en-US" w:eastAsia="en-US" w:bidi="en-US"/>
      </w:rPr>
    </w:lvl>
    <w:lvl w:ilvl="3">
      <w:numFmt w:val="bullet"/>
      <w:lvlText w:val="•"/>
      <w:lvlJc w:val="left"/>
      <w:pPr>
        <w:ind w:left="2302" w:hanging="360"/>
      </w:pPr>
      <w:rPr>
        <w:rFonts w:hint="default"/>
        <w:lang w:val="en-US" w:eastAsia="en-US" w:bidi="en-US"/>
      </w:rPr>
    </w:lvl>
    <w:lvl w:ilvl="4">
      <w:numFmt w:val="bullet"/>
      <w:lvlText w:val="•"/>
      <w:lvlJc w:val="left"/>
      <w:pPr>
        <w:ind w:left="3105" w:hanging="360"/>
      </w:pPr>
      <w:rPr>
        <w:rFonts w:hint="default"/>
        <w:lang w:val="en-US" w:eastAsia="en-US" w:bidi="en-US"/>
      </w:rPr>
    </w:lvl>
    <w:lvl w:ilvl="5">
      <w:numFmt w:val="bullet"/>
      <w:lvlText w:val="•"/>
      <w:lvlJc w:val="left"/>
      <w:pPr>
        <w:ind w:left="3907" w:hanging="360"/>
      </w:pPr>
      <w:rPr>
        <w:rFonts w:hint="default"/>
        <w:lang w:val="en-US" w:eastAsia="en-US" w:bidi="en-US"/>
      </w:rPr>
    </w:lvl>
    <w:lvl w:ilvl="6">
      <w:numFmt w:val="bullet"/>
      <w:lvlText w:val="•"/>
      <w:lvlJc w:val="left"/>
      <w:pPr>
        <w:ind w:left="4710" w:hanging="360"/>
      </w:pPr>
      <w:rPr>
        <w:rFonts w:hint="default"/>
        <w:lang w:val="en-US" w:eastAsia="en-US" w:bidi="en-US"/>
      </w:rPr>
    </w:lvl>
    <w:lvl w:ilvl="7">
      <w:numFmt w:val="bullet"/>
      <w:lvlText w:val="•"/>
      <w:lvlJc w:val="left"/>
      <w:pPr>
        <w:ind w:left="5512" w:hanging="360"/>
      </w:pPr>
      <w:rPr>
        <w:rFonts w:hint="default"/>
        <w:lang w:val="en-US" w:eastAsia="en-US" w:bidi="en-US"/>
      </w:rPr>
    </w:lvl>
    <w:lvl w:ilvl="8">
      <w:numFmt w:val="bullet"/>
      <w:lvlText w:val="•"/>
      <w:lvlJc w:val="left"/>
      <w:pPr>
        <w:ind w:left="6315" w:hanging="360"/>
      </w:pPr>
      <w:rPr>
        <w:rFonts w:hint="default"/>
        <w:lang w:val="en-US" w:eastAsia="en-US" w:bidi="en-US"/>
      </w:rPr>
    </w:lvl>
  </w:abstractNum>
  <w:abstractNum w:abstractNumId="6" w15:restartNumberingAfterBreak="0">
    <w:nsid w:val="1E99080F"/>
    <w:multiLevelType w:val="hybridMultilevel"/>
    <w:tmpl w:val="A7329FB4"/>
    <w:lvl w:ilvl="0" w:tplc="6DC0E7C0">
      <w:start w:val="9"/>
      <w:numFmt w:val="decimal"/>
      <w:lvlText w:val="(%1)"/>
      <w:lvlJc w:val="left"/>
      <w:pPr>
        <w:ind w:left="539" w:hanging="318"/>
        <w:jc w:val="left"/>
      </w:pPr>
      <w:rPr>
        <w:rFonts w:ascii="Times New Roman" w:eastAsia="Times New Roman" w:hAnsi="Times New Roman" w:cs="Times New Roman" w:hint="default"/>
        <w:color w:val="231F20"/>
        <w:spacing w:val="-3"/>
        <w:w w:val="100"/>
        <w:sz w:val="22"/>
        <w:szCs w:val="22"/>
        <w:lang w:val="en-US" w:eastAsia="en-US" w:bidi="en-US"/>
      </w:rPr>
    </w:lvl>
    <w:lvl w:ilvl="1" w:tplc="613256DC">
      <w:start w:val="1"/>
      <w:numFmt w:val="decimal"/>
      <w:lvlText w:val="%2."/>
      <w:lvlJc w:val="left"/>
      <w:pPr>
        <w:ind w:left="1259" w:hanging="360"/>
        <w:jc w:val="left"/>
      </w:pPr>
      <w:rPr>
        <w:rFonts w:ascii="Times New Roman" w:eastAsia="Times New Roman" w:hAnsi="Times New Roman" w:cs="Times New Roman" w:hint="default"/>
        <w:color w:val="231F20"/>
        <w:spacing w:val="-26"/>
        <w:w w:val="100"/>
        <w:sz w:val="22"/>
        <w:szCs w:val="22"/>
        <w:lang w:val="en-US" w:eastAsia="en-US" w:bidi="en-US"/>
      </w:rPr>
    </w:lvl>
    <w:lvl w:ilvl="2" w:tplc="AE7C3C94">
      <w:numFmt w:val="bullet"/>
      <w:lvlText w:val="•"/>
      <w:lvlJc w:val="left"/>
      <w:pPr>
        <w:ind w:left="1380" w:hanging="360"/>
      </w:pPr>
      <w:rPr>
        <w:rFonts w:hint="default"/>
        <w:lang w:val="en-US" w:eastAsia="en-US" w:bidi="en-US"/>
      </w:rPr>
    </w:lvl>
    <w:lvl w:ilvl="3" w:tplc="4B649F40">
      <w:numFmt w:val="bullet"/>
      <w:lvlText w:val="•"/>
      <w:lvlJc w:val="left"/>
      <w:pPr>
        <w:ind w:left="1620" w:hanging="360"/>
      </w:pPr>
      <w:rPr>
        <w:rFonts w:hint="default"/>
        <w:lang w:val="en-US" w:eastAsia="en-US" w:bidi="en-US"/>
      </w:rPr>
    </w:lvl>
    <w:lvl w:ilvl="4" w:tplc="CBD8B836">
      <w:numFmt w:val="bullet"/>
      <w:lvlText w:val="•"/>
      <w:lvlJc w:val="left"/>
      <w:pPr>
        <w:ind w:left="2520" w:hanging="360"/>
      </w:pPr>
      <w:rPr>
        <w:rFonts w:hint="default"/>
        <w:lang w:val="en-US" w:eastAsia="en-US" w:bidi="en-US"/>
      </w:rPr>
    </w:lvl>
    <w:lvl w:ilvl="5" w:tplc="9A4862F4">
      <w:numFmt w:val="bullet"/>
      <w:lvlText w:val="•"/>
      <w:lvlJc w:val="left"/>
      <w:pPr>
        <w:ind w:left="3420" w:hanging="360"/>
      </w:pPr>
      <w:rPr>
        <w:rFonts w:hint="default"/>
        <w:lang w:val="en-US" w:eastAsia="en-US" w:bidi="en-US"/>
      </w:rPr>
    </w:lvl>
    <w:lvl w:ilvl="6" w:tplc="8EF8237E">
      <w:numFmt w:val="bullet"/>
      <w:lvlText w:val="•"/>
      <w:lvlJc w:val="left"/>
      <w:pPr>
        <w:ind w:left="4320" w:hanging="360"/>
      </w:pPr>
      <w:rPr>
        <w:rFonts w:hint="default"/>
        <w:lang w:val="en-US" w:eastAsia="en-US" w:bidi="en-US"/>
      </w:rPr>
    </w:lvl>
    <w:lvl w:ilvl="7" w:tplc="1BF03A4E">
      <w:numFmt w:val="bullet"/>
      <w:lvlText w:val="•"/>
      <w:lvlJc w:val="left"/>
      <w:pPr>
        <w:ind w:left="5220" w:hanging="360"/>
      </w:pPr>
      <w:rPr>
        <w:rFonts w:hint="default"/>
        <w:lang w:val="en-US" w:eastAsia="en-US" w:bidi="en-US"/>
      </w:rPr>
    </w:lvl>
    <w:lvl w:ilvl="8" w:tplc="3B8E4512">
      <w:numFmt w:val="bullet"/>
      <w:lvlText w:val="•"/>
      <w:lvlJc w:val="left"/>
      <w:pPr>
        <w:ind w:left="6120" w:hanging="360"/>
      </w:pPr>
      <w:rPr>
        <w:rFonts w:hint="default"/>
        <w:lang w:val="en-US" w:eastAsia="en-US" w:bidi="en-US"/>
      </w:rPr>
    </w:lvl>
  </w:abstractNum>
  <w:abstractNum w:abstractNumId="7"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8" w15:restartNumberingAfterBreak="0">
    <w:nsid w:val="1F2872B0"/>
    <w:multiLevelType w:val="hybridMultilevel"/>
    <w:tmpl w:val="F496DFFC"/>
    <w:lvl w:ilvl="0" w:tplc="74FEC63C">
      <w:start w:val="1"/>
      <w:numFmt w:val="bullet"/>
      <w:pStyle w:val="Header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320356B"/>
    <w:multiLevelType w:val="multilevel"/>
    <w:tmpl w:val="BD30908C"/>
    <w:lvl w:ilvl="0">
      <w:start w:val="4"/>
      <w:numFmt w:val="decimal"/>
      <w:lvlText w:val="%1"/>
      <w:lvlJc w:val="left"/>
      <w:pPr>
        <w:ind w:left="1097" w:hanging="318"/>
        <w:jc w:val="left"/>
      </w:pPr>
      <w:rPr>
        <w:rFonts w:hint="default"/>
        <w:lang w:val="en-US" w:eastAsia="en-US" w:bidi="en-US"/>
      </w:rPr>
    </w:lvl>
    <w:lvl w:ilvl="1">
      <w:start w:val="1"/>
      <w:numFmt w:val="decimal"/>
      <w:lvlText w:val="%1.%2"/>
      <w:lvlJc w:val="left"/>
      <w:pPr>
        <w:ind w:left="1097" w:hanging="318"/>
        <w:jc w:val="right"/>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10" w15:restartNumberingAfterBreak="0">
    <w:nsid w:val="26914A09"/>
    <w:multiLevelType w:val="multilevel"/>
    <w:tmpl w:val="D7CA1154"/>
    <w:lvl w:ilvl="0">
      <w:start w:val="5"/>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left"/>
      </w:pPr>
      <w:rPr>
        <w:rFonts w:ascii="Times New Roman" w:eastAsia="Times New Roman" w:hAnsi="Times New Roman" w:cs="Times New Roman" w:hint="default"/>
        <w:b/>
        <w:bCs/>
        <w:color w:val="231F20"/>
        <w:spacing w:val="-5"/>
        <w:w w:val="100"/>
        <w:sz w:val="22"/>
        <w:szCs w:val="22"/>
        <w:lang w:val="en-US" w:eastAsia="en-US" w:bidi="en-US"/>
      </w:rPr>
    </w:lvl>
    <w:lvl w:ilvl="2">
      <w:start w:val="1"/>
      <w:numFmt w:val="decimal"/>
      <w:lvlText w:val="%3."/>
      <w:lvlJc w:val="left"/>
      <w:pPr>
        <w:ind w:left="125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740" w:hanging="360"/>
      </w:pPr>
      <w:rPr>
        <w:rFonts w:hint="default"/>
        <w:lang w:val="en-US" w:eastAsia="en-US" w:bidi="en-US"/>
      </w:rPr>
    </w:lvl>
    <w:lvl w:ilvl="4">
      <w:numFmt w:val="bullet"/>
      <w:lvlText w:val="•"/>
      <w:lvlJc w:val="left"/>
      <w:pPr>
        <w:ind w:left="3480" w:hanging="360"/>
      </w:pPr>
      <w:rPr>
        <w:rFonts w:hint="default"/>
        <w:lang w:val="en-US" w:eastAsia="en-US" w:bidi="en-US"/>
      </w:rPr>
    </w:lvl>
    <w:lvl w:ilvl="5">
      <w:numFmt w:val="bullet"/>
      <w:lvlText w:val="•"/>
      <w:lvlJc w:val="left"/>
      <w:pPr>
        <w:ind w:left="4220" w:hanging="360"/>
      </w:pPr>
      <w:rPr>
        <w:rFonts w:hint="default"/>
        <w:lang w:val="en-US" w:eastAsia="en-US" w:bidi="en-US"/>
      </w:rPr>
    </w:lvl>
    <w:lvl w:ilvl="6">
      <w:numFmt w:val="bullet"/>
      <w:lvlText w:val="•"/>
      <w:lvlJc w:val="left"/>
      <w:pPr>
        <w:ind w:left="4960" w:hanging="360"/>
      </w:pPr>
      <w:rPr>
        <w:rFonts w:hint="default"/>
        <w:lang w:val="en-US" w:eastAsia="en-US" w:bidi="en-US"/>
      </w:rPr>
    </w:lvl>
    <w:lvl w:ilvl="7">
      <w:numFmt w:val="bullet"/>
      <w:lvlText w:val="•"/>
      <w:lvlJc w:val="left"/>
      <w:pPr>
        <w:ind w:left="5700" w:hanging="360"/>
      </w:pPr>
      <w:rPr>
        <w:rFonts w:hint="default"/>
        <w:lang w:val="en-US" w:eastAsia="en-US" w:bidi="en-US"/>
      </w:rPr>
    </w:lvl>
    <w:lvl w:ilvl="8">
      <w:numFmt w:val="bullet"/>
      <w:lvlText w:val="•"/>
      <w:lvlJc w:val="left"/>
      <w:pPr>
        <w:ind w:left="6440" w:hanging="360"/>
      </w:pPr>
      <w:rPr>
        <w:rFonts w:hint="default"/>
        <w:lang w:val="en-US" w:eastAsia="en-US" w:bidi="en-US"/>
      </w:rPr>
    </w:lvl>
  </w:abstractNum>
  <w:abstractNum w:abstractNumId="11" w15:restartNumberingAfterBreak="0">
    <w:nsid w:val="28FE483E"/>
    <w:multiLevelType w:val="hybridMultilevel"/>
    <w:tmpl w:val="68F89426"/>
    <w:lvl w:ilvl="0" w:tplc="18D8681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4A54DFF4">
      <w:numFmt w:val="bullet"/>
      <w:lvlText w:val="•"/>
      <w:lvlJc w:val="left"/>
      <w:pPr>
        <w:ind w:left="665" w:hanging="360"/>
      </w:pPr>
      <w:rPr>
        <w:rFonts w:hint="default"/>
        <w:lang w:val="en-US" w:eastAsia="en-US" w:bidi="en-US"/>
      </w:rPr>
    </w:lvl>
    <w:lvl w:ilvl="2" w:tplc="4AE6B99C">
      <w:numFmt w:val="bullet"/>
      <w:lvlText w:val="•"/>
      <w:lvlJc w:val="left"/>
      <w:pPr>
        <w:ind w:left="891" w:hanging="360"/>
      </w:pPr>
      <w:rPr>
        <w:rFonts w:hint="default"/>
        <w:lang w:val="en-US" w:eastAsia="en-US" w:bidi="en-US"/>
      </w:rPr>
    </w:lvl>
    <w:lvl w:ilvl="3" w:tplc="499690B6">
      <w:numFmt w:val="bullet"/>
      <w:lvlText w:val="•"/>
      <w:lvlJc w:val="left"/>
      <w:pPr>
        <w:ind w:left="1117" w:hanging="360"/>
      </w:pPr>
      <w:rPr>
        <w:rFonts w:hint="default"/>
        <w:lang w:val="en-US" w:eastAsia="en-US" w:bidi="en-US"/>
      </w:rPr>
    </w:lvl>
    <w:lvl w:ilvl="4" w:tplc="067C341E">
      <w:numFmt w:val="bullet"/>
      <w:lvlText w:val="•"/>
      <w:lvlJc w:val="left"/>
      <w:pPr>
        <w:ind w:left="1342" w:hanging="360"/>
      </w:pPr>
      <w:rPr>
        <w:rFonts w:hint="default"/>
        <w:lang w:val="en-US" w:eastAsia="en-US" w:bidi="en-US"/>
      </w:rPr>
    </w:lvl>
    <w:lvl w:ilvl="5" w:tplc="F426EBC6">
      <w:numFmt w:val="bullet"/>
      <w:lvlText w:val="•"/>
      <w:lvlJc w:val="left"/>
      <w:pPr>
        <w:ind w:left="1568" w:hanging="360"/>
      </w:pPr>
      <w:rPr>
        <w:rFonts w:hint="default"/>
        <w:lang w:val="en-US" w:eastAsia="en-US" w:bidi="en-US"/>
      </w:rPr>
    </w:lvl>
    <w:lvl w:ilvl="6" w:tplc="B2DAEA54">
      <w:numFmt w:val="bullet"/>
      <w:lvlText w:val="•"/>
      <w:lvlJc w:val="left"/>
      <w:pPr>
        <w:ind w:left="1794" w:hanging="360"/>
      </w:pPr>
      <w:rPr>
        <w:rFonts w:hint="default"/>
        <w:lang w:val="en-US" w:eastAsia="en-US" w:bidi="en-US"/>
      </w:rPr>
    </w:lvl>
    <w:lvl w:ilvl="7" w:tplc="3DD205BE">
      <w:numFmt w:val="bullet"/>
      <w:lvlText w:val="•"/>
      <w:lvlJc w:val="left"/>
      <w:pPr>
        <w:ind w:left="2019" w:hanging="360"/>
      </w:pPr>
      <w:rPr>
        <w:rFonts w:hint="default"/>
        <w:lang w:val="en-US" w:eastAsia="en-US" w:bidi="en-US"/>
      </w:rPr>
    </w:lvl>
    <w:lvl w:ilvl="8" w:tplc="C382C326">
      <w:numFmt w:val="bullet"/>
      <w:lvlText w:val="•"/>
      <w:lvlJc w:val="left"/>
      <w:pPr>
        <w:ind w:left="2245" w:hanging="360"/>
      </w:pPr>
      <w:rPr>
        <w:rFonts w:hint="default"/>
        <w:lang w:val="en-US" w:eastAsia="en-US" w:bidi="en-US"/>
      </w:rPr>
    </w:lvl>
  </w:abstractNum>
  <w:abstractNum w:abstractNumId="12" w15:restartNumberingAfterBreak="0">
    <w:nsid w:val="2B476BBE"/>
    <w:multiLevelType w:val="hybridMultilevel"/>
    <w:tmpl w:val="5EA8EDAC"/>
    <w:lvl w:ilvl="0" w:tplc="62388564">
      <w:start w:val="1"/>
      <w:numFmt w:val="upperRoman"/>
      <w:lvlText w:val="%1."/>
      <w:lvlJc w:val="left"/>
      <w:pPr>
        <w:ind w:left="1000" w:hanging="241"/>
        <w:jc w:val="left"/>
      </w:pPr>
      <w:rPr>
        <w:rFonts w:ascii="Times New Roman" w:eastAsia="Times New Roman" w:hAnsi="Times New Roman" w:cs="Times New Roman" w:hint="default"/>
        <w:color w:val="231F20"/>
        <w:spacing w:val="-13"/>
        <w:w w:val="100"/>
        <w:sz w:val="22"/>
        <w:szCs w:val="22"/>
        <w:lang w:val="en-US" w:eastAsia="en-US" w:bidi="en-US"/>
      </w:rPr>
    </w:lvl>
    <w:lvl w:ilvl="1" w:tplc="DA12710C">
      <w:start w:val="1"/>
      <w:numFmt w:val="lowerLetter"/>
      <w:lvlText w:val="%2."/>
      <w:lvlJc w:val="left"/>
      <w:pPr>
        <w:ind w:left="1720" w:hanging="361"/>
        <w:jc w:val="left"/>
      </w:pPr>
      <w:rPr>
        <w:rFonts w:ascii="Times New Roman" w:eastAsia="Times New Roman" w:hAnsi="Times New Roman" w:cs="Times New Roman" w:hint="default"/>
        <w:color w:val="231F20"/>
        <w:spacing w:val="-13"/>
        <w:w w:val="100"/>
        <w:sz w:val="22"/>
        <w:szCs w:val="22"/>
        <w:lang w:val="en-US" w:eastAsia="en-US" w:bidi="en-US"/>
      </w:rPr>
    </w:lvl>
    <w:lvl w:ilvl="2" w:tplc="3648C334">
      <w:start w:val="1"/>
      <w:numFmt w:val="lowerRoman"/>
      <w:lvlText w:val="%3."/>
      <w:lvlJc w:val="left"/>
      <w:pPr>
        <w:ind w:left="2199" w:hanging="361"/>
        <w:jc w:val="left"/>
      </w:pPr>
      <w:rPr>
        <w:rFonts w:ascii="Times New Roman" w:eastAsia="Times New Roman" w:hAnsi="Times New Roman" w:cs="Times New Roman" w:hint="default"/>
        <w:color w:val="231F20"/>
        <w:spacing w:val="-1"/>
        <w:w w:val="100"/>
        <w:sz w:val="22"/>
        <w:szCs w:val="22"/>
        <w:lang w:val="en-US" w:eastAsia="en-US" w:bidi="en-US"/>
      </w:rPr>
    </w:lvl>
    <w:lvl w:ilvl="3" w:tplc="296211AC">
      <w:numFmt w:val="bullet"/>
      <w:lvlText w:val="•"/>
      <w:lvlJc w:val="left"/>
      <w:pPr>
        <w:ind w:left="2845" w:hanging="361"/>
      </w:pPr>
      <w:rPr>
        <w:rFonts w:hint="default"/>
        <w:lang w:val="en-US" w:eastAsia="en-US" w:bidi="en-US"/>
      </w:rPr>
    </w:lvl>
    <w:lvl w:ilvl="4" w:tplc="310AB2F6">
      <w:numFmt w:val="bullet"/>
      <w:lvlText w:val="•"/>
      <w:lvlJc w:val="left"/>
      <w:pPr>
        <w:ind w:left="3490" w:hanging="361"/>
      </w:pPr>
      <w:rPr>
        <w:rFonts w:hint="default"/>
        <w:lang w:val="en-US" w:eastAsia="en-US" w:bidi="en-US"/>
      </w:rPr>
    </w:lvl>
    <w:lvl w:ilvl="5" w:tplc="17DE19A8">
      <w:numFmt w:val="bullet"/>
      <w:lvlText w:val="•"/>
      <w:lvlJc w:val="left"/>
      <w:pPr>
        <w:ind w:left="4135" w:hanging="361"/>
      </w:pPr>
      <w:rPr>
        <w:rFonts w:hint="default"/>
        <w:lang w:val="en-US" w:eastAsia="en-US" w:bidi="en-US"/>
      </w:rPr>
    </w:lvl>
    <w:lvl w:ilvl="6" w:tplc="A5A8964A">
      <w:numFmt w:val="bullet"/>
      <w:lvlText w:val="•"/>
      <w:lvlJc w:val="left"/>
      <w:pPr>
        <w:ind w:left="4780" w:hanging="361"/>
      </w:pPr>
      <w:rPr>
        <w:rFonts w:hint="default"/>
        <w:lang w:val="en-US" w:eastAsia="en-US" w:bidi="en-US"/>
      </w:rPr>
    </w:lvl>
    <w:lvl w:ilvl="7" w:tplc="3E0CBBF0">
      <w:numFmt w:val="bullet"/>
      <w:lvlText w:val="•"/>
      <w:lvlJc w:val="left"/>
      <w:pPr>
        <w:ind w:left="5425" w:hanging="361"/>
      </w:pPr>
      <w:rPr>
        <w:rFonts w:hint="default"/>
        <w:lang w:val="en-US" w:eastAsia="en-US" w:bidi="en-US"/>
      </w:rPr>
    </w:lvl>
    <w:lvl w:ilvl="8" w:tplc="8F0AD4B6">
      <w:numFmt w:val="bullet"/>
      <w:lvlText w:val="•"/>
      <w:lvlJc w:val="left"/>
      <w:pPr>
        <w:ind w:left="6070" w:hanging="361"/>
      </w:pPr>
      <w:rPr>
        <w:rFonts w:hint="default"/>
        <w:lang w:val="en-US" w:eastAsia="en-US" w:bidi="en-US"/>
      </w:rPr>
    </w:lvl>
  </w:abstractNum>
  <w:abstractNum w:abstractNumId="13" w15:restartNumberingAfterBreak="0">
    <w:nsid w:val="2BC31BC6"/>
    <w:multiLevelType w:val="hybridMultilevel"/>
    <w:tmpl w:val="6E24F948"/>
    <w:lvl w:ilvl="0" w:tplc="E788EE40">
      <w:start w:val="1"/>
      <w:numFmt w:val="decimal"/>
      <w:lvlText w:val="%1."/>
      <w:lvlJc w:val="left"/>
      <w:pPr>
        <w:ind w:left="1259" w:hanging="360"/>
        <w:jc w:val="left"/>
      </w:pPr>
      <w:rPr>
        <w:rFonts w:ascii="Times New Roman" w:eastAsia="Times New Roman" w:hAnsi="Times New Roman" w:cs="Times New Roman" w:hint="default"/>
        <w:color w:val="231F20"/>
        <w:spacing w:val="-28"/>
        <w:w w:val="100"/>
        <w:sz w:val="22"/>
        <w:szCs w:val="22"/>
        <w:lang w:val="en-US" w:eastAsia="en-US" w:bidi="en-US"/>
      </w:rPr>
    </w:lvl>
    <w:lvl w:ilvl="1" w:tplc="D774061A">
      <w:numFmt w:val="bullet"/>
      <w:lvlText w:val="•"/>
      <w:lvlJc w:val="left"/>
      <w:pPr>
        <w:ind w:left="1926" w:hanging="360"/>
      </w:pPr>
      <w:rPr>
        <w:rFonts w:hint="default"/>
        <w:lang w:val="en-US" w:eastAsia="en-US" w:bidi="en-US"/>
      </w:rPr>
    </w:lvl>
    <w:lvl w:ilvl="2" w:tplc="7432119A">
      <w:numFmt w:val="bullet"/>
      <w:lvlText w:val="•"/>
      <w:lvlJc w:val="left"/>
      <w:pPr>
        <w:ind w:left="2592" w:hanging="360"/>
      </w:pPr>
      <w:rPr>
        <w:rFonts w:hint="default"/>
        <w:lang w:val="en-US" w:eastAsia="en-US" w:bidi="en-US"/>
      </w:rPr>
    </w:lvl>
    <w:lvl w:ilvl="3" w:tplc="A6323700">
      <w:numFmt w:val="bullet"/>
      <w:lvlText w:val="•"/>
      <w:lvlJc w:val="left"/>
      <w:pPr>
        <w:ind w:left="3258" w:hanging="360"/>
      </w:pPr>
      <w:rPr>
        <w:rFonts w:hint="default"/>
        <w:lang w:val="en-US" w:eastAsia="en-US" w:bidi="en-US"/>
      </w:rPr>
    </w:lvl>
    <w:lvl w:ilvl="4" w:tplc="77AA159A">
      <w:numFmt w:val="bullet"/>
      <w:lvlText w:val="•"/>
      <w:lvlJc w:val="left"/>
      <w:pPr>
        <w:ind w:left="3924" w:hanging="360"/>
      </w:pPr>
      <w:rPr>
        <w:rFonts w:hint="default"/>
        <w:lang w:val="en-US" w:eastAsia="en-US" w:bidi="en-US"/>
      </w:rPr>
    </w:lvl>
    <w:lvl w:ilvl="5" w:tplc="F1B0863C">
      <w:numFmt w:val="bullet"/>
      <w:lvlText w:val="•"/>
      <w:lvlJc w:val="left"/>
      <w:pPr>
        <w:ind w:left="4590" w:hanging="360"/>
      </w:pPr>
      <w:rPr>
        <w:rFonts w:hint="default"/>
        <w:lang w:val="en-US" w:eastAsia="en-US" w:bidi="en-US"/>
      </w:rPr>
    </w:lvl>
    <w:lvl w:ilvl="6" w:tplc="148E0F40">
      <w:numFmt w:val="bullet"/>
      <w:lvlText w:val="•"/>
      <w:lvlJc w:val="left"/>
      <w:pPr>
        <w:ind w:left="5256" w:hanging="360"/>
      </w:pPr>
      <w:rPr>
        <w:rFonts w:hint="default"/>
        <w:lang w:val="en-US" w:eastAsia="en-US" w:bidi="en-US"/>
      </w:rPr>
    </w:lvl>
    <w:lvl w:ilvl="7" w:tplc="67D0FFF4">
      <w:numFmt w:val="bullet"/>
      <w:lvlText w:val="•"/>
      <w:lvlJc w:val="left"/>
      <w:pPr>
        <w:ind w:left="5922" w:hanging="360"/>
      </w:pPr>
      <w:rPr>
        <w:rFonts w:hint="default"/>
        <w:lang w:val="en-US" w:eastAsia="en-US" w:bidi="en-US"/>
      </w:rPr>
    </w:lvl>
    <w:lvl w:ilvl="8" w:tplc="C64E5A68">
      <w:numFmt w:val="bullet"/>
      <w:lvlText w:val="•"/>
      <w:lvlJc w:val="left"/>
      <w:pPr>
        <w:ind w:left="6588" w:hanging="360"/>
      </w:pPr>
      <w:rPr>
        <w:rFonts w:hint="default"/>
        <w:lang w:val="en-US" w:eastAsia="en-US" w:bidi="en-US"/>
      </w:rPr>
    </w:lvl>
  </w:abstractNum>
  <w:abstractNum w:abstractNumId="14"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15" w15:restartNumberingAfterBreak="0">
    <w:nsid w:val="36995440"/>
    <w:multiLevelType w:val="hybridMultilevel"/>
    <w:tmpl w:val="D62A872E"/>
    <w:lvl w:ilvl="0" w:tplc="C6BA7734">
      <w:start w:val="1"/>
      <w:numFmt w:val="decimal"/>
      <w:pStyle w:val="ListParagraph"/>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C7355A8"/>
    <w:multiLevelType w:val="multilevel"/>
    <w:tmpl w:val="2A849386"/>
    <w:lvl w:ilvl="0">
      <w:start w:val="8"/>
      <w:numFmt w:val="decimal"/>
      <w:lvlText w:val="%1"/>
      <w:lvlJc w:val="left"/>
      <w:pPr>
        <w:ind w:left="1110" w:hanging="330"/>
        <w:jc w:val="left"/>
      </w:pPr>
      <w:rPr>
        <w:rFonts w:hint="default"/>
        <w:lang w:val="en-US" w:eastAsia="en-US" w:bidi="en-US"/>
      </w:rPr>
    </w:lvl>
    <w:lvl w:ilvl="1">
      <w:start w:val="1"/>
      <w:numFmt w:val="decimal"/>
      <w:lvlText w:val="%1.%2"/>
      <w:lvlJc w:val="left"/>
      <w:pPr>
        <w:ind w:left="1110" w:hanging="330"/>
        <w:jc w:val="right"/>
      </w:pPr>
      <w:rPr>
        <w:rFonts w:ascii="Times New Roman" w:eastAsia="Times New Roman" w:hAnsi="Times New Roman" w:cs="Times New Roman" w:hint="default"/>
        <w:b/>
        <w:bCs/>
        <w:color w:val="231F20"/>
        <w:spacing w:val="-13"/>
        <w:w w:val="100"/>
        <w:sz w:val="22"/>
        <w:szCs w:val="22"/>
        <w:lang w:val="en-US" w:eastAsia="en-US" w:bidi="en-US"/>
      </w:rPr>
    </w:lvl>
    <w:lvl w:ilvl="2">
      <w:start w:val="1"/>
      <w:numFmt w:val="decimal"/>
      <w:lvlText w:val="%3."/>
      <w:lvlJc w:val="left"/>
      <w:pPr>
        <w:ind w:left="1500" w:hanging="360"/>
        <w:jc w:val="right"/>
      </w:pPr>
      <w:rPr>
        <w:rFonts w:ascii="Times New Roman" w:eastAsia="Times New Roman" w:hAnsi="Times New Roman" w:cs="Times New Roman" w:hint="default"/>
        <w:color w:val="231F20"/>
        <w:spacing w:val="-24"/>
        <w:w w:val="100"/>
        <w:sz w:val="22"/>
        <w:szCs w:val="22"/>
        <w:lang w:val="en-US" w:eastAsia="en-US" w:bidi="en-US"/>
      </w:rPr>
    </w:lvl>
    <w:lvl w:ilvl="3">
      <w:numFmt w:val="bullet"/>
      <w:lvlText w:val="•"/>
      <w:lvlJc w:val="left"/>
      <w:pPr>
        <w:ind w:left="2232" w:hanging="360"/>
      </w:pPr>
      <w:rPr>
        <w:rFonts w:hint="default"/>
        <w:lang w:val="en-US" w:eastAsia="en-US" w:bidi="en-US"/>
      </w:rPr>
    </w:lvl>
    <w:lvl w:ilvl="4">
      <w:numFmt w:val="bullet"/>
      <w:lvlText w:val="•"/>
      <w:lvlJc w:val="left"/>
      <w:pPr>
        <w:ind w:left="2965" w:hanging="360"/>
      </w:pPr>
      <w:rPr>
        <w:rFonts w:hint="default"/>
        <w:lang w:val="en-US" w:eastAsia="en-US" w:bidi="en-US"/>
      </w:rPr>
    </w:lvl>
    <w:lvl w:ilvl="5">
      <w:numFmt w:val="bullet"/>
      <w:lvlText w:val="•"/>
      <w:lvlJc w:val="left"/>
      <w:pPr>
        <w:ind w:left="3697" w:hanging="360"/>
      </w:pPr>
      <w:rPr>
        <w:rFonts w:hint="default"/>
        <w:lang w:val="en-US" w:eastAsia="en-US" w:bidi="en-US"/>
      </w:rPr>
    </w:lvl>
    <w:lvl w:ilvl="6">
      <w:numFmt w:val="bullet"/>
      <w:lvlText w:val="•"/>
      <w:lvlJc w:val="left"/>
      <w:pPr>
        <w:ind w:left="4430" w:hanging="360"/>
      </w:pPr>
      <w:rPr>
        <w:rFonts w:hint="default"/>
        <w:lang w:val="en-US" w:eastAsia="en-US" w:bidi="en-US"/>
      </w:rPr>
    </w:lvl>
    <w:lvl w:ilvl="7">
      <w:numFmt w:val="bullet"/>
      <w:lvlText w:val="•"/>
      <w:lvlJc w:val="left"/>
      <w:pPr>
        <w:ind w:left="5162" w:hanging="360"/>
      </w:pPr>
      <w:rPr>
        <w:rFonts w:hint="default"/>
        <w:lang w:val="en-US" w:eastAsia="en-US" w:bidi="en-US"/>
      </w:rPr>
    </w:lvl>
    <w:lvl w:ilvl="8">
      <w:numFmt w:val="bullet"/>
      <w:lvlText w:val="•"/>
      <w:lvlJc w:val="left"/>
      <w:pPr>
        <w:ind w:left="5895" w:hanging="360"/>
      </w:pPr>
      <w:rPr>
        <w:rFonts w:hint="default"/>
        <w:lang w:val="en-US" w:eastAsia="en-US" w:bidi="en-US"/>
      </w:rPr>
    </w:lvl>
  </w:abstractNum>
  <w:abstractNum w:abstractNumId="17" w15:restartNumberingAfterBreak="0">
    <w:nsid w:val="3F060789"/>
    <w:multiLevelType w:val="multilevel"/>
    <w:tmpl w:val="8E20CD60"/>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6.%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8" w15:restartNumberingAfterBreak="0">
    <w:nsid w:val="40FA703E"/>
    <w:multiLevelType w:val="hybridMultilevel"/>
    <w:tmpl w:val="85267A16"/>
    <w:lvl w:ilvl="0" w:tplc="0852B176">
      <w:numFmt w:val="bullet"/>
      <w:lvlText w:val="•"/>
      <w:lvlJc w:val="left"/>
      <w:pPr>
        <w:ind w:left="1000" w:hanging="360"/>
      </w:pPr>
      <w:rPr>
        <w:rFonts w:ascii="Times New Roman" w:eastAsia="Times New Roman" w:hAnsi="Times New Roman" w:cs="Times New Roman" w:hint="default"/>
        <w:color w:val="231F20"/>
        <w:spacing w:val="-27"/>
        <w:w w:val="100"/>
        <w:sz w:val="22"/>
        <w:szCs w:val="22"/>
        <w:lang w:val="en-US" w:eastAsia="en-US" w:bidi="en-US"/>
      </w:rPr>
    </w:lvl>
    <w:lvl w:ilvl="1" w:tplc="6FA8F1C0">
      <w:numFmt w:val="bullet"/>
      <w:lvlText w:val="•"/>
      <w:lvlJc w:val="left"/>
      <w:pPr>
        <w:ind w:left="1636" w:hanging="360"/>
      </w:pPr>
      <w:rPr>
        <w:rFonts w:hint="default"/>
        <w:lang w:val="en-US" w:eastAsia="en-US" w:bidi="en-US"/>
      </w:rPr>
    </w:lvl>
    <w:lvl w:ilvl="2" w:tplc="0A52523A">
      <w:numFmt w:val="bullet"/>
      <w:lvlText w:val="•"/>
      <w:lvlJc w:val="left"/>
      <w:pPr>
        <w:ind w:left="2272" w:hanging="360"/>
      </w:pPr>
      <w:rPr>
        <w:rFonts w:hint="default"/>
        <w:lang w:val="en-US" w:eastAsia="en-US" w:bidi="en-US"/>
      </w:rPr>
    </w:lvl>
    <w:lvl w:ilvl="3" w:tplc="FA8ED452">
      <w:numFmt w:val="bullet"/>
      <w:lvlText w:val="•"/>
      <w:lvlJc w:val="left"/>
      <w:pPr>
        <w:ind w:left="2908" w:hanging="360"/>
      </w:pPr>
      <w:rPr>
        <w:rFonts w:hint="default"/>
        <w:lang w:val="en-US" w:eastAsia="en-US" w:bidi="en-US"/>
      </w:rPr>
    </w:lvl>
    <w:lvl w:ilvl="4" w:tplc="F5705320">
      <w:numFmt w:val="bullet"/>
      <w:lvlText w:val="•"/>
      <w:lvlJc w:val="left"/>
      <w:pPr>
        <w:ind w:left="3544" w:hanging="360"/>
      </w:pPr>
      <w:rPr>
        <w:rFonts w:hint="default"/>
        <w:lang w:val="en-US" w:eastAsia="en-US" w:bidi="en-US"/>
      </w:rPr>
    </w:lvl>
    <w:lvl w:ilvl="5" w:tplc="6BA2BEF6">
      <w:numFmt w:val="bullet"/>
      <w:lvlText w:val="•"/>
      <w:lvlJc w:val="left"/>
      <w:pPr>
        <w:ind w:left="4180" w:hanging="360"/>
      </w:pPr>
      <w:rPr>
        <w:rFonts w:hint="default"/>
        <w:lang w:val="en-US" w:eastAsia="en-US" w:bidi="en-US"/>
      </w:rPr>
    </w:lvl>
    <w:lvl w:ilvl="6" w:tplc="899A42F6">
      <w:numFmt w:val="bullet"/>
      <w:lvlText w:val="•"/>
      <w:lvlJc w:val="left"/>
      <w:pPr>
        <w:ind w:left="4816" w:hanging="360"/>
      </w:pPr>
      <w:rPr>
        <w:rFonts w:hint="default"/>
        <w:lang w:val="en-US" w:eastAsia="en-US" w:bidi="en-US"/>
      </w:rPr>
    </w:lvl>
    <w:lvl w:ilvl="7" w:tplc="329E2D34">
      <w:numFmt w:val="bullet"/>
      <w:lvlText w:val="•"/>
      <w:lvlJc w:val="left"/>
      <w:pPr>
        <w:ind w:left="5452" w:hanging="360"/>
      </w:pPr>
      <w:rPr>
        <w:rFonts w:hint="default"/>
        <w:lang w:val="en-US" w:eastAsia="en-US" w:bidi="en-US"/>
      </w:rPr>
    </w:lvl>
    <w:lvl w:ilvl="8" w:tplc="96BE6922">
      <w:numFmt w:val="bullet"/>
      <w:lvlText w:val="•"/>
      <w:lvlJc w:val="left"/>
      <w:pPr>
        <w:ind w:left="6088" w:hanging="360"/>
      </w:pPr>
      <w:rPr>
        <w:rFonts w:hint="default"/>
        <w:lang w:val="en-US" w:eastAsia="en-US" w:bidi="en-US"/>
      </w:rPr>
    </w:lvl>
  </w:abstractNum>
  <w:abstractNum w:abstractNumId="19" w15:restartNumberingAfterBreak="0">
    <w:nsid w:val="414B0C67"/>
    <w:multiLevelType w:val="hybridMultilevel"/>
    <w:tmpl w:val="F7ECC290"/>
    <w:lvl w:ilvl="0" w:tplc="845650F2">
      <w:start w:val="1"/>
      <w:numFmt w:val="decimal"/>
      <w:lvlText w:val="%1."/>
      <w:lvlJc w:val="left"/>
      <w:pPr>
        <w:ind w:left="1260" w:hanging="361"/>
        <w:jc w:val="right"/>
      </w:pPr>
      <w:rPr>
        <w:rFonts w:ascii="Times New Roman" w:eastAsia="Times New Roman" w:hAnsi="Times New Roman" w:cs="Times New Roman" w:hint="default"/>
        <w:color w:val="231F20"/>
        <w:spacing w:val="-3"/>
        <w:w w:val="99"/>
        <w:sz w:val="22"/>
        <w:szCs w:val="22"/>
        <w:lang w:val="en-US" w:eastAsia="en-US" w:bidi="en-US"/>
      </w:rPr>
    </w:lvl>
    <w:lvl w:ilvl="1" w:tplc="D69A7964">
      <w:numFmt w:val="bullet"/>
      <w:lvlText w:val="•"/>
      <w:lvlJc w:val="left"/>
      <w:pPr>
        <w:ind w:left="1926" w:hanging="361"/>
      </w:pPr>
      <w:rPr>
        <w:rFonts w:hint="default"/>
        <w:lang w:val="en-US" w:eastAsia="en-US" w:bidi="en-US"/>
      </w:rPr>
    </w:lvl>
    <w:lvl w:ilvl="2" w:tplc="6B04E65A">
      <w:numFmt w:val="bullet"/>
      <w:lvlText w:val="•"/>
      <w:lvlJc w:val="left"/>
      <w:pPr>
        <w:ind w:left="2592" w:hanging="361"/>
      </w:pPr>
      <w:rPr>
        <w:rFonts w:hint="default"/>
        <w:lang w:val="en-US" w:eastAsia="en-US" w:bidi="en-US"/>
      </w:rPr>
    </w:lvl>
    <w:lvl w:ilvl="3" w:tplc="A262318C">
      <w:numFmt w:val="bullet"/>
      <w:lvlText w:val="•"/>
      <w:lvlJc w:val="left"/>
      <w:pPr>
        <w:ind w:left="3258" w:hanging="361"/>
      </w:pPr>
      <w:rPr>
        <w:rFonts w:hint="default"/>
        <w:lang w:val="en-US" w:eastAsia="en-US" w:bidi="en-US"/>
      </w:rPr>
    </w:lvl>
    <w:lvl w:ilvl="4" w:tplc="42982682">
      <w:numFmt w:val="bullet"/>
      <w:lvlText w:val="•"/>
      <w:lvlJc w:val="left"/>
      <w:pPr>
        <w:ind w:left="3924" w:hanging="361"/>
      </w:pPr>
      <w:rPr>
        <w:rFonts w:hint="default"/>
        <w:lang w:val="en-US" w:eastAsia="en-US" w:bidi="en-US"/>
      </w:rPr>
    </w:lvl>
    <w:lvl w:ilvl="5" w:tplc="D0723D6E">
      <w:numFmt w:val="bullet"/>
      <w:lvlText w:val="•"/>
      <w:lvlJc w:val="left"/>
      <w:pPr>
        <w:ind w:left="4590" w:hanging="361"/>
      </w:pPr>
      <w:rPr>
        <w:rFonts w:hint="default"/>
        <w:lang w:val="en-US" w:eastAsia="en-US" w:bidi="en-US"/>
      </w:rPr>
    </w:lvl>
    <w:lvl w:ilvl="6" w:tplc="0368E72C">
      <w:numFmt w:val="bullet"/>
      <w:lvlText w:val="•"/>
      <w:lvlJc w:val="left"/>
      <w:pPr>
        <w:ind w:left="5256" w:hanging="361"/>
      </w:pPr>
      <w:rPr>
        <w:rFonts w:hint="default"/>
        <w:lang w:val="en-US" w:eastAsia="en-US" w:bidi="en-US"/>
      </w:rPr>
    </w:lvl>
    <w:lvl w:ilvl="7" w:tplc="20C46BB2">
      <w:numFmt w:val="bullet"/>
      <w:lvlText w:val="•"/>
      <w:lvlJc w:val="left"/>
      <w:pPr>
        <w:ind w:left="5922" w:hanging="361"/>
      </w:pPr>
      <w:rPr>
        <w:rFonts w:hint="default"/>
        <w:lang w:val="en-US" w:eastAsia="en-US" w:bidi="en-US"/>
      </w:rPr>
    </w:lvl>
    <w:lvl w:ilvl="8" w:tplc="2EBEB44A">
      <w:numFmt w:val="bullet"/>
      <w:lvlText w:val="•"/>
      <w:lvlJc w:val="left"/>
      <w:pPr>
        <w:ind w:left="6588" w:hanging="361"/>
      </w:pPr>
      <w:rPr>
        <w:rFonts w:hint="default"/>
        <w:lang w:val="en-US" w:eastAsia="en-US" w:bidi="en-US"/>
      </w:rPr>
    </w:lvl>
  </w:abstractNum>
  <w:abstractNum w:abstractNumId="20" w15:restartNumberingAfterBreak="0">
    <w:nsid w:val="45E36177"/>
    <w:multiLevelType w:val="multilevel"/>
    <w:tmpl w:val="E9D07564"/>
    <w:lvl w:ilvl="0">
      <w:start w:val="3"/>
      <w:numFmt w:val="decimal"/>
      <w:lvlText w:val="%1"/>
      <w:lvlJc w:val="left"/>
      <w:pPr>
        <w:ind w:left="597" w:hanging="318"/>
        <w:jc w:val="left"/>
      </w:pPr>
      <w:rPr>
        <w:rFonts w:hint="default"/>
        <w:lang w:val="en-US" w:eastAsia="en-US" w:bidi="en-US"/>
      </w:rPr>
    </w:lvl>
    <w:lvl w:ilvl="1">
      <w:numFmt w:val="decimal"/>
      <w:lvlText w:val="%1.%2"/>
      <w:lvlJc w:val="left"/>
      <w:pPr>
        <w:ind w:left="597" w:hanging="318"/>
        <w:jc w:val="left"/>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999" w:hanging="360"/>
        <w:jc w:val="right"/>
      </w:pPr>
      <w:rPr>
        <w:rFonts w:ascii="Times New Roman" w:eastAsia="Times New Roman" w:hAnsi="Times New Roman" w:cs="Times New Roman" w:hint="default"/>
        <w:color w:val="231F20"/>
        <w:spacing w:val="-26"/>
        <w:w w:val="100"/>
        <w:sz w:val="22"/>
        <w:szCs w:val="22"/>
        <w:lang w:val="en-US" w:eastAsia="en-US" w:bidi="en-US"/>
      </w:rPr>
    </w:lvl>
    <w:lvl w:ilvl="3">
      <w:start w:val="1"/>
      <w:numFmt w:val="decimal"/>
      <w:lvlText w:val="%4."/>
      <w:lvlJc w:val="left"/>
      <w:pPr>
        <w:ind w:left="1359" w:hanging="360"/>
        <w:jc w:val="left"/>
      </w:pPr>
      <w:rPr>
        <w:rFonts w:ascii="Times New Roman" w:eastAsia="Times New Roman" w:hAnsi="Times New Roman" w:cs="Times New Roman" w:hint="default"/>
        <w:color w:val="231F20"/>
        <w:spacing w:val="-26"/>
        <w:w w:val="100"/>
        <w:sz w:val="22"/>
        <w:szCs w:val="22"/>
        <w:lang w:val="en-US" w:eastAsia="en-US" w:bidi="en-US"/>
      </w:rPr>
    </w:lvl>
    <w:lvl w:ilvl="4">
      <w:numFmt w:val="bullet"/>
      <w:lvlText w:val="•"/>
      <w:lvlJc w:val="left"/>
      <w:pPr>
        <w:ind w:left="2860" w:hanging="360"/>
      </w:pPr>
      <w:rPr>
        <w:rFonts w:hint="default"/>
        <w:lang w:val="en-US" w:eastAsia="en-US" w:bidi="en-US"/>
      </w:rPr>
    </w:lvl>
    <w:lvl w:ilvl="5">
      <w:numFmt w:val="bullet"/>
      <w:lvlText w:val="•"/>
      <w:lvlJc w:val="left"/>
      <w:pPr>
        <w:ind w:left="3610" w:hanging="360"/>
      </w:pPr>
      <w:rPr>
        <w:rFonts w:hint="default"/>
        <w:lang w:val="en-US" w:eastAsia="en-US" w:bidi="en-US"/>
      </w:rPr>
    </w:lvl>
    <w:lvl w:ilvl="6">
      <w:numFmt w:val="bullet"/>
      <w:lvlText w:val="•"/>
      <w:lvlJc w:val="left"/>
      <w:pPr>
        <w:ind w:left="4360" w:hanging="360"/>
      </w:pPr>
      <w:rPr>
        <w:rFonts w:hint="default"/>
        <w:lang w:val="en-US" w:eastAsia="en-US" w:bidi="en-US"/>
      </w:rPr>
    </w:lvl>
    <w:lvl w:ilvl="7">
      <w:numFmt w:val="bullet"/>
      <w:lvlText w:val="•"/>
      <w:lvlJc w:val="left"/>
      <w:pPr>
        <w:ind w:left="5110" w:hanging="360"/>
      </w:pPr>
      <w:rPr>
        <w:rFonts w:hint="default"/>
        <w:lang w:val="en-US" w:eastAsia="en-US" w:bidi="en-US"/>
      </w:rPr>
    </w:lvl>
    <w:lvl w:ilvl="8">
      <w:numFmt w:val="bullet"/>
      <w:lvlText w:val="•"/>
      <w:lvlJc w:val="left"/>
      <w:pPr>
        <w:ind w:left="5860" w:hanging="360"/>
      </w:pPr>
      <w:rPr>
        <w:rFonts w:hint="default"/>
        <w:lang w:val="en-US" w:eastAsia="en-US" w:bidi="en-US"/>
      </w:rPr>
    </w:lvl>
  </w:abstractNum>
  <w:abstractNum w:abstractNumId="21" w15:restartNumberingAfterBreak="0">
    <w:nsid w:val="4B401776"/>
    <w:multiLevelType w:val="hybridMultilevel"/>
    <w:tmpl w:val="7D0218F8"/>
    <w:lvl w:ilvl="0" w:tplc="57B88AE8">
      <w:start w:val="1"/>
      <w:numFmt w:val="decimal"/>
      <w:lvlText w:val="%1."/>
      <w:lvlJc w:val="left"/>
      <w:pPr>
        <w:ind w:left="1500"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62D64A80">
      <w:numFmt w:val="bullet"/>
      <w:lvlText w:val="•"/>
      <w:lvlJc w:val="left"/>
      <w:pPr>
        <w:ind w:left="2142" w:hanging="360"/>
      </w:pPr>
      <w:rPr>
        <w:rFonts w:hint="default"/>
        <w:lang w:val="en-US" w:eastAsia="en-US" w:bidi="en-US"/>
      </w:rPr>
    </w:lvl>
    <w:lvl w:ilvl="2" w:tplc="A52CF308">
      <w:numFmt w:val="bullet"/>
      <w:lvlText w:val="•"/>
      <w:lvlJc w:val="left"/>
      <w:pPr>
        <w:ind w:left="2784" w:hanging="360"/>
      </w:pPr>
      <w:rPr>
        <w:rFonts w:hint="default"/>
        <w:lang w:val="en-US" w:eastAsia="en-US" w:bidi="en-US"/>
      </w:rPr>
    </w:lvl>
    <w:lvl w:ilvl="3" w:tplc="FE5465B4">
      <w:numFmt w:val="bullet"/>
      <w:lvlText w:val="•"/>
      <w:lvlJc w:val="left"/>
      <w:pPr>
        <w:ind w:left="3426" w:hanging="360"/>
      </w:pPr>
      <w:rPr>
        <w:rFonts w:hint="default"/>
        <w:lang w:val="en-US" w:eastAsia="en-US" w:bidi="en-US"/>
      </w:rPr>
    </w:lvl>
    <w:lvl w:ilvl="4" w:tplc="3806A8BE">
      <w:numFmt w:val="bullet"/>
      <w:lvlText w:val="•"/>
      <w:lvlJc w:val="left"/>
      <w:pPr>
        <w:ind w:left="4068" w:hanging="360"/>
      </w:pPr>
      <w:rPr>
        <w:rFonts w:hint="default"/>
        <w:lang w:val="en-US" w:eastAsia="en-US" w:bidi="en-US"/>
      </w:rPr>
    </w:lvl>
    <w:lvl w:ilvl="5" w:tplc="FAB8F3D4">
      <w:numFmt w:val="bullet"/>
      <w:lvlText w:val="•"/>
      <w:lvlJc w:val="left"/>
      <w:pPr>
        <w:ind w:left="4710" w:hanging="360"/>
      </w:pPr>
      <w:rPr>
        <w:rFonts w:hint="default"/>
        <w:lang w:val="en-US" w:eastAsia="en-US" w:bidi="en-US"/>
      </w:rPr>
    </w:lvl>
    <w:lvl w:ilvl="6" w:tplc="B92A0F6E">
      <w:numFmt w:val="bullet"/>
      <w:lvlText w:val="•"/>
      <w:lvlJc w:val="left"/>
      <w:pPr>
        <w:ind w:left="5352" w:hanging="360"/>
      </w:pPr>
      <w:rPr>
        <w:rFonts w:hint="default"/>
        <w:lang w:val="en-US" w:eastAsia="en-US" w:bidi="en-US"/>
      </w:rPr>
    </w:lvl>
    <w:lvl w:ilvl="7" w:tplc="698EC900">
      <w:numFmt w:val="bullet"/>
      <w:lvlText w:val="•"/>
      <w:lvlJc w:val="left"/>
      <w:pPr>
        <w:ind w:left="5994" w:hanging="360"/>
      </w:pPr>
      <w:rPr>
        <w:rFonts w:hint="default"/>
        <w:lang w:val="en-US" w:eastAsia="en-US" w:bidi="en-US"/>
      </w:rPr>
    </w:lvl>
    <w:lvl w:ilvl="8" w:tplc="8D9287E2">
      <w:numFmt w:val="bullet"/>
      <w:lvlText w:val="•"/>
      <w:lvlJc w:val="left"/>
      <w:pPr>
        <w:ind w:left="6636" w:hanging="360"/>
      </w:pPr>
      <w:rPr>
        <w:rFonts w:hint="default"/>
        <w:lang w:val="en-US" w:eastAsia="en-US" w:bidi="en-US"/>
      </w:rPr>
    </w:lvl>
  </w:abstractNum>
  <w:abstractNum w:abstractNumId="22"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23" w15:restartNumberingAfterBreak="0">
    <w:nsid w:val="52624938"/>
    <w:multiLevelType w:val="hybridMultilevel"/>
    <w:tmpl w:val="365E19B4"/>
    <w:lvl w:ilvl="0" w:tplc="68109340">
      <w:start w:val="1"/>
      <w:numFmt w:val="decimal"/>
      <w:lvlText w:val="%1."/>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1" w:tplc="91A859A4">
      <w:numFmt w:val="bullet"/>
      <w:lvlText w:val="•"/>
      <w:lvlJc w:val="left"/>
      <w:pPr>
        <w:ind w:left="2142" w:hanging="360"/>
      </w:pPr>
      <w:rPr>
        <w:rFonts w:hint="default"/>
        <w:lang w:val="en-US" w:eastAsia="en-US" w:bidi="en-US"/>
      </w:rPr>
    </w:lvl>
    <w:lvl w:ilvl="2" w:tplc="80465BFE">
      <w:numFmt w:val="bullet"/>
      <w:lvlText w:val="•"/>
      <w:lvlJc w:val="left"/>
      <w:pPr>
        <w:ind w:left="2784" w:hanging="360"/>
      </w:pPr>
      <w:rPr>
        <w:rFonts w:hint="default"/>
        <w:lang w:val="en-US" w:eastAsia="en-US" w:bidi="en-US"/>
      </w:rPr>
    </w:lvl>
    <w:lvl w:ilvl="3" w:tplc="B0FA0636">
      <w:numFmt w:val="bullet"/>
      <w:lvlText w:val="•"/>
      <w:lvlJc w:val="left"/>
      <w:pPr>
        <w:ind w:left="3426" w:hanging="360"/>
      </w:pPr>
      <w:rPr>
        <w:rFonts w:hint="default"/>
        <w:lang w:val="en-US" w:eastAsia="en-US" w:bidi="en-US"/>
      </w:rPr>
    </w:lvl>
    <w:lvl w:ilvl="4" w:tplc="9496D96E">
      <w:numFmt w:val="bullet"/>
      <w:lvlText w:val="•"/>
      <w:lvlJc w:val="left"/>
      <w:pPr>
        <w:ind w:left="4068" w:hanging="360"/>
      </w:pPr>
      <w:rPr>
        <w:rFonts w:hint="default"/>
        <w:lang w:val="en-US" w:eastAsia="en-US" w:bidi="en-US"/>
      </w:rPr>
    </w:lvl>
    <w:lvl w:ilvl="5" w:tplc="03D449B2">
      <w:numFmt w:val="bullet"/>
      <w:lvlText w:val="•"/>
      <w:lvlJc w:val="left"/>
      <w:pPr>
        <w:ind w:left="4710" w:hanging="360"/>
      </w:pPr>
      <w:rPr>
        <w:rFonts w:hint="default"/>
        <w:lang w:val="en-US" w:eastAsia="en-US" w:bidi="en-US"/>
      </w:rPr>
    </w:lvl>
    <w:lvl w:ilvl="6" w:tplc="9ED245C4">
      <w:numFmt w:val="bullet"/>
      <w:lvlText w:val="•"/>
      <w:lvlJc w:val="left"/>
      <w:pPr>
        <w:ind w:left="5352" w:hanging="360"/>
      </w:pPr>
      <w:rPr>
        <w:rFonts w:hint="default"/>
        <w:lang w:val="en-US" w:eastAsia="en-US" w:bidi="en-US"/>
      </w:rPr>
    </w:lvl>
    <w:lvl w:ilvl="7" w:tplc="FCD40D72">
      <w:numFmt w:val="bullet"/>
      <w:lvlText w:val="•"/>
      <w:lvlJc w:val="left"/>
      <w:pPr>
        <w:ind w:left="5994" w:hanging="360"/>
      </w:pPr>
      <w:rPr>
        <w:rFonts w:hint="default"/>
        <w:lang w:val="en-US" w:eastAsia="en-US" w:bidi="en-US"/>
      </w:rPr>
    </w:lvl>
    <w:lvl w:ilvl="8" w:tplc="39ACED5A">
      <w:numFmt w:val="bullet"/>
      <w:lvlText w:val="•"/>
      <w:lvlJc w:val="left"/>
      <w:pPr>
        <w:ind w:left="6636" w:hanging="360"/>
      </w:pPr>
      <w:rPr>
        <w:rFonts w:hint="default"/>
        <w:lang w:val="en-US" w:eastAsia="en-US" w:bidi="en-US"/>
      </w:rPr>
    </w:lvl>
  </w:abstractNum>
  <w:abstractNum w:abstractNumId="24" w15:restartNumberingAfterBreak="0">
    <w:nsid w:val="538D1B1E"/>
    <w:multiLevelType w:val="multilevel"/>
    <w:tmpl w:val="02B8B68A"/>
    <w:lvl w:ilvl="0">
      <w:start w:val="9"/>
      <w:numFmt w:val="decimal"/>
      <w:lvlText w:val="%1"/>
      <w:lvlJc w:val="left"/>
      <w:pPr>
        <w:ind w:left="775" w:hanging="495"/>
        <w:jc w:val="left"/>
      </w:pPr>
      <w:rPr>
        <w:rFonts w:hint="default"/>
        <w:lang w:val="en-US" w:eastAsia="en-US" w:bidi="en-US"/>
      </w:rPr>
    </w:lvl>
    <w:lvl w:ilvl="1">
      <w:start w:val="4"/>
      <w:numFmt w:val="decimal"/>
      <w:lvlText w:val="%1.%2"/>
      <w:lvlJc w:val="left"/>
      <w:pPr>
        <w:ind w:left="775" w:hanging="495"/>
        <w:jc w:val="right"/>
      </w:pPr>
      <w:rPr>
        <w:rFonts w:hint="default"/>
        <w:lang w:val="en-US" w:eastAsia="en-US" w:bidi="en-US"/>
      </w:rPr>
    </w:lvl>
    <w:lvl w:ilvl="2">
      <w:start w:val="1"/>
      <w:numFmt w:val="decimal"/>
      <w:lvlText w:val="%1.%2.%3"/>
      <w:lvlJc w:val="left"/>
      <w:pPr>
        <w:ind w:left="775" w:hanging="495"/>
        <w:jc w:val="right"/>
      </w:pPr>
      <w:rPr>
        <w:rFonts w:hint="default"/>
        <w:spacing w:val="-16"/>
        <w:u w:val="single" w:color="231F20"/>
        <w:lang w:val="en-US" w:eastAsia="en-US" w:bidi="en-US"/>
      </w:rPr>
    </w:lvl>
    <w:lvl w:ilvl="3">
      <w:numFmt w:val="bullet"/>
      <w:lvlText w:val="•"/>
      <w:lvlJc w:val="left"/>
      <w:pPr>
        <w:ind w:left="2754" w:hanging="495"/>
      </w:pPr>
      <w:rPr>
        <w:rFonts w:hint="default"/>
        <w:lang w:val="en-US" w:eastAsia="en-US" w:bidi="en-US"/>
      </w:rPr>
    </w:lvl>
    <w:lvl w:ilvl="4">
      <w:numFmt w:val="bullet"/>
      <w:lvlText w:val="•"/>
      <w:lvlJc w:val="left"/>
      <w:pPr>
        <w:ind w:left="3412" w:hanging="495"/>
      </w:pPr>
      <w:rPr>
        <w:rFonts w:hint="default"/>
        <w:lang w:val="en-US" w:eastAsia="en-US" w:bidi="en-US"/>
      </w:rPr>
    </w:lvl>
    <w:lvl w:ilvl="5">
      <w:numFmt w:val="bullet"/>
      <w:lvlText w:val="•"/>
      <w:lvlJc w:val="left"/>
      <w:pPr>
        <w:ind w:left="4070" w:hanging="495"/>
      </w:pPr>
      <w:rPr>
        <w:rFonts w:hint="default"/>
        <w:lang w:val="en-US" w:eastAsia="en-US" w:bidi="en-US"/>
      </w:rPr>
    </w:lvl>
    <w:lvl w:ilvl="6">
      <w:numFmt w:val="bullet"/>
      <w:lvlText w:val="•"/>
      <w:lvlJc w:val="left"/>
      <w:pPr>
        <w:ind w:left="4728" w:hanging="495"/>
      </w:pPr>
      <w:rPr>
        <w:rFonts w:hint="default"/>
        <w:lang w:val="en-US" w:eastAsia="en-US" w:bidi="en-US"/>
      </w:rPr>
    </w:lvl>
    <w:lvl w:ilvl="7">
      <w:numFmt w:val="bullet"/>
      <w:lvlText w:val="•"/>
      <w:lvlJc w:val="left"/>
      <w:pPr>
        <w:ind w:left="5386" w:hanging="495"/>
      </w:pPr>
      <w:rPr>
        <w:rFonts w:hint="default"/>
        <w:lang w:val="en-US" w:eastAsia="en-US" w:bidi="en-US"/>
      </w:rPr>
    </w:lvl>
    <w:lvl w:ilvl="8">
      <w:numFmt w:val="bullet"/>
      <w:lvlText w:val="•"/>
      <w:lvlJc w:val="left"/>
      <w:pPr>
        <w:ind w:left="6044" w:hanging="495"/>
      </w:pPr>
      <w:rPr>
        <w:rFonts w:hint="default"/>
        <w:lang w:val="en-US" w:eastAsia="en-US" w:bidi="en-US"/>
      </w:rPr>
    </w:lvl>
  </w:abstractNum>
  <w:abstractNum w:abstractNumId="25" w15:restartNumberingAfterBreak="0">
    <w:nsid w:val="5543212E"/>
    <w:multiLevelType w:val="multilevel"/>
    <w:tmpl w:val="4194414A"/>
    <w:lvl w:ilvl="0">
      <w:start w:val="9"/>
      <w:numFmt w:val="decimal"/>
      <w:lvlText w:val="%1"/>
      <w:lvlJc w:val="left"/>
      <w:pPr>
        <w:ind w:left="850" w:hanging="330"/>
        <w:jc w:val="left"/>
      </w:pPr>
      <w:rPr>
        <w:rFonts w:hint="default"/>
        <w:lang w:val="en-US" w:eastAsia="en-US" w:bidi="en-US"/>
      </w:rPr>
    </w:lvl>
    <w:lvl w:ilvl="1">
      <w:start w:val="1"/>
      <w:numFmt w:val="decimal"/>
      <w:lvlText w:val="%1.%2"/>
      <w:lvlJc w:val="left"/>
      <w:pPr>
        <w:ind w:left="850" w:hanging="330"/>
        <w:jc w:val="left"/>
      </w:pPr>
      <w:rPr>
        <w:rFonts w:ascii="Times New Roman" w:eastAsia="Times New Roman" w:hAnsi="Times New Roman" w:cs="Times New Roman" w:hint="default"/>
        <w:b/>
        <w:bCs/>
        <w:color w:val="231F20"/>
        <w:spacing w:val="-13"/>
        <w:w w:val="100"/>
        <w:sz w:val="22"/>
        <w:szCs w:val="22"/>
        <w:lang w:val="en-US" w:eastAsia="en-US" w:bidi="en-US"/>
      </w:rPr>
    </w:lvl>
    <w:lvl w:ilvl="2">
      <w:numFmt w:val="bullet"/>
      <w:lvlText w:val="•"/>
      <w:lvlJc w:val="left"/>
      <w:pPr>
        <w:ind w:left="2160" w:hanging="330"/>
      </w:pPr>
      <w:rPr>
        <w:rFonts w:hint="default"/>
        <w:lang w:val="en-US" w:eastAsia="en-US" w:bidi="en-US"/>
      </w:rPr>
    </w:lvl>
    <w:lvl w:ilvl="3">
      <w:numFmt w:val="bullet"/>
      <w:lvlText w:val="•"/>
      <w:lvlJc w:val="left"/>
      <w:pPr>
        <w:ind w:left="2810" w:hanging="330"/>
      </w:pPr>
      <w:rPr>
        <w:rFonts w:hint="default"/>
        <w:lang w:val="en-US" w:eastAsia="en-US" w:bidi="en-US"/>
      </w:rPr>
    </w:lvl>
    <w:lvl w:ilvl="4">
      <w:numFmt w:val="bullet"/>
      <w:lvlText w:val="•"/>
      <w:lvlJc w:val="left"/>
      <w:pPr>
        <w:ind w:left="3460" w:hanging="330"/>
      </w:pPr>
      <w:rPr>
        <w:rFonts w:hint="default"/>
        <w:lang w:val="en-US" w:eastAsia="en-US" w:bidi="en-US"/>
      </w:rPr>
    </w:lvl>
    <w:lvl w:ilvl="5">
      <w:numFmt w:val="bullet"/>
      <w:lvlText w:val="•"/>
      <w:lvlJc w:val="left"/>
      <w:pPr>
        <w:ind w:left="4110" w:hanging="330"/>
      </w:pPr>
      <w:rPr>
        <w:rFonts w:hint="default"/>
        <w:lang w:val="en-US" w:eastAsia="en-US" w:bidi="en-US"/>
      </w:rPr>
    </w:lvl>
    <w:lvl w:ilvl="6">
      <w:numFmt w:val="bullet"/>
      <w:lvlText w:val="•"/>
      <w:lvlJc w:val="left"/>
      <w:pPr>
        <w:ind w:left="4760" w:hanging="330"/>
      </w:pPr>
      <w:rPr>
        <w:rFonts w:hint="default"/>
        <w:lang w:val="en-US" w:eastAsia="en-US" w:bidi="en-US"/>
      </w:rPr>
    </w:lvl>
    <w:lvl w:ilvl="7">
      <w:numFmt w:val="bullet"/>
      <w:lvlText w:val="•"/>
      <w:lvlJc w:val="left"/>
      <w:pPr>
        <w:ind w:left="5410" w:hanging="330"/>
      </w:pPr>
      <w:rPr>
        <w:rFonts w:hint="default"/>
        <w:lang w:val="en-US" w:eastAsia="en-US" w:bidi="en-US"/>
      </w:rPr>
    </w:lvl>
    <w:lvl w:ilvl="8">
      <w:numFmt w:val="bullet"/>
      <w:lvlText w:val="•"/>
      <w:lvlJc w:val="left"/>
      <w:pPr>
        <w:ind w:left="6060" w:hanging="330"/>
      </w:pPr>
      <w:rPr>
        <w:rFonts w:hint="default"/>
        <w:lang w:val="en-US" w:eastAsia="en-US" w:bidi="en-US"/>
      </w:rPr>
    </w:lvl>
  </w:abstractNum>
  <w:abstractNum w:abstractNumId="26"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27"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28" w15:restartNumberingAfterBreak="0">
    <w:nsid w:val="5EB93C88"/>
    <w:multiLevelType w:val="hybridMultilevel"/>
    <w:tmpl w:val="C148767E"/>
    <w:lvl w:ilvl="0" w:tplc="402A211C">
      <w:start w:val="1"/>
      <w:numFmt w:val="decimal"/>
      <w:lvlText w:val="%1."/>
      <w:lvlJc w:val="left"/>
      <w:pPr>
        <w:ind w:left="1499" w:hanging="360"/>
        <w:jc w:val="left"/>
      </w:pPr>
      <w:rPr>
        <w:rFonts w:ascii="Times New Roman" w:eastAsia="Times New Roman" w:hAnsi="Times New Roman" w:cs="Times New Roman" w:hint="default"/>
        <w:color w:val="231F20"/>
        <w:spacing w:val="-27"/>
        <w:w w:val="100"/>
        <w:sz w:val="22"/>
        <w:szCs w:val="22"/>
        <w:lang w:val="en-US" w:eastAsia="en-US" w:bidi="en-US"/>
      </w:rPr>
    </w:lvl>
    <w:lvl w:ilvl="1" w:tplc="9C76D9AC">
      <w:numFmt w:val="bullet"/>
      <w:lvlText w:val="•"/>
      <w:lvlJc w:val="left"/>
      <w:pPr>
        <w:ind w:left="1500" w:hanging="360"/>
      </w:pPr>
      <w:rPr>
        <w:rFonts w:hint="default"/>
        <w:lang w:val="en-US" w:eastAsia="en-US" w:bidi="en-US"/>
      </w:rPr>
    </w:lvl>
    <w:lvl w:ilvl="2" w:tplc="21DC69E6">
      <w:numFmt w:val="bullet"/>
      <w:lvlText w:val="•"/>
      <w:lvlJc w:val="left"/>
      <w:pPr>
        <w:ind w:left="2213" w:hanging="360"/>
      </w:pPr>
      <w:rPr>
        <w:rFonts w:hint="default"/>
        <w:lang w:val="en-US" w:eastAsia="en-US" w:bidi="en-US"/>
      </w:rPr>
    </w:lvl>
    <w:lvl w:ilvl="3" w:tplc="13A01E36">
      <w:numFmt w:val="bullet"/>
      <w:lvlText w:val="•"/>
      <w:lvlJc w:val="left"/>
      <w:pPr>
        <w:ind w:left="2926" w:hanging="360"/>
      </w:pPr>
      <w:rPr>
        <w:rFonts w:hint="default"/>
        <w:lang w:val="en-US" w:eastAsia="en-US" w:bidi="en-US"/>
      </w:rPr>
    </w:lvl>
    <w:lvl w:ilvl="4" w:tplc="56849F08">
      <w:numFmt w:val="bullet"/>
      <w:lvlText w:val="•"/>
      <w:lvlJc w:val="left"/>
      <w:pPr>
        <w:ind w:left="3640" w:hanging="360"/>
      </w:pPr>
      <w:rPr>
        <w:rFonts w:hint="default"/>
        <w:lang w:val="en-US" w:eastAsia="en-US" w:bidi="en-US"/>
      </w:rPr>
    </w:lvl>
    <w:lvl w:ilvl="5" w:tplc="733644C6">
      <w:numFmt w:val="bullet"/>
      <w:lvlText w:val="•"/>
      <w:lvlJc w:val="left"/>
      <w:pPr>
        <w:ind w:left="4353" w:hanging="360"/>
      </w:pPr>
      <w:rPr>
        <w:rFonts w:hint="default"/>
        <w:lang w:val="en-US" w:eastAsia="en-US" w:bidi="en-US"/>
      </w:rPr>
    </w:lvl>
    <w:lvl w:ilvl="6" w:tplc="CA9E8560">
      <w:numFmt w:val="bullet"/>
      <w:lvlText w:val="•"/>
      <w:lvlJc w:val="left"/>
      <w:pPr>
        <w:ind w:left="5066" w:hanging="360"/>
      </w:pPr>
      <w:rPr>
        <w:rFonts w:hint="default"/>
        <w:lang w:val="en-US" w:eastAsia="en-US" w:bidi="en-US"/>
      </w:rPr>
    </w:lvl>
    <w:lvl w:ilvl="7" w:tplc="4064A6AE">
      <w:numFmt w:val="bullet"/>
      <w:lvlText w:val="•"/>
      <w:lvlJc w:val="left"/>
      <w:pPr>
        <w:ind w:left="5780" w:hanging="360"/>
      </w:pPr>
      <w:rPr>
        <w:rFonts w:hint="default"/>
        <w:lang w:val="en-US" w:eastAsia="en-US" w:bidi="en-US"/>
      </w:rPr>
    </w:lvl>
    <w:lvl w:ilvl="8" w:tplc="1062FD3E">
      <w:numFmt w:val="bullet"/>
      <w:lvlText w:val="•"/>
      <w:lvlJc w:val="left"/>
      <w:pPr>
        <w:ind w:left="6493" w:hanging="360"/>
      </w:pPr>
      <w:rPr>
        <w:rFonts w:hint="default"/>
        <w:lang w:val="en-US" w:eastAsia="en-US" w:bidi="en-US"/>
      </w:rPr>
    </w:lvl>
  </w:abstractNum>
  <w:abstractNum w:abstractNumId="29"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30" w15:restartNumberingAfterBreak="0">
    <w:nsid w:val="69B51B06"/>
    <w:multiLevelType w:val="multilevel"/>
    <w:tmpl w:val="3D7AEE8C"/>
    <w:lvl w:ilvl="0">
      <w:start w:val="3"/>
      <w:numFmt w:val="decimal"/>
      <w:lvlText w:val="%1"/>
      <w:lvlJc w:val="left"/>
      <w:pPr>
        <w:ind w:left="878" w:hanging="339"/>
        <w:jc w:val="left"/>
      </w:pPr>
      <w:rPr>
        <w:rFonts w:hint="default"/>
        <w:lang w:val="en-US" w:eastAsia="en-US" w:bidi="en-US"/>
      </w:rPr>
    </w:lvl>
    <w:lvl w:ilvl="1">
      <w:start w:val="1"/>
      <w:numFmt w:val="decimal"/>
      <w:lvlText w:val="%1.%2"/>
      <w:lvlJc w:val="left"/>
      <w:pPr>
        <w:ind w:left="878" w:hanging="339"/>
        <w:jc w:val="right"/>
      </w:pPr>
      <w:rPr>
        <w:rFonts w:ascii="Times New Roman" w:eastAsia="Times New Roman" w:hAnsi="Times New Roman" w:cs="Times New Roman" w:hint="default"/>
        <w:b/>
        <w:bCs/>
        <w:color w:val="231F20"/>
        <w:spacing w:val="0"/>
        <w:w w:val="100"/>
        <w:sz w:val="22"/>
        <w:szCs w:val="22"/>
        <w:lang w:val="en-US" w:eastAsia="en-US" w:bidi="en-US"/>
      </w:rPr>
    </w:lvl>
    <w:lvl w:ilvl="2">
      <w:start w:val="1"/>
      <w:numFmt w:val="decimal"/>
      <w:lvlText w:val="%1.%2.%3"/>
      <w:lvlJc w:val="left"/>
      <w:pPr>
        <w:ind w:left="1275" w:hanging="495"/>
        <w:jc w:val="right"/>
      </w:pPr>
      <w:rPr>
        <w:rFonts w:hint="default"/>
        <w:spacing w:val="-1"/>
        <w:u w:val="single" w:color="231F20"/>
        <w:lang w:val="en-US" w:eastAsia="en-US" w:bidi="en-US"/>
      </w:rPr>
    </w:lvl>
    <w:lvl w:ilvl="3">
      <w:start w:val="1"/>
      <w:numFmt w:val="decimal"/>
      <w:lvlText w:val="%4."/>
      <w:lvlJc w:val="left"/>
      <w:pPr>
        <w:ind w:left="1499" w:hanging="495"/>
        <w:jc w:val="left"/>
      </w:pPr>
      <w:rPr>
        <w:rFonts w:ascii="Times New Roman" w:eastAsia="Times New Roman" w:hAnsi="Times New Roman" w:cs="Times New Roman" w:hint="default"/>
        <w:color w:val="231F20"/>
        <w:spacing w:val="-23"/>
        <w:w w:val="91"/>
        <w:sz w:val="22"/>
        <w:szCs w:val="22"/>
        <w:lang w:val="en-US" w:eastAsia="en-US" w:bidi="en-US"/>
      </w:rPr>
    </w:lvl>
    <w:lvl w:ilvl="4">
      <w:numFmt w:val="bullet"/>
      <w:lvlText w:val="•"/>
      <w:lvlJc w:val="left"/>
      <w:pPr>
        <w:ind w:left="2417" w:hanging="495"/>
      </w:pPr>
      <w:rPr>
        <w:rFonts w:hint="default"/>
        <w:lang w:val="en-US" w:eastAsia="en-US" w:bidi="en-US"/>
      </w:rPr>
    </w:lvl>
    <w:lvl w:ilvl="5">
      <w:numFmt w:val="bullet"/>
      <w:lvlText w:val="•"/>
      <w:lvlJc w:val="left"/>
      <w:pPr>
        <w:ind w:left="3334" w:hanging="495"/>
      </w:pPr>
      <w:rPr>
        <w:rFonts w:hint="default"/>
        <w:lang w:val="en-US" w:eastAsia="en-US" w:bidi="en-US"/>
      </w:rPr>
    </w:lvl>
    <w:lvl w:ilvl="6">
      <w:numFmt w:val="bullet"/>
      <w:lvlText w:val="•"/>
      <w:lvlJc w:val="left"/>
      <w:pPr>
        <w:ind w:left="4251" w:hanging="495"/>
      </w:pPr>
      <w:rPr>
        <w:rFonts w:hint="default"/>
        <w:lang w:val="en-US" w:eastAsia="en-US" w:bidi="en-US"/>
      </w:rPr>
    </w:lvl>
    <w:lvl w:ilvl="7">
      <w:numFmt w:val="bullet"/>
      <w:lvlText w:val="•"/>
      <w:lvlJc w:val="left"/>
      <w:pPr>
        <w:ind w:left="5168" w:hanging="495"/>
      </w:pPr>
      <w:rPr>
        <w:rFonts w:hint="default"/>
        <w:lang w:val="en-US" w:eastAsia="en-US" w:bidi="en-US"/>
      </w:rPr>
    </w:lvl>
    <w:lvl w:ilvl="8">
      <w:numFmt w:val="bullet"/>
      <w:lvlText w:val="•"/>
      <w:lvlJc w:val="left"/>
      <w:pPr>
        <w:ind w:left="6085" w:hanging="495"/>
      </w:pPr>
      <w:rPr>
        <w:rFonts w:hint="default"/>
        <w:lang w:val="en-US" w:eastAsia="en-US" w:bidi="en-US"/>
      </w:rPr>
    </w:lvl>
  </w:abstractNum>
  <w:abstractNum w:abstractNumId="31" w15:restartNumberingAfterBreak="0">
    <w:nsid w:val="6A440DC1"/>
    <w:multiLevelType w:val="hybridMultilevel"/>
    <w:tmpl w:val="8A14B25C"/>
    <w:lvl w:ilvl="0" w:tplc="280225AE">
      <w:start w:val="1"/>
      <w:numFmt w:val="decimal"/>
      <w:lvlText w:val="%1."/>
      <w:lvlJc w:val="left"/>
      <w:pPr>
        <w:ind w:left="1259" w:hanging="360"/>
        <w:jc w:val="left"/>
      </w:pPr>
      <w:rPr>
        <w:rFonts w:ascii="Times New Roman" w:eastAsia="Times New Roman" w:hAnsi="Times New Roman" w:cs="Times New Roman" w:hint="default"/>
        <w:color w:val="231F20"/>
        <w:spacing w:val="-26"/>
        <w:w w:val="100"/>
        <w:sz w:val="22"/>
        <w:szCs w:val="22"/>
        <w:lang w:val="en-US" w:eastAsia="en-US" w:bidi="en-US"/>
      </w:rPr>
    </w:lvl>
    <w:lvl w:ilvl="1" w:tplc="0888AE18">
      <w:numFmt w:val="bullet"/>
      <w:lvlText w:val="•"/>
      <w:lvlJc w:val="left"/>
      <w:pPr>
        <w:ind w:left="1926" w:hanging="360"/>
      </w:pPr>
      <w:rPr>
        <w:rFonts w:hint="default"/>
        <w:lang w:val="en-US" w:eastAsia="en-US" w:bidi="en-US"/>
      </w:rPr>
    </w:lvl>
    <w:lvl w:ilvl="2" w:tplc="79CAA028">
      <w:numFmt w:val="bullet"/>
      <w:lvlText w:val="•"/>
      <w:lvlJc w:val="left"/>
      <w:pPr>
        <w:ind w:left="2592" w:hanging="360"/>
      </w:pPr>
      <w:rPr>
        <w:rFonts w:hint="default"/>
        <w:lang w:val="en-US" w:eastAsia="en-US" w:bidi="en-US"/>
      </w:rPr>
    </w:lvl>
    <w:lvl w:ilvl="3" w:tplc="B966F342">
      <w:numFmt w:val="bullet"/>
      <w:lvlText w:val="•"/>
      <w:lvlJc w:val="left"/>
      <w:pPr>
        <w:ind w:left="3258" w:hanging="360"/>
      </w:pPr>
      <w:rPr>
        <w:rFonts w:hint="default"/>
        <w:lang w:val="en-US" w:eastAsia="en-US" w:bidi="en-US"/>
      </w:rPr>
    </w:lvl>
    <w:lvl w:ilvl="4" w:tplc="CED44678">
      <w:numFmt w:val="bullet"/>
      <w:lvlText w:val="•"/>
      <w:lvlJc w:val="left"/>
      <w:pPr>
        <w:ind w:left="3924" w:hanging="360"/>
      </w:pPr>
      <w:rPr>
        <w:rFonts w:hint="default"/>
        <w:lang w:val="en-US" w:eastAsia="en-US" w:bidi="en-US"/>
      </w:rPr>
    </w:lvl>
    <w:lvl w:ilvl="5" w:tplc="F172531E">
      <w:numFmt w:val="bullet"/>
      <w:lvlText w:val="•"/>
      <w:lvlJc w:val="left"/>
      <w:pPr>
        <w:ind w:left="4590" w:hanging="360"/>
      </w:pPr>
      <w:rPr>
        <w:rFonts w:hint="default"/>
        <w:lang w:val="en-US" w:eastAsia="en-US" w:bidi="en-US"/>
      </w:rPr>
    </w:lvl>
    <w:lvl w:ilvl="6" w:tplc="0F0202F6">
      <w:numFmt w:val="bullet"/>
      <w:lvlText w:val="•"/>
      <w:lvlJc w:val="left"/>
      <w:pPr>
        <w:ind w:left="5256" w:hanging="360"/>
      </w:pPr>
      <w:rPr>
        <w:rFonts w:hint="default"/>
        <w:lang w:val="en-US" w:eastAsia="en-US" w:bidi="en-US"/>
      </w:rPr>
    </w:lvl>
    <w:lvl w:ilvl="7" w:tplc="F732C790">
      <w:numFmt w:val="bullet"/>
      <w:lvlText w:val="•"/>
      <w:lvlJc w:val="left"/>
      <w:pPr>
        <w:ind w:left="5922" w:hanging="360"/>
      </w:pPr>
      <w:rPr>
        <w:rFonts w:hint="default"/>
        <w:lang w:val="en-US" w:eastAsia="en-US" w:bidi="en-US"/>
      </w:rPr>
    </w:lvl>
    <w:lvl w:ilvl="8" w:tplc="68B0BAE6">
      <w:numFmt w:val="bullet"/>
      <w:lvlText w:val="•"/>
      <w:lvlJc w:val="left"/>
      <w:pPr>
        <w:ind w:left="6588" w:hanging="360"/>
      </w:pPr>
      <w:rPr>
        <w:rFonts w:hint="default"/>
        <w:lang w:val="en-US" w:eastAsia="en-US" w:bidi="en-US"/>
      </w:rPr>
    </w:lvl>
  </w:abstractNum>
  <w:abstractNum w:abstractNumId="32" w15:restartNumberingAfterBreak="0">
    <w:nsid w:val="6BCB1327"/>
    <w:multiLevelType w:val="hybridMultilevel"/>
    <w:tmpl w:val="C92E7556"/>
    <w:lvl w:ilvl="0" w:tplc="F432DE30">
      <w:start w:val="1"/>
      <w:numFmt w:val="decimal"/>
      <w:lvlText w:val="%1."/>
      <w:lvlJc w:val="left"/>
      <w:pPr>
        <w:ind w:left="1259" w:hanging="360"/>
        <w:jc w:val="left"/>
      </w:pPr>
      <w:rPr>
        <w:rFonts w:ascii="Times New Roman" w:eastAsia="Times New Roman" w:hAnsi="Times New Roman" w:cs="Times New Roman" w:hint="default"/>
        <w:color w:val="231F20"/>
        <w:spacing w:val="-26"/>
        <w:w w:val="93"/>
        <w:sz w:val="22"/>
        <w:szCs w:val="22"/>
        <w:lang w:val="en-US" w:eastAsia="en-US" w:bidi="en-US"/>
      </w:rPr>
    </w:lvl>
    <w:lvl w:ilvl="1" w:tplc="8E444FAE">
      <w:start w:val="1"/>
      <w:numFmt w:val="decimal"/>
      <w:lvlText w:val="%2."/>
      <w:lvlJc w:val="left"/>
      <w:pPr>
        <w:ind w:left="1499" w:hanging="360"/>
        <w:jc w:val="left"/>
      </w:pPr>
      <w:rPr>
        <w:rFonts w:ascii="Times New Roman" w:eastAsia="Times New Roman" w:hAnsi="Times New Roman" w:cs="Times New Roman" w:hint="default"/>
        <w:color w:val="231F20"/>
        <w:spacing w:val="-21"/>
        <w:w w:val="100"/>
        <w:sz w:val="22"/>
        <w:szCs w:val="22"/>
        <w:lang w:val="en-US" w:eastAsia="en-US" w:bidi="en-US"/>
      </w:rPr>
    </w:lvl>
    <w:lvl w:ilvl="2" w:tplc="4ADE8224">
      <w:numFmt w:val="bullet"/>
      <w:lvlText w:val="•"/>
      <w:lvlJc w:val="left"/>
      <w:pPr>
        <w:ind w:left="2213" w:hanging="360"/>
      </w:pPr>
      <w:rPr>
        <w:rFonts w:hint="default"/>
        <w:lang w:val="en-US" w:eastAsia="en-US" w:bidi="en-US"/>
      </w:rPr>
    </w:lvl>
    <w:lvl w:ilvl="3" w:tplc="FC96CB7E">
      <w:numFmt w:val="bullet"/>
      <w:lvlText w:val="•"/>
      <w:lvlJc w:val="left"/>
      <w:pPr>
        <w:ind w:left="2926" w:hanging="360"/>
      </w:pPr>
      <w:rPr>
        <w:rFonts w:hint="default"/>
        <w:lang w:val="en-US" w:eastAsia="en-US" w:bidi="en-US"/>
      </w:rPr>
    </w:lvl>
    <w:lvl w:ilvl="4" w:tplc="184EC1CA">
      <w:numFmt w:val="bullet"/>
      <w:lvlText w:val="•"/>
      <w:lvlJc w:val="left"/>
      <w:pPr>
        <w:ind w:left="3640" w:hanging="360"/>
      </w:pPr>
      <w:rPr>
        <w:rFonts w:hint="default"/>
        <w:lang w:val="en-US" w:eastAsia="en-US" w:bidi="en-US"/>
      </w:rPr>
    </w:lvl>
    <w:lvl w:ilvl="5" w:tplc="13C0FCA2">
      <w:numFmt w:val="bullet"/>
      <w:lvlText w:val="•"/>
      <w:lvlJc w:val="left"/>
      <w:pPr>
        <w:ind w:left="4353" w:hanging="360"/>
      </w:pPr>
      <w:rPr>
        <w:rFonts w:hint="default"/>
        <w:lang w:val="en-US" w:eastAsia="en-US" w:bidi="en-US"/>
      </w:rPr>
    </w:lvl>
    <w:lvl w:ilvl="6" w:tplc="57E0834C">
      <w:numFmt w:val="bullet"/>
      <w:lvlText w:val="•"/>
      <w:lvlJc w:val="left"/>
      <w:pPr>
        <w:ind w:left="5066" w:hanging="360"/>
      </w:pPr>
      <w:rPr>
        <w:rFonts w:hint="default"/>
        <w:lang w:val="en-US" w:eastAsia="en-US" w:bidi="en-US"/>
      </w:rPr>
    </w:lvl>
    <w:lvl w:ilvl="7" w:tplc="99D05DA0">
      <w:numFmt w:val="bullet"/>
      <w:lvlText w:val="•"/>
      <w:lvlJc w:val="left"/>
      <w:pPr>
        <w:ind w:left="5780" w:hanging="360"/>
      </w:pPr>
      <w:rPr>
        <w:rFonts w:hint="default"/>
        <w:lang w:val="en-US" w:eastAsia="en-US" w:bidi="en-US"/>
      </w:rPr>
    </w:lvl>
    <w:lvl w:ilvl="8" w:tplc="4E2082BE">
      <w:numFmt w:val="bullet"/>
      <w:lvlText w:val="•"/>
      <w:lvlJc w:val="left"/>
      <w:pPr>
        <w:ind w:left="6493" w:hanging="360"/>
      </w:pPr>
      <w:rPr>
        <w:rFonts w:hint="default"/>
        <w:lang w:val="en-US" w:eastAsia="en-US" w:bidi="en-US"/>
      </w:rPr>
    </w:lvl>
  </w:abstractNum>
  <w:abstractNum w:abstractNumId="33" w15:restartNumberingAfterBreak="0">
    <w:nsid w:val="6C2064A5"/>
    <w:multiLevelType w:val="hybridMultilevel"/>
    <w:tmpl w:val="AC582C9A"/>
    <w:lvl w:ilvl="0" w:tplc="721C0BE8">
      <w:numFmt w:val="bullet"/>
      <w:lvlText w:val="•"/>
      <w:lvlJc w:val="left"/>
      <w:pPr>
        <w:ind w:left="1259" w:hanging="360"/>
      </w:pPr>
      <w:rPr>
        <w:rFonts w:ascii="Symbol" w:eastAsia="Symbol" w:hAnsi="Symbol" w:cs="Symbol" w:hint="default"/>
        <w:color w:val="231F20"/>
        <w:spacing w:val="-13"/>
        <w:w w:val="100"/>
        <w:sz w:val="22"/>
        <w:szCs w:val="22"/>
        <w:lang w:val="en-US" w:eastAsia="en-US" w:bidi="en-US"/>
      </w:rPr>
    </w:lvl>
    <w:lvl w:ilvl="1" w:tplc="427885EE">
      <w:numFmt w:val="bullet"/>
      <w:lvlText w:val="•"/>
      <w:lvlJc w:val="left"/>
      <w:pPr>
        <w:ind w:left="1499" w:hanging="360"/>
      </w:pPr>
      <w:rPr>
        <w:rFonts w:ascii="Symbol" w:eastAsia="Symbol" w:hAnsi="Symbol" w:cs="Symbol" w:hint="default"/>
        <w:color w:val="231F20"/>
        <w:spacing w:val="-15"/>
        <w:w w:val="100"/>
        <w:sz w:val="22"/>
        <w:szCs w:val="22"/>
        <w:lang w:val="en-US" w:eastAsia="en-US" w:bidi="en-US"/>
      </w:rPr>
    </w:lvl>
    <w:lvl w:ilvl="2" w:tplc="765AFF9A">
      <w:numFmt w:val="bullet"/>
      <w:lvlText w:val="•"/>
      <w:lvlJc w:val="left"/>
      <w:pPr>
        <w:ind w:left="2213" w:hanging="360"/>
      </w:pPr>
      <w:rPr>
        <w:rFonts w:hint="default"/>
        <w:lang w:val="en-US" w:eastAsia="en-US" w:bidi="en-US"/>
      </w:rPr>
    </w:lvl>
    <w:lvl w:ilvl="3" w:tplc="5EB239D6">
      <w:numFmt w:val="bullet"/>
      <w:lvlText w:val="•"/>
      <w:lvlJc w:val="left"/>
      <w:pPr>
        <w:ind w:left="2926" w:hanging="360"/>
      </w:pPr>
      <w:rPr>
        <w:rFonts w:hint="default"/>
        <w:lang w:val="en-US" w:eastAsia="en-US" w:bidi="en-US"/>
      </w:rPr>
    </w:lvl>
    <w:lvl w:ilvl="4" w:tplc="46220836">
      <w:numFmt w:val="bullet"/>
      <w:lvlText w:val="•"/>
      <w:lvlJc w:val="left"/>
      <w:pPr>
        <w:ind w:left="3640" w:hanging="360"/>
      </w:pPr>
      <w:rPr>
        <w:rFonts w:hint="default"/>
        <w:lang w:val="en-US" w:eastAsia="en-US" w:bidi="en-US"/>
      </w:rPr>
    </w:lvl>
    <w:lvl w:ilvl="5" w:tplc="804083CA">
      <w:numFmt w:val="bullet"/>
      <w:lvlText w:val="•"/>
      <w:lvlJc w:val="left"/>
      <w:pPr>
        <w:ind w:left="4353" w:hanging="360"/>
      </w:pPr>
      <w:rPr>
        <w:rFonts w:hint="default"/>
        <w:lang w:val="en-US" w:eastAsia="en-US" w:bidi="en-US"/>
      </w:rPr>
    </w:lvl>
    <w:lvl w:ilvl="6" w:tplc="4D647C28">
      <w:numFmt w:val="bullet"/>
      <w:lvlText w:val="•"/>
      <w:lvlJc w:val="left"/>
      <w:pPr>
        <w:ind w:left="5066" w:hanging="360"/>
      </w:pPr>
      <w:rPr>
        <w:rFonts w:hint="default"/>
        <w:lang w:val="en-US" w:eastAsia="en-US" w:bidi="en-US"/>
      </w:rPr>
    </w:lvl>
    <w:lvl w:ilvl="7" w:tplc="86FE2024">
      <w:numFmt w:val="bullet"/>
      <w:lvlText w:val="•"/>
      <w:lvlJc w:val="left"/>
      <w:pPr>
        <w:ind w:left="5780" w:hanging="360"/>
      </w:pPr>
      <w:rPr>
        <w:rFonts w:hint="default"/>
        <w:lang w:val="en-US" w:eastAsia="en-US" w:bidi="en-US"/>
      </w:rPr>
    </w:lvl>
    <w:lvl w:ilvl="8" w:tplc="49B661E4">
      <w:numFmt w:val="bullet"/>
      <w:lvlText w:val="•"/>
      <w:lvlJc w:val="left"/>
      <w:pPr>
        <w:ind w:left="6493" w:hanging="360"/>
      </w:pPr>
      <w:rPr>
        <w:rFonts w:hint="default"/>
        <w:lang w:val="en-US" w:eastAsia="en-US" w:bidi="en-US"/>
      </w:rPr>
    </w:lvl>
  </w:abstractNum>
  <w:abstractNum w:abstractNumId="34" w15:restartNumberingAfterBreak="0">
    <w:nsid w:val="6C960B87"/>
    <w:multiLevelType w:val="multilevel"/>
    <w:tmpl w:val="2786B008"/>
    <w:lvl w:ilvl="0">
      <w:start w:val="2"/>
      <w:numFmt w:val="decimal"/>
      <w:lvlText w:val="%1"/>
      <w:lvlJc w:val="left"/>
      <w:pPr>
        <w:ind w:left="870" w:hanging="330"/>
        <w:jc w:val="left"/>
      </w:pPr>
      <w:rPr>
        <w:rFonts w:hint="default"/>
        <w:lang w:val="en-US" w:eastAsia="en-US" w:bidi="en-US"/>
      </w:rPr>
    </w:lvl>
    <w:lvl w:ilvl="1">
      <w:start w:val="1"/>
      <w:numFmt w:val="decimal"/>
      <w:lvlText w:val="%1.%2"/>
      <w:lvlJc w:val="left"/>
      <w:pPr>
        <w:ind w:left="870" w:hanging="330"/>
        <w:jc w:val="right"/>
      </w:pPr>
      <w:rPr>
        <w:rFonts w:ascii="Times New Roman" w:eastAsia="Times New Roman" w:hAnsi="Times New Roman" w:cs="Times New Roman" w:hint="default"/>
        <w:b/>
        <w:bCs/>
        <w:color w:val="231F20"/>
        <w:spacing w:val="-25"/>
        <w:w w:val="100"/>
        <w:sz w:val="22"/>
        <w:szCs w:val="22"/>
        <w:lang w:val="en-US" w:eastAsia="en-US" w:bidi="en-US"/>
      </w:rPr>
    </w:lvl>
    <w:lvl w:ilvl="2">
      <w:start w:val="1"/>
      <w:numFmt w:val="decimal"/>
      <w:lvlText w:val="%3."/>
      <w:lvlJc w:val="left"/>
      <w:pPr>
        <w:ind w:left="1499" w:hanging="360"/>
        <w:jc w:val="left"/>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5" w15:restartNumberingAfterBreak="0">
    <w:nsid w:val="6DC745E6"/>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36" w15:restartNumberingAfterBreak="0">
    <w:nsid w:val="744E2B79"/>
    <w:multiLevelType w:val="hybridMultilevel"/>
    <w:tmpl w:val="F162F430"/>
    <w:lvl w:ilvl="0" w:tplc="68DAF576">
      <w:numFmt w:val="bullet"/>
      <w:lvlText w:val="•"/>
      <w:lvlJc w:val="left"/>
      <w:pPr>
        <w:ind w:left="779" w:hanging="120"/>
      </w:pPr>
      <w:rPr>
        <w:rFonts w:ascii="Times New Roman" w:eastAsia="Times New Roman" w:hAnsi="Times New Roman" w:cs="Times New Roman" w:hint="default"/>
        <w:color w:val="231F20"/>
        <w:w w:val="100"/>
        <w:sz w:val="22"/>
        <w:szCs w:val="22"/>
        <w:lang w:val="en-US" w:eastAsia="en-US" w:bidi="en-US"/>
      </w:rPr>
    </w:lvl>
    <w:lvl w:ilvl="1" w:tplc="619C020C">
      <w:numFmt w:val="bullet"/>
      <w:lvlText w:val="•"/>
      <w:lvlJc w:val="left"/>
      <w:pPr>
        <w:ind w:left="1494" w:hanging="120"/>
      </w:pPr>
      <w:rPr>
        <w:rFonts w:hint="default"/>
        <w:lang w:val="en-US" w:eastAsia="en-US" w:bidi="en-US"/>
      </w:rPr>
    </w:lvl>
    <w:lvl w:ilvl="2" w:tplc="C3CABC2C">
      <w:numFmt w:val="bullet"/>
      <w:lvlText w:val="•"/>
      <w:lvlJc w:val="left"/>
      <w:pPr>
        <w:ind w:left="2208" w:hanging="120"/>
      </w:pPr>
      <w:rPr>
        <w:rFonts w:hint="default"/>
        <w:lang w:val="en-US" w:eastAsia="en-US" w:bidi="en-US"/>
      </w:rPr>
    </w:lvl>
    <w:lvl w:ilvl="3" w:tplc="5D585F66">
      <w:numFmt w:val="bullet"/>
      <w:lvlText w:val="•"/>
      <w:lvlJc w:val="left"/>
      <w:pPr>
        <w:ind w:left="2922" w:hanging="120"/>
      </w:pPr>
      <w:rPr>
        <w:rFonts w:hint="default"/>
        <w:lang w:val="en-US" w:eastAsia="en-US" w:bidi="en-US"/>
      </w:rPr>
    </w:lvl>
    <w:lvl w:ilvl="4" w:tplc="367A33BA">
      <w:numFmt w:val="bullet"/>
      <w:lvlText w:val="•"/>
      <w:lvlJc w:val="left"/>
      <w:pPr>
        <w:ind w:left="3636" w:hanging="120"/>
      </w:pPr>
      <w:rPr>
        <w:rFonts w:hint="default"/>
        <w:lang w:val="en-US" w:eastAsia="en-US" w:bidi="en-US"/>
      </w:rPr>
    </w:lvl>
    <w:lvl w:ilvl="5" w:tplc="F0E4134A">
      <w:numFmt w:val="bullet"/>
      <w:lvlText w:val="•"/>
      <w:lvlJc w:val="left"/>
      <w:pPr>
        <w:ind w:left="4350" w:hanging="120"/>
      </w:pPr>
      <w:rPr>
        <w:rFonts w:hint="default"/>
        <w:lang w:val="en-US" w:eastAsia="en-US" w:bidi="en-US"/>
      </w:rPr>
    </w:lvl>
    <w:lvl w:ilvl="6" w:tplc="4364BDDA">
      <w:numFmt w:val="bullet"/>
      <w:lvlText w:val="•"/>
      <w:lvlJc w:val="left"/>
      <w:pPr>
        <w:ind w:left="5064" w:hanging="120"/>
      </w:pPr>
      <w:rPr>
        <w:rFonts w:hint="default"/>
        <w:lang w:val="en-US" w:eastAsia="en-US" w:bidi="en-US"/>
      </w:rPr>
    </w:lvl>
    <w:lvl w:ilvl="7" w:tplc="EBC8E364">
      <w:numFmt w:val="bullet"/>
      <w:lvlText w:val="•"/>
      <w:lvlJc w:val="left"/>
      <w:pPr>
        <w:ind w:left="5778" w:hanging="120"/>
      </w:pPr>
      <w:rPr>
        <w:rFonts w:hint="default"/>
        <w:lang w:val="en-US" w:eastAsia="en-US" w:bidi="en-US"/>
      </w:rPr>
    </w:lvl>
    <w:lvl w:ilvl="8" w:tplc="F39AEBEC">
      <w:numFmt w:val="bullet"/>
      <w:lvlText w:val="•"/>
      <w:lvlJc w:val="left"/>
      <w:pPr>
        <w:ind w:left="6492" w:hanging="120"/>
      </w:pPr>
      <w:rPr>
        <w:rFonts w:hint="default"/>
        <w:lang w:val="en-US" w:eastAsia="en-US" w:bidi="en-US"/>
      </w:rPr>
    </w:lvl>
  </w:abstractNum>
  <w:abstractNum w:abstractNumId="37"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38" w15:restartNumberingAfterBreak="0">
    <w:nsid w:val="771C4A61"/>
    <w:multiLevelType w:val="hybridMultilevel"/>
    <w:tmpl w:val="526662EA"/>
    <w:lvl w:ilvl="0" w:tplc="32AC76DC">
      <w:start w:val="1"/>
      <w:numFmt w:val="decimal"/>
      <w:lvlText w:val="%1."/>
      <w:lvlJc w:val="left"/>
      <w:pPr>
        <w:ind w:left="1260" w:hanging="360"/>
        <w:jc w:val="left"/>
      </w:pPr>
      <w:rPr>
        <w:rFonts w:ascii="Times New Roman" w:eastAsia="Times New Roman" w:hAnsi="Times New Roman" w:cs="Times New Roman" w:hint="default"/>
        <w:color w:val="231F20"/>
        <w:spacing w:val="-26"/>
        <w:w w:val="96"/>
        <w:sz w:val="22"/>
        <w:szCs w:val="22"/>
        <w:lang w:val="en-US" w:eastAsia="en-US" w:bidi="en-US"/>
      </w:rPr>
    </w:lvl>
    <w:lvl w:ilvl="1" w:tplc="78A4BD2A">
      <w:numFmt w:val="bullet"/>
      <w:lvlText w:val="•"/>
      <w:lvlJc w:val="left"/>
      <w:pPr>
        <w:ind w:left="1926" w:hanging="360"/>
      </w:pPr>
      <w:rPr>
        <w:rFonts w:hint="default"/>
        <w:lang w:val="en-US" w:eastAsia="en-US" w:bidi="en-US"/>
      </w:rPr>
    </w:lvl>
    <w:lvl w:ilvl="2" w:tplc="671C3090">
      <w:numFmt w:val="bullet"/>
      <w:lvlText w:val="•"/>
      <w:lvlJc w:val="left"/>
      <w:pPr>
        <w:ind w:left="2592" w:hanging="360"/>
      </w:pPr>
      <w:rPr>
        <w:rFonts w:hint="default"/>
        <w:lang w:val="en-US" w:eastAsia="en-US" w:bidi="en-US"/>
      </w:rPr>
    </w:lvl>
    <w:lvl w:ilvl="3" w:tplc="6E2CE7A2">
      <w:numFmt w:val="bullet"/>
      <w:lvlText w:val="•"/>
      <w:lvlJc w:val="left"/>
      <w:pPr>
        <w:ind w:left="3258" w:hanging="360"/>
      </w:pPr>
      <w:rPr>
        <w:rFonts w:hint="default"/>
        <w:lang w:val="en-US" w:eastAsia="en-US" w:bidi="en-US"/>
      </w:rPr>
    </w:lvl>
    <w:lvl w:ilvl="4" w:tplc="CF125FE0">
      <w:numFmt w:val="bullet"/>
      <w:lvlText w:val="•"/>
      <w:lvlJc w:val="left"/>
      <w:pPr>
        <w:ind w:left="3924" w:hanging="360"/>
      </w:pPr>
      <w:rPr>
        <w:rFonts w:hint="default"/>
        <w:lang w:val="en-US" w:eastAsia="en-US" w:bidi="en-US"/>
      </w:rPr>
    </w:lvl>
    <w:lvl w:ilvl="5" w:tplc="7D90895E">
      <w:numFmt w:val="bullet"/>
      <w:lvlText w:val="•"/>
      <w:lvlJc w:val="left"/>
      <w:pPr>
        <w:ind w:left="4590" w:hanging="360"/>
      </w:pPr>
      <w:rPr>
        <w:rFonts w:hint="default"/>
        <w:lang w:val="en-US" w:eastAsia="en-US" w:bidi="en-US"/>
      </w:rPr>
    </w:lvl>
    <w:lvl w:ilvl="6" w:tplc="85EC251A">
      <w:numFmt w:val="bullet"/>
      <w:lvlText w:val="•"/>
      <w:lvlJc w:val="left"/>
      <w:pPr>
        <w:ind w:left="5256" w:hanging="360"/>
      </w:pPr>
      <w:rPr>
        <w:rFonts w:hint="default"/>
        <w:lang w:val="en-US" w:eastAsia="en-US" w:bidi="en-US"/>
      </w:rPr>
    </w:lvl>
    <w:lvl w:ilvl="7" w:tplc="DB68E512">
      <w:numFmt w:val="bullet"/>
      <w:lvlText w:val="•"/>
      <w:lvlJc w:val="left"/>
      <w:pPr>
        <w:ind w:left="5922" w:hanging="360"/>
      </w:pPr>
      <w:rPr>
        <w:rFonts w:hint="default"/>
        <w:lang w:val="en-US" w:eastAsia="en-US" w:bidi="en-US"/>
      </w:rPr>
    </w:lvl>
    <w:lvl w:ilvl="8" w:tplc="612C728E">
      <w:numFmt w:val="bullet"/>
      <w:lvlText w:val="•"/>
      <w:lvlJc w:val="left"/>
      <w:pPr>
        <w:ind w:left="6588" w:hanging="360"/>
      </w:pPr>
      <w:rPr>
        <w:rFonts w:hint="default"/>
        <w:lang w:val="en-US" w:eastAsia="en-US" w:bidi="en-US"/>
      </w:rPr>
    </w:lvl>
  </w:abstractNum>
  <w:abstractNum w:abstractNumId="39" w15:restartNumberingAfterBreak="0">
    <w:nsid w:val="77E434AE"/>
    <w:multiLevelType w:val="hybridMultilevel"/>
    <w:tmpl w:val="768A0C9C"/>
    <w:lvl w:ilvl="0" w:tplc="3AF409BE">
      <w:start w:val="1"/>
      <w:numFmt w:val="decimal"/>
      <w:lvlText w:val="%1."/>
      <w:lvlJc w:val="left"/>
      <w:pPr>
        <w:ind w:left="1239"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0A5CCB54">
      <w:start w:val="1"/>
      <w:numFmt w:val="upperRoman"/>
      <w:lvlText w:val="%2."/>
      <w:lvlJc w:val="left"/>
      <w:pPr>
        <w:ind w:left="1240" w:hanging="241"/>
        <w:jc w:val="left"/>
      </w:pPr>
      <w:rPr>
        <w:rFonts w:ascii="Times New Roman" w:eastAsia="Times New Roman" w:hAnsi="Times New Roman" w:cs="Times New Roman" w:hint="default"/>
        <w:color w:val="231F20"/>
        <w:spacing w:val="-13"/>
        <w:w w:val="100"/>
        <w:sz w:val="22"/>
        <w:szCs w:val="22"/>
        <w:lang w:val="en-US" w:eastAsia="en-US" w:bidi="en-US"/>
      </w:rPr>
    </w:lvl>
    <w:lvl w:ilvl="2" w:tplc="FDE4D918">
      <w:start w:val="1"/>
      <w:numFmt w:val="lowerLetter"/>
      <w:lvlText w:val="%3."/>
      <w:lvlJc w:val="left"/>
      <w:pPr>
        <w:ind w:left="1720" w:hanging="361"/>
        <w:jc w:val="left"/>
      </w:pPr>
      <w:rPr>
        <w:rFonts w:ascii="Times New Roman" w:eastAsia="Times New Roman" w:hAnsi="Times New Roman" w:cs="Times New Roman" w:hint="default"/>
        <w:color w:val="231F20"/>
        <w:spacing w:val="-1"/>
        <w:w w:val="100"/>
        <w:sz w:val="22"/>
        <w:szCs w:val="22"/>
        <w:lang w:val="en-US" w:eastAsia="en-US" w:bidi="en-US"/>
      </w:rPr>
    </w:lvl>
    <w:lvl w:ilvl="3" w:tplc="F134F812">
      <w:start w:val="1"/>
      <w:numFmt w:val="lowerRoman"/>
      <w:lvlText w:val="%4."/>
      <w:lvlJc w:val="left"/>
      <w:pPr>
        <w:ind w:left="2199" w:hanging="361"/>
        <w:jc w:val="left"/>
      </w:pPr>
      <w:rPr>
        <w:rFonts w:ascii="Times New Roman" w:eastAsia="Times New Roman" w:hAnsi="Times New Roman" w:cs="Times New Roman" w:hint="default"/>
        <w:color w:val="231F20"/>
        <w:spacing w:val="-4"/>
        <w:w w:val="100"/>
        <w:sz w:val="22"/>
        <w:szCs w:val="22"/>
        <w:lang w:val="en-US" w:eastAsia="en-US" w:bidi="en-US"/>
      </w:rPr>
    </w:lvl>
    <w:lvl w:ilvl="4" w:tplc="865E4A12">
      <w:numFmt w:val="bullet"/>
      <w:lvlText w:val="•"/>
      <w:lvlJc w:val="left"/>
      <w:pPr>
        <w:ind w:left="3490" w:hanging="361"/>
      </w:pPr>
      <w:rPr>
        <w:rFonts w:hint="default"/>
        <w:lang w:val="en-US" w:eastAsia="en-US" w:bidi="en-US"/>
      </w:rPr>
    </w:lvl>
    <w:lvl w:ilvl="5" w:tplc="ED987C88">
      <w:numFmt w:val="bullet"/>
      <w:lvlText w:val="•"/>
      <w:lvlJc w:val="left"/>
      <w:pPr>
        <w:ind w:left="4135" w:hanging="361"/>
      </w:pPr>
      <w:rPr>
        <w:rFonts w:hint="default"/>
        <w:lang w:val="en-US" w:eastAsia="en-US" w:bidi="en-US"/>
      </w:rPr>
    </w:lvl>
    <w:lvl w:ilvl="6" w:tplc="E398F8A0">
      <w:numFmt w:val="bullet"/>
      <w:lvlText w:val="•"/>
      <w:lvlJc w:val="left"/>
      <w:pPr>
        <w:ind w:left="4780" w:hanging="361"/>
      </w:pPr>
      <w:rPr>
        <w:rFonts w:hint="default"/>
        <w:lang w:val="en-US" w:eastAsia="en-US" w:bidi="en-US"/>
      </w:rPr>
    </w:lvl>
    <w:lvl w:ilvl="7" w:tplc="BEE60716">
      <w:numFmt w:val="bullet"/>
      <w:lvlText w:val="•"/>
      <w:lvlJc w:val="left"/>
      <w:pPr>
        <w:ind w:left="5425" w:hanging="361"/>
      </w:pPr>
      <w:rPr>
        <w:rFonts w:hint="default"/>
        <w:lang w:val="en-US" w:eastAsia="en-US" w:bidi="en-US"/>
      </w:rPr>
    </w:lvl>
    <w:lvl w:ilvl="8" w:tplc="4FA4B348">
      <w:numFmt w:val="bullet"/>
      <w:lvlText w:val="•"/>
      <w:lvlJc w:val="left"/>
      <w:pPr>
        <w:ind w:left="6070" w:hanging="361"/>
      </w:pPr>
      <w:rPr>
        <w:rFonts w:hint="default"/>
        <w:lang w:val="en-US" w:eastAsia="en-US" w:bidi="en-US"/>
      </w:rPr>
    </w:lvl>
  </w:abstractNum>
  <w:abstractNum w:abstractNumId="40"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15"/>
  </w:num>
  <w:num w:numId="2">
    <w:abstractNumId w:val="8"/>
  </w:num>
  <w:num w:numId="3">
    <w:abstractNumId w:val="17"/>
  </w:num>
  <w:num w:numId="4">
    <w:abstractNumId w:val="40"/>
  </w:num>
  <w:num w:numId="5">
    <w:abstractNumId w:val="29"/>
  </w:num>
  <w:num w:numId="6">
    <w:abstractNumId w:val="4"/>
  </w:num>
  <w:num w:numId="7">
    <w:abstractNumId w:val="27"/>
  </w:num>
  <w:num w:numId="8">
    <w:abstractNumId w:val="14"/>
  </w:num>
  <w:num w:numId="9">
    <w:abstractNumId w:val="1"/>
  </w:num>
  <w:num w:numId="10">
    <w:abstractNumId w:val="7"/>
  </w:num>
  <w:num w:numId="11">
    <w:abstractNumId w:val="26"/>
  </w:num>
  <w:num w:numId="12">
    <w:abstractNumId w:val="37"/>
  </w:num>
  <w:num w:numId="13">
    <w:abstractNumId w:val="22"/>
  </w:num>
  <w:num w:numId="14">
    <w:abstractNumId w:val="15"/>
    <w:lvlOverride w:ilvl="0">
      <w:startOverride w:val="1"/>
    </w:lvlOverride>
  </w:num>
  <w:num w:numId="15">
    <w:abstractNumId w:val="15"/>
    <w:lvlOverride w:ilvl="0">
      <w:startOverride w:val="1"/>
    </w:lvlOverride>
  </w:num>
  <w:num w:numId="16">
    <w:abstractNumId w:val="20"/>
  </w:num>
  <w:num w:numId="17">
    <w:abstractNumId w:val="18"/>
  </w:num>
  <w:num w:numId="18">
    <w:abstractNumId w:val="24"/>
  </w:num>
  <w:num w:numId="19">
    <w:abstractNumId w:val="25"/>
  </w:num>
  <w:num w:numId="20">
    <w:abstractNumId w:val="12"/>
  </w:num>
  <w:num w:numId="21">
    <w:abstractNumId w:val="39"/>
  </w:num>
  <w:num w:numId="22">
    <w:abstractNumId w:val="16"/>
  </w:num>
  <w:num w:numId="23">
    <w:abstractNumId w:val="32"/>
  </w:num>
  <w:num w:numId="24">
    <w:abstractNumId w:val="2"/>
  </w:num>
  <w:num w:numId="25">
    <w:abstractNumId w:val="5"/>
  </w:num>
  <w:num w:numId="26">
    <w:abstractNumId w:val="19"/>
  </w:num>
  <w:num w:numId="27">
    <w:abstractNumId w:val="38"/>
  </w:num>
  <w:num w:numId="28">
    <w:abstractNumId w:val="10"/>
  </w:num>
  <w:num w:numId="29">
    <w:abstractNumId w:val="36"/>
  </w:num>
  <w:num w:numId="30">
    <w:abstractNumId w:val="6"/>
  </w:num>
  <w:num w:numId="31">
    <w:abstractNumId w:val="13"/>
  </w:num>
  <w:num w:numId="32">
    <w:abstractNumId w:val="23"/>
  </w:num>
  <w:num w:numId="33">
    <w:abstractNumId w:val="9"/>
  </w:num>
  <w:num w:numId="34">
    <w:abstractNumId w:val="11"/>
  </w:num>
  <w:num w:numId="35">
    <w:abstractNumId w:val="3"/>
  </w:num>
  <w:num w:numId="36">
    <w:abstractNumId w:val="33"/>
  </w:num>
  <w:num w:numId="37">
    <w:abstractNumId w:val="31"/>
  </w:num>
  <w:num w:numId="38">
    <w:abstractNumId w:val="28"/>
  </w:num>
  <w:num w:numId="39">
    <w:abstractNumId w:val="30"/>
  </w:num>
  <w:num w:numId="40">
    <w:abstractNumId w:val="34"/>
  </w:num>
  <w:num w:numId="41">
    <w:abstractNumId w:val="0"/>
  </w:num>
  <w:num w:numId="42">
    <w:abstractNumId w:val="21"/>
  </w:num>
  <w:num w:numId="43">
    <w:abstractNumId w:val="35"/>
  </w:num>
  <w:num w:numId="44">
    <w:abstractNumId w:val="15"/>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612"/>
    <w:rsid w:val="000236E4"/>
    <w:rsid w:val="00041CB8"/>
    <w:rsid w:val="0004425B"/>
    <w:rsid w:val="00063D29"/>
    <w:rsid w:val="00071106"/>
    <w:rsid w:val="00071D3F"/>
    <w:rsid w:val="0009205F"/>
    <w:rsid w:val="000A2C9A"/>
    <w:rsid w:val="000B7C2D"/>
    <w:rsid w:val="000C2A1B"/>
    <w:rsid w:val="000C3DEC"/>
    <w:rsid w:val="000D7C89"/>
    <w:rsid w:val="000E0B65"/>
    <w:rsid w:val="000E5EEB"/>
    <w:rsid w:val="000F0278"/>
    <w:rsid w:val="001049D2"/>
    <w:rsid w:val="001063AB"/>
    <w:rsid w:val="00106F16"/>
    <w:rsid w:val="0012694B"/>
    <w:rsid w:val="001641CB"/>
    <w:rsid w:val="0016542A"/>
    <w:rsid w:val="001756CD"/>
    <w:rsid w:val="001836C6"/>
    <w:rsid w:val="00183976"/>
    <w:rsid w:val="00197B24"/>
    <w:rsid w:val="001C180A"/>
    <w:rsid w:val="001D6ADB"/>
    <w:rsid w:val="001E266F"/>
    <w:rsid w:val="00205BA6"/>
    <w:rsid w:val="00206612"/>
    <w:rsid w:val="00225DD7"/>
    <w:rsid w:val="00236E6D"/>
    <w:rsid w:val="0025471B"/>
    <w:rsid w:val="002829CD"/>
    <w:rsid w:val="00293719"/>
    <w:rsid w:val="00295F6A"/>
    <w:rsid w:val="002A1F54"/>
    <w:rsid w:val="002A48F6"/>
    <w:rsid w:val="002A7DB0"/>
    <w:rsid w:val="002D7672"/>
    <w:rsid w:val="002F14CE"/>
    <w:rsid w:val="002F6BCB"/>
    <w:rsid w:val="00305944"/>
    <w:rsid w:val="0034387D"/>
    <w:rsid w:val="003551BE"/>
    <w:rsid w:val="0036365C"/>
    <w:rsid w:val="00363BBB"/>
    <w:rsid w:val="00366A31"/>
    <w:rsid w:val="003B0DE4"/>
    <w:rsid w:val="003B667E"/>
    <w:rsid w:val="003C5951"/>
    <w:rsid w:val="003D724F"/>
    <w:rsid w:val="003D7A68"/>
    <w:rsid w:val="00417624"/>
    <w:rsid w:val="004667CA"/>
    <w:rsid w:val="004C639F"/>
    <w:rsid w:val="004D21BA"/>
    <w:rsid w:val="004D65DF"/>
    <w:rsid w:val="004D7C60"/>
    <w:rsid w:val="005045CD"/>
    <w:rsid w:val="00521A61"/>
    <w:rsid w:val="00525DDB"/>
    <w:rsid w:val="00542C78"/>
    <w:rsid w:val="00567016"/>
    <w:rsid w:val="00574F58"/>
    <w:rsid w:val="005821DB"/>
    <w:rsid w:val="005B6CC1"/>
    <w:rsid w:val="005C4823"/>
    <w:rsid w:val="005E45BE"/>
    <w:rsid w:val="005F7769"/>
    <w:rsid w:val="00612099"/>
    <w:rsid w:val="00622844"/>
    <w:rsid w:val="00633F70"/>
    <w:rsid w:val="006624BE"/>
    <w:rsid w:val="00673A29"/>
    <w:rsid w:val="00676B52"/>
    <w:rsid w:val="006A2888"/>
    <w:rsid w:val="006B5FD5"/>
    <w:rsid w:val="006E6D4F"/>
    <w:rsid w:val="00734942"/>
    <w:rsid w:val="00737DFE"/>
    <w:rsid w:val="00745D79"/>
    <w:rsid w:val="007732AF"/>
    <w:rsid w:val="007A1665"/>
    <w:rsid w:val="007C0146"/>
    <w:rsid w:val="007C5FEB"/>
    <w:rsid w:val="007D2D8D"/>
    <w:rsid w:val="007E49E3"/>
    <w:rsid w:val="007E663F"/>
    <w:rsid w:val="007F4762"/>
    <w:rsid w:val="00811695"/>
    <w:rsid w:val="00835567"/>
    <w:rsid w:val="0085791A"/>
    <w:rsid w:val="00857CF2"/>
    <w:rsid w:val="00873F58"/>
    <w:rsid w:val="00886C42"/>
    <w:rsid w:val="00886CFD"/>
    <w:rsid w:val="008A41B7"/>
    <w:rsid w:val="008B1A67"/>
    <w:rsid w:val="008B5B6A"/>
    <w:rsid w:val="009022C0"/>
    <w:rsid w:val="00922199"/>
    <w:rsid w:val="00923E0E"/>
    <w:rsid w:val="00946043"/>
    <w:rsid w:val="009A6703"/>
    <w:rsid w:val="009A6A7F"/>
    <w:rsid w:val="009D52C5"/>
    <w:rsid w:val="009D765C"/>
    <w:rsid w:val="009E2EA3"/>
    <w:rsid w:val="009E653B"/>
    <w:rsid w:val="009F72BF"/>
    <w:rsid w:val="00A04E8A"/>
    <w:rsid w:val="00A41622"/>
    <w:rsid w:val="00A56B1F"/>
    <w:rsid w:val="00A70F6E"/>
    <w:rsid w:val="00A7426C"/>
    <w:rsid w:val="00A84F84"/>
    <w:rsid w:val="00A94708"/>
    <w:rsid w:val="00AC2D59"/>
    <w:rsid w:val="00AC4775"/>
    <w:rsid w:val="00AD1C6F"/>
    <w:rsid w:val="00AD7815"/>
    <w:rsid w:val="00AF2010"/>
    <w:rsid w:val="00B07C5E"/>
    <w:rsid w:val="00B17DFB"/>
    <w:rsid w:val="00B238F4"/>
    <w:rsid w:val="00B27138"/>
    <w:rsid w:val="00B45BA0"/>
    <w:rsid w:val="00B609F0"/>
    <w:rsid w:val="00B62C92"/>
    <w:rsid w:val="00B704BE"/>
    <w:rsid w:val="00B80DF3"/>
    <w:rsid w:val="00B952C5"/>
    <w:rsid w:val="00BA4F05"/>
    <w:rsid w:val="00BB0574"/>
    <w:rsid w:val="00BC3D5F"/>
    <w:rsid w:val="00BE70AD"/>
    <w:rsid w:val="00C0360D"/>
    <w:rsid w:val="00C947AC"/>
    <w:rsid w:val="00C96FCC"/>
    <w:rsid w:val="00CB3870"/>
    <w:rsid w:val="00CD56B8"/>
    <w:rsid w:val="00CF3D98"/>
    <w:rsid w:val="00CF774E"/>
    <w:rsid w:val="00D129CE"/>
    <w:rsid w:val="00D2371F"/>
    <w:rsid w:val="00D316FC"/>
    <w:rsid w:val="00D344DC"/>
    <w:rsid w:val="00D66E7F"/>
    <w:rsid w:val="00D90AC2"/>
    <w:rsid w:val="00D95E36"/>
    <w:rsid w:val="00DA0A3F"/>
    <w:rsid w:val="00DC4EEC"/>
    <w:rsid w:val="00DC7F79"/>
    <w:rsid w:val="00E800EB"/>
    <w:rsid w:val="00E963ED"/>
    <w:rsid w:val="00EA3204"/>
    <w:rsid w:val="00EA38C5"/>
    <w:rsid w:val="00EB5CB2"/>
    <w:rsid w:val="00ED4372"/>
    <w:rsid w:val="00F12F44"/>
    <w:rsid w:val="00F4294D"/>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AD933F"/>
  <w14:defaultImageDpi w14:val="96"/>
  <w15:docId w15:val="{7A6A1561-9FFF-3D4A-BD90-1E53CAC22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6612"/>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Header2"/>
    <w:next w:val="Normal"/>
    <w:link w:val="Heading1Char"/>
    <w:uiPriority w:val="9"/>
    <w:qFormat/>
    <w:rsid w:val="007D2D8D"/>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eastAsiaTheme="minorHAnsi"/>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rPr>
  </w:style>
  <w:style w:type="paragraph" w:styleId="ListParagraph">
    <w:name w:val="List Paragraph"/>
    <w:basedOn w:val="Normal"/>
    <w:uiPriority w:val="1"/>
    <w:qFormat/>
    <w:rsid w:val="000B7C2D"/>
    <w:pPr>
      <w:spacing w:before="125"/>
      <w:ind w:left="2780" w:hanging="240"/>
    </w:p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ListBullet">
    <w:name w:val="List Bullet"/>
    <w:basedOn w:val="Normal"/>
    <w:uiPriority w:val="99"/>
    <w:unhideWhenUsed/>
    <w:qFormat/>
    <w:rsid w:val="006E6D4F"/>
    <w:pPr>
      <w:numPr>
        <w:numId w:val="2"/>
      </w:numPr>
      <w:spacing w:line="360" w:lineRule="auto"/>
      <w:jc w:val="both"/>
    </w:p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paragraph" w:customStyle="1" w:styleId="BibEntry">
    <w:name w:val="Bib Entry"/>
    <w:basedOn w:val="Normal"/>
    <w:qFormat/>
    <w:rsid w:val="006624BE"/>
    <w:pPr>
      <w:widowControl/>
      <w:spacing w:after="120" w:line="360" w:lineRule="auto"/>
      <w:ind w:left="720" w:hanging="720"/>
    </w:p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paragraph" w:styleId="Subtitle">
    <w:name w:val="Subtitle"/>
    <w:basedOn w:val="Normal"/>
    <w:next w:val="Normal"/>
    <w:link w:val="SubtitleChar"/>
    <w:uiPriority w:val="11"/>
    <w:qFormat/>
    <w:rsid w:val="006624BE"/>
    <w:pPr>
      <w:spacing w:before="120"/>
    </w:pPr>
    <w:rPr>
      <w:i/>
      <w:sz w:val="18"/>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rPr>
  </w:style>
  <w:style w:type="paragraph" w:customStyle="1" w:styleId="BlockQuote">
    <w:name w:val="Block Quote"/>
    <w:basedOn w:val="BodyText"/>
    <w:uiPriority w:val="99"/>
    <w:qFormat/>
    <w:rsid w:val="00363BBB"/>
    <w:pPr>
      <w:spacing w:after="0" w:line="360" w:lineRule="auto"/>
      <w:ind w:left="720"/>
      <w:jc w:val="both"/>
    </w:p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rPr>
  </w:style>
  <w:style w:type="paragraph" w:customStyle="1" w:styleId="CaptionText">
    <w:name w:val="Caption Text"/>
    <w:basedOn w:val="Normal"/>
    <w:qFormat/>
    <w:rsid w:val="00873F58"/>
    <w:pPr>
      <w:spacing w:line="360" w:lineRule="auto"/>
      <w:jc w:val="center"/>
    </w:pPr>
    <w:rPr>
      <w:rFonts w:ascii="Verdana"/>
      <w:color w:val="003663"/>
      <w:spacing w:val="-3"/>
      <w:sz w:val="14"/>
    </w:rPr>
  </w:style>
  <w:style w:type="paragraph" w:styleId="Title">
    <w:name w:val="Title"/>
    <w:basedOn w:val="Normal"/>
    <w:next w:val="Normal"/>
    <w:link w:val="TitleChar"/>
    <w:uiPriority w:val="10"/>
    <w:qFormat/>
    <w:rsid w:val="00BA4F05"/>
    <w:rPr>
      <w:rFonts w:ascii="Verdana"/>
      <w:b/>
      <w:color w:val="682636"/>
      <w:sz w:val="44"/>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3.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Manifold 5.dotx</Template>
  <TotalTime>100</TotalTime>
  <Pages>137</Pages>
  <Words>20256</Words>
  <Characters>115462</Characters>
  <Application>Microsoft Office Word</Application>
  <DocSecurity>0</DocSecurity>
  <Lines>962</Lines>
  <Paragraphs>270</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135448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8</cp:revision>
  <dcterms:created xsi:type="dcterms:W3CDTF">2020-09-04T18:09:00Z</dcterms:created>
  <dcterms:modified xsi:type="dcterms:W3CDTF">2020-09-05T00:18:00Z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